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8.xml" ContentType="application/vnd.openxmlformats-officedocument.wordprocessingml.footer+xml"/>
  <Override PartName="/word/footer6.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7.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1C0" w:rsidRPr="00083316" w:rsidRDefault="00B021C0" w:rsidP="006C2E0D">
      <w:pPr>
        <w:pStyle w:val="Heading1"/>
        <w:spacing w:before="3400" w:after="0"/>
      </w:pPr>
      <w:r w:rsidRPr="00083316">
        <w:t>MEPS HC-</w:t>
      </w:r>
      <w:r w:rsidR="006C04E9" w:rsidRPr="00083316">
        <w:t>213</w:t>
      </w:r>
      <w:r w:rsidRPr="00083316">
        <w:t>E:</w:t>
      </w:r>
    </w:p>
    <w:p w:rsidR="00B021C0" w:rsidRPr="00083316" w:rsidRDefault="00B021C0" w:rsidP="006F4597">
      <w:pPr>
        <w:pStyle w:val="Heading1"/>
      </w:pPr>
      <w:r w:rsidRPr="00083316">
        <w:t>201</w:t>
      </w:r>
      <w:r w:rsidR="00D65123" w:rsidRPr="00083316">
        <w:t>9</w:t>
      </w:r>
      <w:r w:rsidRPr="00083316">
        <w:t xml:space="preserve"> Emergency Room Visits</w:t>
      </w:r>
    </w:p>
    <w:p w:rsidR="00B021C0" w:rsidRPr="00083316" w:rsidRDefault="00B021C0" w:rsidP="00BF5DE7">
      <w:pPr>
        <w:pStyle w:val="Heading1"/>
      </w:pPr>
      <w:r w:rsidRPr="00083316">
        <w:t>June 202</w:t>
      </w:r>
      <w:r w:rsidR="006F4597" w:rsidRPr="00083316">
        <w:t>1</w:t>
      </w:r>
    </w:p>
    <w:p w:rsidR="00B021C0" w:rsidRPr="00083316" w:rsidRDefault="00B021C0" w:rsidP="00143E37">
      <w:pPr>
        <w:kinsoku w:val="0"/>
        <w:overflowPunct w:val="0"/>
        <w:autoSpaceDE w:val="0"/>
        <w:autoSpaceDN w:val="0"/>
        <w:adjustRightInd w:val="0"/>
        <w:spacing w:before="4000" w:line="250" w:lineRule="auto"/>
        <w:ind w:left="101" w:right="115"/>
        <w:jc w:val="center"/>
        <w:rPr>
          <w:b/>
        </w:rPr>
      </w:pPr>
      <w:r w:rsidRPr="00083316">
        <w:rPr>
          <w:b/>
        </w:rPr>
        <w:t>Agency for Healthcare Research and Quality</w:t>
      </w:r>
    </w:p>
    <w:p w:rsidR="00B021C0" w:rsidRPr="00083316" w:rsidRDefault="00B021C0">
      <w:pPr>
        <w:pStyle w:val="C2-CtrSglSp"/>
        <w:spacing w:after="0"/>
        <w:rPr>
          <w:b/>
        </w:rPr>
      </w:pPr>
      <w:r w:rsidRPr="00083316">
        <w:rPr>
          <w:b/>
        </w:rPr>
        <w:t>Center for Financing, Access, and Cost Trends</w:t>
      </w:r>
    </w:p>
    <w:p w:rsidR="00B021C0" w:rsidRPr="00083316" w:rsidRDefault="00B021C0">
      <w:pPr>
        <w:pStyle w:val="C2-CtrSglSp"/>
        <w:spacing w:after="0"/>
        <w:rPr>
          <w:b/>
        </w:rPr>
      </w:pPr>
      <w:r w:rsidRPr="00083316">
        <w:rPr>
          <w:b/>
        </w:rPr>
        <w:t>5600 Fishers Lane</w:t>
      </w:r>
    </w:p>
    <w:p w:rsidR="00B021C0" w:rsidRPr="00083316" w:rsidRDefault="00B021C0">
      <w:pPr>
        <w:pStyle w:val="C2-CtrSglSp"/>
        <w:spacing w:after="0"/>
        <w:rPr>
          <w:b/>
        </w:rPr>
      </w:pPr>
      <w:r w:rsidRPr="00083316">
        <w:rPr>
          <w:b/>
        </w:rPr>
        <w:t>Rockville, MD 20857</w:t>
      </w:r>
    </w:p>
    <w:p w:rsidR="00B021C0" w:rsidRPr="00083316" w:rsidRDefault="00B021C0">
      <w:pPr>
        <w:pStyle w:val="C2-CtrSglSp"/>
        <w:spacing w:after="0"/>
        <w:rPr>
          <w:b/>
        </w:rPr>
      </w:pPr>
      <w:r w:rsidRPr="00083316">
        <w:rPr>
          <w:b/>
        </w:rPr>
        <w:t>(301) 427-1406</w:t>
      </w:r>
    </w:p>
    <w:p w:rsidR="00B021C0" w:rsidRPr="00083316" w:rsidRDefault="00B021C0">
      <w:pPr>
        <w:pStyle w:val="Heading9"/>
        <w:rPr>
          <w:rFonts w:ascii="Times New Roman" w:hAnsi="Times New Roman"/>
        </w:rPr>
        <w:sectPr w:rsidR="00B021C0" w:rsidRPr="00083316" w:rsidSect="003C147D">
          <w:pgSz w:w="12240" w:h="15840" w:code="1"/>
          <w:pgMar w:top="1440" w:right="1440" w:bottom="1440" w:left="1440" w:header="720" w:footer="576" w:gutter="0"/>
          <w:cols w:space="720"/>
          <w:titlePg/>
          <w:docGrid w:linePitch="326"/>
        </w:sectPr>
      </w:pPr>
    </w:p>
    <w:p w:rsidR="00B021C0" w:rsidRPr="00083316" w:rsidRDefault="00B021C0" w:rsidP="00BF5DE7">
      <w:pPr>
        <w:pStyle w:val="TC-TableofContentsHeading"/>
      </w:pPr>
      <w:r w:rsidRPr="00083316">
        <w:lastRenderedPageBreak/>
        <w:t>Table of Contents</w:t>
      </w:r>
    </w:p>
    <w:p w:rsidR="00BF5DE7" w:rsidRPr="00083316" w:rsidRDefault="00BF5DE7" w:rsidP="00BF5DE7">
      <w:pPr>
        <w:pStyle w:val="T0-ChapPgHd"/>
      </w:pPr>
      <w:r w:rsidRPr="00083316">
        <w:t>Section</w:t>
      </w:r>
      <w:r w:rsidRPr="00083316">
        <w:tab/>
        <w:t>Page</w:t>
      </w:r>
    </w:p>
    <w:p w:rsidR="00872507" w:rsidRDefault="001D7CFC">
      <w:pPr>
        <w:pStyle w:val="TOC1"/>
        <w:rPr>
          <w:rFonts w:asciiTheme="minorHAnsi" w:eastAsiaTheme="minorEastAsia" w:hAnsiTheme="minorHAnsi" w:cstheme="minorBidi"/>
          <w:noProof/>
          <w:sz w:val="22"/>
          <w:szCs w:val="22"/>
        </w:rPr>
      </w:pPr>
      <w:r w:rsidRPr="00083316">
        <w:rPr>
          <w:szCs w:val="22"/>
        </w:rPr>
        <w:fldChar w:fldCharType="begin"/>
      </w:r>
      <w:r w:rsidRPr="00083316">
        <w:rPr>
          <w:szCs w:val="22"/>
        </w:rPr>
        <w:instrText xml:space="preserve"> TOC \h \z \t "Heading 2,1,Heading 3,2,Heading 4,3,Heading 5,4,Heading 6,5" </w:instrText>
      </w:r>
      <w:r w:rsidRPr="00083316">
        <w:rPr>
          <w:szCs w:val="22"/>
        </w:rPr>
        <w:fldChar w:fldCharType="separate"/>
      </w:r>
      <w:hyperlink w:anchor="_Toc72756871" w:history="1">
        <w:r w:rsidR="00872507" w:rsidRPr="002E7701">
          <w:rPr>
            <w:rStyle w:val="Hyperlink"/>
            <w:noProof/>
          </w:rPr>
          <w:t>A.</w:t>
        </w:r>
        <w:r w:rsidR="00872507">
          <w:rPr>
            <w:rFonts w:asciiTheme="minorHAnsi" w:eastAsiaTheme="minorEastAsia" w:hAnsiTheme="minorHAnsi" w:cstheme="minorBidi"/>
            <w:noProof/>
            <w:sz w:val="22"/>
            <w:szCs w:val="22"/>
          </w:rPr>
          <w:tab/>
        </w:r>
        <w:r w:rsidR="00872507" w:rsidRPr="002E7701">
          <w:rPr>
            <w:rStyle w:val="Hyperlink"/>
            <w:noProof/>
          </w:rPr>
          <w:t>Data Use Agreement</w:t>
        </w:r>
        <w:r w:rsidR="00872507">
          <w:rPr>
            <w:noProof/>
            <w:webHidden/>
          </w:rPr>
          <w:tab/>
        </w:r>
        <w:r w:rsidR="00872507">
          <w:rPr>
            <w:noProof/>
            <w:webHidden/>
          </w:rPr>
          <w:tab/>
          <w:t>A-</w:t>
        </w:r>
        <w:r w:rsidR="00872507">
          <w:rPr>
            <w:noProof/>
            <w:webHidden/>
          </w:rPr>
          <w:fldChar w:fldCharType="begin"/>
        </w:r>
        <w:r w:rsidR="00872507">
          <w:rPr>
            <w:noProof/>
            <w:webHidden/>
          </w:rPr>
          <w:instrText xml:space="preserve"> PAGEREF _Toc72756871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1"/>
        <w:rPr>
          <w:rFonts w:asciiTheme="minorHAnsi" w:eastAsiaTheme="minorEastAsia" w:hAnsiTheme="minorHAnsi" w:cstheme="minorBidi"/>
          <w:noProof/>
          <w:sz w:val="22"/>
          <w:szCs w:val="22"/>
        </w:rPr>
      </w:pPr>
      <w:hyperlink w:anchor="_Toc72756872" w:history="1">
        <w:r w:rsidR="00872507" w:rsidRPr="002E7701">
          <w:rPr>
            <w:rStyle w:val="Hyperlink"/>
            <w:noProof/>
          </w:rPr>
          <w:t>B.</w:t>
        </w:r>
        <w:r w:rsidR="00872507">
          <w:rPr>
            <w:rFonts w:asciiTheme="minorHAnsi" w:eastAsiaTheme="minorEastAsia" w:hAnsiTheme="minorHAnsi" w:cstheme="minorBidi"/>
            <w:noProof/>
            <w:sz w:val="22"/>
            <w:szCs w:val="22"/>
          </w:rPr>
          <w:tab/>
        </w:r>
        <w:r w:rsidR="00872507" w:rsidRPr="002E7701">
          <w:rPr>
            <w:rStyle w:val="Hyperlink"/>
            <w:noProof/>
          </w:rPr>
          <w:t>Background</w:t>
        </w:r>
        <w:r w:rsidR="00872507">
          <w:rPr>
            <w:noProof/>
            <w:webHidden/>
          </w:rPr>
          <w:tab/>
        </w:r>
        <w:r w:rsidR="00872507">
          <w:rPr>
            <w:noProof/>
            <w:webHidden/>
          </w:rPr>
          <w:tab/>
          <w:t>B-</w:t>
        </w:r>
        <w:r w:rsidR="00872507">
          <w:rPr>
            <w:noProof/>
            <w:webHidden/>
          </w:rPr>
          <w:fldChar w:fldCharType="begin"/>
        </w:r>
        <w:r w:rsidR="00872507">
          <w:rPr>
            <w:noProof/>
            <w:webHidden/>
          </w:rPr>
          <w:instrText xml:space="preserve"> PAGEREF _Toc72756872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873" w:history="1">
        <w:r w:rsidR="00872507" w:rsidRPr="002E7701">
          <w:rPr>
            <w:rStyle w:val="Hyperlink"/>
            <w:noProof/>
          </w:rPr>
          <w:t>1.0</w:t>
        </w:r>
        <w:r w:rsidR="00872507">
          <w:rPr>
            <w:rFonts w:asciiTheme="minorHAnsi" w:eastAsiaTheme="minorEastAsia" w:hAnsiTheme="minorHAnsi" w:cstheme="minorBidi"/>
            <w:noProof/>
            <w:sz w:val="22"/>
          </w:rPr>
          <w:tab/>
        </w:r>
        <w:r w:rsidR="00872507" w:rsidRPr="002E7701">
          <w:rPr>
            <w:rStyle w:val="Hyperlink"/>
            <w:noProof/>
          </w:rPr>
          <w:t>Household Component</w:t>
        </w:r>
        <w:r w:rsidR="00872507">
          <w:rPr>
            <w:noProof/>
            <w:webHidden/>
          </w:rPr>
          <w:tab/>
        </w:r>
        <w:r w:rsidR="00872507">
          <w:rPr>
            <w:noProof/>
            <w:webHidden/>
          </w:rPr>
          <w:tab/>
          <w:t>B-</w:t>
        </w:r>
        <w:r w:rsidR="00872507">
          <w:rPr>
            <w:noProof/>
            <w:webHidden/>
          </w:rPr>
          <w:fldChar w:fldCharType="begin"/>
        </w:r>
        <w:r w:rsidR="00872507">
          <w:rPr>
            <w:noProof/>
            <w:webHidden/>
          </w:rPr>
          <w:instrText xml:space="preserve"> PAGEREF _Toc72756873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874" w:history="1">
        <w:r w:rsidR="00872507" w:rsidRPr="002E7701">
          <w:rPr>
            <w:rStyle w:val="Hyperlink"/>
            <w:noProof/>
          </w:rPr>
          <w:t>2.0</w:t>
        </w:r>
        <w:r w:rsidR="00872507">
          <w:rPr>
            <w:rFonts w:asciiTheme="minorHAnsi" w:eastAsiaTheme="minorEastAsia" w:hAnsiTheme="minorHAnsi" w:cstheme="minorBidi"/>
            <w:noProof/>
            <w:sz w:val="22"/>
          </w:rPr>
          <w:tab/>
        </w:r>
        <w:r w:rsidR="00872507" w:rsidRPr="002E7701">
          <w:rPr>
            <w:rStyle w:val="Hyperlink"/>
            <w:noProof/>
          </w:rPr>
          <w:t>Medical Provider Component</w:t>
        </w:r>
        <w:r w:rsidR="00872507">
          <w:rPr>
            <w:noProof/>
            <w:webHidden/>
          </w:rPr>
          <w:tab/>
        </w:r>
        <w:r w:rsidR="00872507">
          <w:rPr>
            <w:noProof/>
            <w:webHidden/>
          </w:rPr>
          <w:tab/>
          <w:t>B-</w:t>
        </w:r>
        <w:r w:rsidR="00872507">
          <w:rPr>
            <w:noProof/>
            <w:webHidden/>
          </w:rPr>
          <w:fldChar w:fldCharType="begin"/>
        </w:r>
        <w:r w:rsidR="00872507">
          <w:rPr>
            <w:noProof/>
            <w:webHidden/>
          </w:rPr>
          <w:instrText xml:space="preserve"> PAGEREF _Toc72756874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875" w:history="1">
        <w:r w:rsidR="00872507" w:rsidRPr="002E7701">
          <w:rPr>
            <w:rStyle w:val="Hyperlink"/>
            <w:noProof/>
          </w:rPr>
          <w:t>3.0</w:t>
        </w:r>
        <w:r w:rsidR="00872507">
          <w:rPr>
            <w:rFonts w:asciiTheme="minorHAnsi" w:eastAsiaTheme="minorEastAsia" w:hAnsiTheme="minorHAnsi" w:cstheme="minorBidi"/>
            <w:noProof/>
            <w:sz w:val="22"/>
          </w:rPr>
          <w:tab/>
        </w:r>
        <w:r w:rsidR="00872507" w:rsidRPr="002E7701">
          <w:rPr>
            <w:rStyle w:val="Hyperlink"/>
            <w:noProof/>
          </w:rPr>
          <w:t>Survey Management and Data Collection</w:t>
        </w:r>
        <w:r w:rsidR="00872507">
          <w:rPr>
            <w:noProof/>
            <w:webHidden/>
          </w:rPr>
          <w:tab/>
        </w:r>
        <w:r w:rsidR="00872507">
          <w:rPr>
            <w:noProof/>
            <w:webHidden/>
          </w:rPr>
          <w:tab/>
          <w:t>B-</w:t>
        </w:r>
        <w:r w:rsidR="00872507">
          <w:rPr>
            <w:noProof/>
            <w:webHidden/>
          </w:rPr>
          <w:fldChar w:fldCharType="begin"/>
        </w:r>
        <w:r w:rsidR="00872507">
          <w:rPr>
            <w:noProof/>
            <w:webHidden/>
          </w:rPr>
          <w:instrText xml:space="preserve"> PAGEREF _Toc72756875 \h </w:instrText>
        </w:r>
        <w:r w:rsidR="00872507">
          <w:rPr>
            <w:noProof/>
            <w:webHidden/>
          </w:rPr>
        </w:r>
        <w:r w:rsidR="00872507">
          <w:rPr>
            <w:noProof/>
            <w:webHidden/>
          </w:rPr>
          <w:fldChar w:fldCharType="separate"/>
        </w:r>
        <w:r w:rsidR="00872507">
          <w:rPr>
            <w:noProof/>
            <w:webHidden/>
          </w:rPr>
          <w:t>2</w:t>
        </w:r>
        <w:r w:rsidR="00872507">
          <w:rPr>
            <w:noProof/>
            <w:webHidden/>
          </w:rPr>
          <w:fldChar w:fldCharType="end"/>
        </w:r>
      </w:hyperlink>
    </w:p>
    <w:p w:rsidR="00872507" w:rsidRDefault="001368EF">
      <w:pPr>
        <w:pStyle w:val="TOC1"/>
        <w:rPr>
          <w:rFonts w:asciiTheme="minorHAnsi" w:eastAsiaTheme="minorEastAsia" w:hAnsiTheme="minorHAnsi" w:cstheme="minorBidi"/>
          <w:noProof/>
          <w:sz w:val="22"/>
          <w:szCs w:val="22"/>
        </w:rPr>
      </w:pPr>
      <w:hyperlink w:anchor="_Toc72756876" w:history="1">
        <w:r w:rsidR="00872507" w:rsidRPr="002E7701">
          <w:rPr>
            <w:rStyle w:val="Hyperlink"/>
            <w:noProof/>
          </w:rPr>
          <w:t>C.</w:t>
        </w:r>
        <w:r w:rsidR="00872507">
          <w:rPr>
            <w:rFonts w:asciiTheme="minorHAnsi" w:eastAsiaTheme="minorEastAsia" w:hAnsiTheme="minorHAnsi" w:cstheme="minorBidi"/>
            <w:noProof/>
            <w:sz w:val="22"/>
            <w:szCs w:val="22"/>
          </w:rPr>
          <w:tab/>
        </w:r>
        <w:r w:rsidR="00872507" w:rsidRPr="002E7701">
          <w:rPr>
            <w:rStyle w:val="Hyperlink"/>
            <w:noProof/>
          </w:rPr>
          <w:t>Technical and Programming Information</w:t>
        </w:r>
        <w:r w:rsidR="00872507">
          <w:rPr>
            <w:noProof/>
            <w:webHidden/>
          </w:rPr>
          <w:tab/>
        </w:r>
        <w:r w:rsidR="00872507">
          <w:rPr>
            <w:noProof/>
            <w:webHidden/>
          </w:rPr>
          <w:tab/>
          <w:t>C-</w:t>
        </w:r>
        <w:r w:rsidR="00872507">
          <w:rPr>
            <w:noProof/>
            <w:webHidden/>
          </w:rPr>
          <w:fldChar w:fldCharType="begin"/>
        </w:r>
        <w:r w:rsidR="00872507">
          <w:rPr>
            <w:noProof/>
            <w:webHidden/>
          </w:rPr>
          <w:instrText xml:space="preserve"> PAGEREF _Toc72756876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877" w:history="1">
        <w:r w:rsidR="00872507" w:rsidRPr="002E7701">
          <w:rPr>
            <w:rStyle w:val="Hyperlink"/>
            <w:noProof/>
          </w:rPr>
          <w:t>1.0</w:t>
        </w:r>
        <w:r w:rsidR="00872507">
          <w:rPr>
            <w:rFonts w:asciiTheme="minorHAnsi" w:eastAsiaTheme="minorEastAsia" w:hAnsiTheme="minorHAnsi" w:cstheme="minorBidi"/>
            <w:noProof/>
            <w:sz w:val="22"/>
          </w:rPr>
          <w:tab/>
        </w:r>
        <w:r w:rsidR="00872507" w:rsidRPr="002E7701">
          <w:rPr>
            <w:rStyle w:val="Hyperlink"/>
            <w:noProof/>
          </w:rPr>
          <w:t>General Information</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_Toc72756877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878" w:history="1">
        <w:r w:rsidR="00872507" w:rsidRPr="002E7701">
          <w:rPr>
            <w:rStyle w:val="Hyperlink"/>
            <w:noProof/>
          </w:rPr>
          <w:t>2.0</w:t>
        </w:r>
        <w:r w:rsidR="00872507">
          <w:rPr>
            <w:rFonts w:asciiTheme="minorHAnsi" w:eastAsiaTheme="minorEastAsia" w:hAnsiTheme="minorHAnsi" w:cstheme="minorBidi"/>
            <w:noProof/>
            <w:sz w:val="22"/>
          </w:rPr>
          <w:tab/>
        </w:r>
        <w:r w:rsidR="00872507" w:rsidRPr="002E7701">
          <w:rPr>
            <w:rStyle w:val="Hyperlink"/>
            <w:noProof/>
          </w:rPr>
          <w:t>Data File Information</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_Toc72756878 \h </w:instrText>
        </w:r>
        <w:r w:rsidR="00872507">
          <w:rPr>
            <w:noProof/>
            <w:webHidden/>
          </w:rPr>
        </w:r>
        <w:r w:rsidR="00872507">
          <w:rPr>
            <w:noProof/>
            <w:webHidden/>
          </w:rPr>
          <w:fldChar w:fldCharType="separate"/>
        </w:r>
        <w:r w:rsidR="00872507">
          <w:rPr>
            <w:noProof/>
            <w:webHidden/>
          </w:rPr>
          <w:t>2</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879" w:history="1">
        <w:r w:rsidR="00872507" w:rsidRPr="002E7701">
          <w:rPr>
            <w:rStyle w:val="Hyperlink"/>
            <w:noProof/>
          </w:rPr>
          <w:t>2.1</w:t>
        </w:r>
        <w:r w:rsidR="00872507">
          <w:rPr>
            <w:rFonts w:asciiTheme="minorHAnsi" w:eastAsiaTheme="minorEastAsia" w:hAnsiTheme="minorHAnsi" w:cstheme="minorBidi"/>
            <w:noProof/>
            <w:sz w:val="22"/>
            <w:szCs w:val="22"/>
          </w:rPr>
          <w:tab/>
        </w:r>
        <w:r w:rsidR="00872507" w:rsidRPr="002E7701">
          <w:rPr>
            <w:rStyle w:val="Hyperlink"/>
            <w:noProof/>
          </w:rPr>
          <w:t>Codebook Structure</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_Toc72756879 \h </w:instrText>
        </w:r>
        <w:r w:rsidR="00872507">
          <w:rPr>
            <w:noProof/>
            <w:webHidden/>
          </w:rPr>
        </w:r>
        <w:r w:rsidR="00872507">
          <w:rPr>
            <w:noProof/>
            <w:webHidden/>
          </w:rPr>
          <w:fldChar w:fldCharType="separate"/>
        </w:r>
        <w:r w:rsidR="00872507">
          <w:rPr>
            <w:noProof/>
            <w:webHidden/>
          </w:rPr>
          <w:t>3</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880" w:history="1">
        <w:r w:rsidR="00872507" w:rsidRPr="002E7701">
          <w:rPr>
            <w:rStyle w:val="Hyperlink"/>
            <w:noProof/>
          </w:rPr>
          <w:t>2.2</w:t>
        </w:r>
        <w:r w:rsidR="00872507">
          <w:rPr>
            <w:rFonts w:asciiTheme="minorHAnsi" w:eastAsiaTheme="minorEastAsia" w:hAnsiTheme="minorHAnsi" w:cstheme="minorBidi"/>
            <w:noProof/>
            <w:sz w:val="22"/>
            <w:szCs w:val="22"/>
          </w:rPr>
          <w:tab/>
        </w:r>
        <w:r w:rsidR="00872507" w:rsidRPr="002E7701">
          <w:rPr>
            <w:rStyle w:val="Hyperlink"/>
            <w:noProof/>
          </w:rPr>
          <w:t>Reserved Codes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_Toc72756880 \h </w:instrText>
        </w:r>
        <w:r w:rsidR="00872507">
          <w:rPr>
            <w:noProof/>
            <w:webHidden/>
          </w:rPr>
        </w:r>
        <w:r w:rsidR="00872507">
          <w:rPr>
            <w:noProof/>
            <w:webHidden/>
          </w:rPr>
          <w:fldChar w:fldCharType="separate"/>
        </w:r>
        <w:r w:rsidR="00872507">
          <w:rPr>
            <w:noProof/>
            <w:webHidden/>
          </w:rPr>
          <w:t>3</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881" w:history="1">
        <w:r w:rsidR="00872507" w:rsidRPr="002E7701">
          <w:rPr>
            <w:rStyle w:val="Hyperlink"/>
            <w:noProof/>
          </w:rPr>
          <w:t>2.3</w:t>
        </w:r>
        <w:r w:rsidR="00872507">
          <w:rPr>
            <w:rFonts w:asciiTheme="minorHAnsi" w:eastAsiaTheme="minorEastAsia" w:hAnsiTheme="minorHAnsi" w:cstheme="minorBidi"/>
            <w:noProof/>
            <w:sz w:val="22"/>
            <w:szCs w:val="22"/>
          </w:rPr>
          <w:tab/>
        </w:r>
        <w:r w:rsidR="00872507" w:rsidRPr="002E7701">
          <w:rPr>
            <w:rStyle w:val="Hyperlink"/>
            <w:noProof/>
          </w:rPr>
          <w:t>Codebook Format</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_Toc72756881 \h </w:instrText>
        </w:r>
        <w:r w:rsidR="00872507">
          <w:rPr>
            <w:noProof/>
            <w:webHidden/>
          </w:rPr>
        </w:r>
        <w:r w:rsidR="00872507">
          <w:rPr>
            <w:noProof/>
            <w:webHidden/>
          </w:rPr>
          <w:fldChar w:fldCharType="separate"/>
        </w:r>
        <w:r w:rsidR="00872507">
          <w:rPr>
            <w:noProof/>
            <w:webHidden/>
          </w:rPr>
          <w:t>4</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882" w:history="1">
        <w:r w:rsidR="00872507" w:rsidRPr="002E7701">
          <w:rPr>
            <w:rStyle w:val="Hyperlink"/>
            <w:noProof/>
          </w:rPr>
          <w:t>2.4</w:t>
        </w:r>
        <w:r w:rsidR="00872507">
          <w:rPr>
            <w:rFonts w:asciiTheme="minorHAnsi" w:eastAsiaTheme="minorEastAsia" w:hAnsiTheme="minorHAnsi" w:cstheme="minorBidi"/>
            <w:noProof/>
            <w:sz w:val="22"/>
            <w:szCs w:val="22"/>
          </w:rPr>
          <w:tab/>
        </w:r>
        <w:r w:rsidR="00872507" w:rsidRPr="002E7701">
          <w:rPr>
            <w:rStyle w:val="Hyperlink"/>
            <w:noProof/>
          </w:rPr>
          <w:t>Variable Source and Naming Conventions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_Toc72756882 \h </w:instrText>
        </w:r>
        <w:r w:rsidR="00872507">
          <w:rPr>
            <w:noProof/>
            <w:webHidden/>
          </w:rPr>
        </w:r>
        <w:r w:rsidR="00872507">
          <w:rPr>
            <w:noProof/>
            <w:webHidden/>
          </w:rPr>
          <w:fldChar w:fldCharType="separate"/>
        </w:r>
        <w:r w:rsidR="00872507">
          <w:rPr>
            <w:noProof/>
            <w:webHidden/>
          </w:rPr>
          <w:t>4</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883" w:history="1">
        <w:r w:rsidR="00872507" w:rsidRPr="002E7701">
          <w:rPr>
            <w:rStyle w:val="Hyperlink"/>
            <w:noProof/>
          </w:rPr>
          <w:t>2.4.1</w:t>
        </w:r>
        <w:r w:rsidR="00872507">
          <w:rPr>
            <w:rFonts w:asciiTheme="minorHAnsi" w:eastAsiaTheme="minorEastAsia" w:hAnsiTheme="minorHAnsi" w:cstheme="minorBidi"/>
            <w:noProof/>
            <w:sz w:val="22"/>
            <w:szCs w:val="22"/>
          </w:rPr>
          <w:tab/>
        </w:r>
        <w:r w:rsidR="00872507" w:rsidRPr="002E7701">
          <w:rPr>
            <w:rStyle w:val="Hyperlink"/>
            <w:noProof/>
          </w:rPr>
          <w:t>General</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_Toc72756883 \h </w:instrText>
        </w:r>
        <w:r w:rsidR="00872507">
          <w:rPr>
            <w:noProof/>
            <w:webHidden/>
          </w:rPr>
        </w:r>
        <w:r w:rsidR="00872507">
          <w:rPr>
            <w:noProof/>
            <w:webHidden/>
          </w:rPr>
          <w:fldChar w:fldCharType="separate"/>
        </w:r>
        <w:r w:rsidR="00872507">
          <w:rPr>
            <w:noProof/>
            <w:webHidden/>
          </w:rPr>
          <w:t>5</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884" w:history="1">
        <w:r w:rsidR="00872507" w:rsidRPr="002E7701">
          <w:rPr>
            <w:rStyle w:val="Hyperlink"/>
            <w:noProof/>
          </w:rPr>
          <w:t>2.4.2</w:t>
        </w:r>
        <w:r w:rsidR="00872507">
          <w:rPr>
            <w:rFonts w:asciiTheme="minorHAnsi" w:eastAsiaTheme="minorEastAsia" w:hAnsiTheme="minorHAnsi" w:cstheme="minorBidi"/>
            <w:noProof/>
            <w:sz w:val="22"/>
            <w:szCs w:val="22"/>
          </w:rPr>
          <w:tab/>
        </w:r>
        <w:r w:rsidR="00872507" w:rsidRPr="002E7701">
          <w:rPr>
            <w:rStyle w:val="Hyperlink"/>
            <w:noProof/>
          </w:rPr>
          <w:t>Expenditure and Source of Payment Variables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_Toc72756884 \h </w:instrText>
        </w:r>
        <w:r w:rsidR="00872507">
          <w:rPr>
            <w:noProof/>
            <w:webHidden/>
          </w:rPr>
        </w:r>
        <w:r w:rsidR="00872507">
          <w:rPr>
            <w:noProof/>
            <w:webHidden/>
          </w:rPr>
          <w:fldChar w:fldCharType="separate"/>
        </w:r>
        <w:r w:rsidR="00872507">
          <w:rPr>
            <w:noProof/>
            <w:webHidden/>
          </w:rPr>
          <w:t>5</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885" w:history="1">
        <w:r w:rsidR="00872507" w:rsidRPr="002E7701">
          <w:rPr>
            <w:rStyle w:val="Hyperlink"/>
            <w:noProof/>
          </w:rPr>
          <w:t>2.5</w:t>
        </w:r>
        <w:r w:rsidR="00872507">
          <w:rPr>
            <w:rFonts w:asciiTheme="minorHAnsi" w:eastAsiaTheme="minorEastAsia" w:hAnsiTheme="minorHAnsi" w:cstheme="minorBidi"/>
            <w:noProof/>
            <w:sz w:val="22"/>
            <w:szCs w:val="22"/>
          </w:rPr>
          <w:tab/>
        </w:r>
        <w:r w:rsidR="00872507" w:rsidRPr="002E7701">
          <w:rPr>
            <w:rStyle w:val="Hyperlink"/>
            <w:noProof/>
          </w:rPr>
          <w:t>File Contents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_Toc72756885 \h </w:instrText>
        </w:r>
        <w:r w:rsidR="00872507">
          <w:rPr>
            <w:noProof/>
            <w:webHidden/>
          </w:rPr>
        </w:r>
        <w:r w:rsidR="00872507">
          <w:rPr>
            <w:noProof/>
            <w:webHidden/>
          </w:rPr>
          <w:fldChar w:fldCharType="separate"/>
        </w:r>
        <w:r w:rsidR="00872507">
          <w:rPr>
            <w:noProof/>
            <w:webHidden/>
          </w:rPr>
          <w:t>6</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886" w:history="1">
        <w:r w:rsidR="00872507" w:rsidRPr="002E7701">
          <w:rPr>
            <w:rStyle w:val="Hyperlink"/>
            <w:noProof/>
          </w:rPr>
          <w:t>2.5.1</w:t>
        </w:r>
        <w:r w:rsidR="00872507">
          <w:rPr>
            <w:rFonts w:asciiTheme="minorHAnsi" w:eastAsiaTheme="minorEastAsia" w:hAnsiTheme="minorHAnsi" w:cstheme="minorBidi"/>
            <w:noProof/>
            <w:sz w:val="22"/>
            <w:szCs w:val="22"/>
          </w:rPr>
          <w:tab/>
        </w:r>
        <w:r w:rsidR="00872507" w:rsidRPr="002E7701">
          <w:rPr>
            <w:rStyle w:val="Hyperlink"/>
            <w:noProof/>
          </w:rPr>
          <w:t>Survey Administration Variables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_Toc72756886 \h </w:instrText>
        </w:r>
        <w:r w:rsidR="00872507">
          <w:rPr>
            <w:noProof/>
            <w:webHidden/>
          </w:rPr>
        </w:r>
        <w:r w:rsidR="00872507">
          <w:rPr>
            <w:noProof/>
            <w:webHidden/>
          </w:rPr>
          <w:fldChar w:fldCharType="separate"/>
        </w:r>
        <w:r w:rsidR="00872507">
          <w:rPr>
            <w:noProof/>
            <w:webHidden/>
          </w:rPr>
          <w:t>6</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887" w:history="1">
        <w:r w:rsidR="00872507" w:rsidRPr="002E7701">
          <w:rPr>
            <w:rStyle w:val="Hyperlink"/>
            <w:noProof/>
          </w:rPr>
          <w:t>2.5.1.1</w:t>
        </w:r>
        <w:r w:rsidR="00872507">
          <w:rPr>
            <w:rFonts w:asciiTheme="minorHAnsi" w:eastAsiaTheme="minorEastAsia" w:hAnsiTheme="minorHAnsi" w:cstheme="minorBidi"/>
            <w:noProof/>
            <w:sz w:val="22"/>
            <w:szCs w:val="22"/>
          </w:rPr>
          <w:tab/>
        </w:r>
        <w:r w:rsidR="00872507" w:rsidRPr="002E7701">
          <w:rPr>
            <w:rStyle w:val="Hyperlink"/>
            <w:noProof/>
          </w:rPr>
          <w:t>Person Identifiers (DUID, PID, DUPERSID)</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_Toc72756887 \h </w:instrText>
        </w:r>
        <w:r w:rsidR="00872507">
          <w:rPr>
            <w:noProof/>
            <w:webHidden/>
          </w:rPr>
        </w:r>
        <w:r w:rsidR="00872507">
          <w:rPr>
            <w:noProof/>
            <w:webHidden/>
          </w:rPr>
          <w:fldChar w:fldCharType="separate"/>
        </w:r>
        <w:r w:rsidR="00872507">
          <w:rPr>
            <w:noProof/>
            <w:webHidden/>
          </w:rPr>
          <w:t>6</w:t>
        </w:r>
        <w:r w:rsidR="00872507">
          <w:rPr>
            <w:noProof/>
            <w:webHidden/>
          </w:rPr>
          <w:fldChar w:fldCharType="end"/>
        </w:r>
      </w:hyperlink>
    </w:p>
    <w:p w:rsidR="00872507" w:rsidRDefault="001368EF" w:rsidP="00815304">
      <w:pPr>
        <w:pStyle w:val="TOC5"/>
        <w:ind w:left="4781" w:right="1170" w:hanging="907"/>
        <w:contextualSpacing/>
        <w:rPr>
          <w:rFonts w:asciiTheme="minorHAnsi" w:eastAsiaTheme="minorEastAsia" w:hAnsiTheme="minorHAnsi" w:cstheme="minorBidi"/>
          <w:noProof/>
          <w:sz w:val="22"/>
          <w:szCs w:val="22"/>
        </w:rPr>
      </w:pPr>
      <w:hyperlink w:anchor="_Toc72756888" w:history="1">
        <w:r w:rsidR="00872507" w:rsidRPr="002E7701">
          <w:rPr>
            <w:rStyle w:val="Hyperlink"/>
            <w:noProof/>
          </w:rPr>
          <w:t>2.5.1.2</w:t>
        </w:r>
        <w:r w:rsidR="00872507">
          <w:rPr>
            <w:rFonts w:asciiTheme="minorHAnsi" w:eastAsiaTheme="minorEastAsia" w:hAnsiTheme="minorHAnsi" w:cstheme="minorBidi"/>
            <w:noProof/>
            <w:sz w:val="22"/>
            <w:szCs w:val="22"/>
          </w:rPr>
          <w:tab/>
        </w:r>
        <w:r w:rsidR="00872507" w:rsidRPr="002E7701">
          <w:rPr>
            <w:rStyle w:val="Hyperlink"/>
            <w:noProof/>
          </w:rPr>
          <w:t>Record Identifiers (EVNTIDX, ERHEVIDX, FFEEIDX)</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_Toc72756888 \h </w:instrText>
        </w:r>
        <w:r w:rsidR="00872507">
          <w:rPr>
            <w:noProof/>
            <w:webHidden/>
          </w:rPr>
        </w:r>
        <w:r w:rsidR="00872507">
          <w:rPr>
            <w:noProof/>
            <w:webHidden/>
          </w:rPr>
          <w:fldChar w:fldCharType="separate"/>
        </w:r>
        <w:r w:rsidR="00872507">
          <w:rPr>
            <w:noProof/>
            <w:webHidden/>
          </w:rPr>
          <w:t>6</w:t>
        </w:r>
        <w:r w:rsidR="00872507">
          <w:rPr>
            <w:noProof/>
            <w:webHidden/>
          </w:rPr>
          <w:fldChar w:fldCharType="end"/>
        </w:r>
      </w:hyperlink>
    </w:p>
    <w:p w:rsidR="00872507" w:rsidRDefault="001368EF" w:rsidP="00815304">
      <w:pPr>
        <w:pStyle w:val="TOC5"/>
        <w:ind w:left="4781" w:right="1080" w:hanging="907"/>
        <w:contextualSpacing/>
        <w:rPr>
          <w:rFonts w:asciiTheme="minorHAnsi" w:eastAsiaTheme="minorEastAsia" w:hAnsiTheme="minorHAnsi" w:cstheme="minorBidi"/>
          <w:noProof/>
          <w:sz w:val="22"/>
          <w:szCs w:val="22"/>
        </w:rPr>
      </w:pPr>
      <w:hyperlink w:anchor="_Toc72756889" w:history="1">
        <w:r w:rsidR="00872507" w:rsidRPr="002E7701">
          <w:rPr>
            <w:rStyle w:val="Hyperlink"/>
            <w:noProof/>
          </w:rPr>
          <w:t>2.5.1.3</w:t>
        </w:r>
        <w:r w:rsidR="00872507">
          <w:rPr>
            <w:rFonts w:asciiTheme="minorHAnsi" w:eastAsiaTheme="minorEastAsia" w:hAnsiTheme="minorHAnsi" w:cstheme="minorBidi"/>
            <w:noProof/>
            <w:sz w:val="22"/>
            <w:szCs w:val="22"/>
          </w:rPr>
          <w:tab/>
        </w:r>
        <w:r w:rsidR="00872507" w:rsidRPr="002E7701">
          <w:rPr>
            <w:rStyle w:val="Hyperlink"/>
            <w:noProof/>
          </w:rPr>
          <w:t>Round Indicator (EVENTRN)</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_Toc72756889 \h </w:instrText>
        </w:r>
        <w:r w:rsidR="00872507">
          <w:rPr>
            <w:noProof/>
            <w:webHidden/>
          </w:rPr>
        </w:r>
        <w:r w:rsidR="00872507">
          <w:rPr>
            <w:noProof/>
            <w:webHidden/>
          </w:rPr>
          <w:fldChar w:fldCharType="separate"/>
        </w:r>
        <w:r w:rsidR="00872507">
          <w:rPr>
            <w:noProof/>
            <w:webHidden/>
          </w:rPr>
          <w:t>7</w:t>
        </w:r>
        <w:r w:rsidR="00872507">
          <w:rPr>
            <w:noProof/>
            <w:webHidden/>
          </w:rPr>
          <w:fldChar w:fldCharType="end"/>
        </w:r>
      </w:hyperlink>
    </w:p>
    <w:p w:rsidR="00872507" w:rsidRDefault="001368EF" w:rsidP="00815304">
      <w:pPr>
        <w:pStyle w:val="TOC5"/>
        <w:ind w:left="4781" w:right="1080" w:hanging="907"/>
        <w:contextualSpacing/>
        <w:rPr>
          <w:rFonts w:asciiTheme="minorHAnsi" w:eastAsiaTheme="minorEastAsia" w:hAnsiTheme="minorHAnsi" w:cstheme="minorBidi"/>
          <w:noProof/>
          <w:sz w:val="22"/>
          <w:szCs w:val="22"/>
        </w:rPr>
      </w:pPr>
      <w:hyperlink w:anchor="_Toc72756890" w:history="1">
        <w:r w:rsidR="00872507" w:rsidRPr="002E7701">
          <w:rPr>
            <w:rStyle w:val="Hyperlink"/>
            <w:noProof/>
          </w:rPr>
          <w:t>2.5.1.4</w:t>
        </w:r>
        <w:r w:rsidR="00872507">
          <w:rPr>
            <w:rFonts w:asciiTheme="minorHAnsi" w:eastAsiaTheme="minorEastAsia" w:hAnsiTheme="minorHAnsi" w:cstheme="minorBidi"/>
            <w:noProof/>
            <w:sz w:val="22"/>
            <w:szCs w:val="22"/>
          </w:rPr>
          <w:tab/>
        </w:r>
        <w:r w:rsidR="00872507" w:rsidRPr="002E7701">
          <w:rPr>
            <w:rStyle w:val="Hyperlink"/>
            <w:noProof/>
          </w:rPr>
          <w:t>Panel Indicator (PANEL)</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_Toc72756890 \h </w:instrText>
        </w:r>
        <w:r w:rsidR="00872507">
          <w:rPr>
            <w:noProof/>
            <w:webHidden/>
          </w:rPr>
        </w:r>
        <w:r w:rsidR="00872507">
          <w:rPr>
            <w:noProof/>
            <w:webHidden/>
          </w:rPr>
          <w:fldChar w:fldCharType="separate"/>
        </w:r>
        <w:r w:rsidR="00872507">
          <w:rPr>
            <w:noProof/>
            <w:webHidden/>
          </w:rPr>
          <w:t>7</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891" w:history="1">
        <w:r w:rsidR="00872507" w:rsidRPr="002E7701">
          <w:rPr>
            <w:rStyle w:val="Hyperlink"/>
            <w:noProof/>
          </w:rPr>
          <w:t>2.5.2</w:t>
        </w:r>
        <w:r w:rsidR="00872507">
          <w:rPr>
            <w:rFonts w:asciiTheme="minorHAnsi" w:eastAsiaTheme="minorEastAsia" w:hAnsiTheme="minorHAnsi" w:cstheme="minorBidi"/>
            <w:noProof/>
            <w:sz w:val="22"/>
            <w:szCs w:val="22"/>
          </w:rPr>
          <w:tab/>
        </w:r>
        <w:r w:rsidR="00872507" w:rsidRPr="002E7701">
          <w:rPr>
            <w:rStyle w:val="Hyperlink"/>
            <w:noProof/>
          </w:rPr>
          <w:t>MPC Data Indicator (MPCDATA)</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_Toc72756891 \h </w:instrText>
        </w:r>
        <w:r w:rsidR="00872507">
          <w:rPr>
            <w:noProof/>
            <w:webHidden/>
          </w:rPr>
        </w:r>
        <w:r w:rsidR="00872507">
          <w:rPr>
            <w:noProof/>
            <w:webHidden/>
          </w:rPr>
          <w:fldChar w:fldCharType="separate"/>
        </w:r>
        <w:r w:rsidR="00872507">
          <w:rPr>
            <w:noProof/>
            <w:webHidden/>
          </w:rPr>
          <w:t>7</w:t>
        </w:r>
        <w:r w:rsidR="00872507">
          <w:rPr>
            <w:noProof/>
            <w:webHidden/>
          </w:rPr>
          <w:fldChar w:fldCharType="end"/>
        </w:r>
      </w:hyperlink>
    </w:p>
    <w:p w:rsidR="00872507" w:rsidRDefault="001368EF" w:rsidP="00815304">
      <w:pPr>
        <w:pStyle w:val="TOC4"/>
        <w:ind w:right="1080"/>
        <w:rPr>
          <w:rFonts w:asciiTheme="minorHAnsi" w:eastAsiaTheme="minorEastAsia" w:hAnsiTheme="minorHAnsi" w:cstheme="minorBidi"/>
          <w:noProof/>
          <w:sz w:val="22"/>
          <w:szCs w:val="22"/>
        </w:rPr>
      </w:pPr>
      <w:hyperlink w:anchor="_Toc72756892" w:history="1">
        <w:r w:rsidR="00872507" w:rsidRPr="002E7701">
          <w:rPr>
            <w:rStyle w:val="Hyperlink"/>
            <w:noProof/>
          </w:rPr>
          <w:t>2.5.3</w:t>
        </w:r>
        <w:r w:rsidR="00872507">
          <w:rPr>
            <w:rFonts w:asciiTheme="minorHAnsi" w:eastAsiaTheme="minorEastAsia" w:hAnsiTheme="minorHAnsi" w:cstheme="minorBidi"/>
            <w:noProof/>
            <w:sz w:val="22"/>
            <w:szCs w:val="22"/>
          </w:rPr>
          <w:tab/>
        </w:r>
        <w:r w:rsidR="00872507" w:rsidRPr="002E7701">
          <w:rPr>
            <w:rStyle w:val="Hyperlink"/>
            <w:noProof/>
          </w:rPr>
          <w:t>Emergency Room Visit Event Variables</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_Toc72756892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893" w:history="1">
        <w:r w:rsidR="00872507" w:rsidRPr="002E7701">
          <w:rPr>
            <w:rStyle w:val="Hyperlink"/>
            <w:noProof/>
          </w:rPr>
          <w:t>2.5.3.1</w:t>
        </w:r>
        <w:r w:rsidR="00872507">
          <w:rPr>
            <w:rFonts w:asciiTheme="minorHAnsi" w:eastAsiaTheme="minorEastAsia" w:hAnsiTheme="minorHAnsi" w:cstheme="minorBidi"/>
            <w:noProof/>
            <w:sz w:val="22"/>
            <w:szCs w:val="22"/>
          </w:rPr>
          <w:tab/>
        </w:r>
        <w:r w:rsidR="00872507" w:rsidRPr="002E7701">
          <w:rPr>
            <w:rStyle w:val="Hyperlink"/>
            <w:noProof/>
          </w:rPr>
          <w:t>Visit Details (ERDATEYR-VSTRELCN)</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_Toc72756893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7F1656" w:rsidRDefault="007F1656" w:rsidP="00DB0C87">
      <w:pPr>
        <w:pStyle w:val="TOC5"/>
        <w:ind w:left="4781" w:hanging="907"/>
        <w:contextualSpacing/>
        <w:rPr>
          <w:rStyle w:val="Hyperlink"/>
          <w:noProof/>
        </w:rPr>
      </w:pPr>
    </w:p>
    <w:p w:rsidR="007F1656" w:rsidRPr="00C76538" w:rsidRDefault="007F1656" w:rsidP="007F1656">
      <w:pPr>
        <w:pStyle w:val="TC-TableofContentsHeading"/>
        <w:rPr>
          <w:noProof/>
          <w:sz w:val="24"/>
          <w:szCs w:val="24"/>
        </w:rPr>
      </w:pPr>
      <w:r w:rsidRPr="00C76538">
        <w:rPr>
          <w:noProof/>
          <w:sz w:val="24"/>
          <w:szCs w:val="24"/>
        </w:rPr>
        <w:t>Contents (continued)</w:t>
      </w:r>
    </w:p>
    <w:p w:rsidR="007F1656" w:rsidRPr="00C76538" w:rsidRDefault="007F1656" w:rsidP="007F1656">
      <w:pPr>
        <w:pStyle w:val="T0-ChapPgHd"/>
        <w:rPr>
          <w:noProof/>
        </w:rPr>
      </w:pPr>
      <w:r w:rsidRPr="00C76538">
        <w:rPr>
          <w:noProof/>
        </w:rPr>
        <w:t>Section</w:t>
      </w:r>
      <w:r w:rsidRPr="00C76538">
        <w:rPr>
          <w:noProof/>
        </w:rPr>
        <w:tab/>
        <w:t>Page</w:t>
      </w:r>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894" w:history="1">
        <w:r w:rsidR="00872507" w:rsidRPr="002E7701">
          <w:rPr>
            <w:rStyle w:val="Hyperlink"/>
            <w:noProof/>
          </w:rPr>
          <w:t>2.5.3.2</w:t>
        </w:r>
        <w:r w:rsidR="00872507">
          <w:rPr>
            <w:rFonts w:asciiTheme="minorHAnsi" w:eastAsiaTheme="minorEastAsia" w:hAnsiTheme="minorHAnsi" w:cstheme="minorBidi"/>
            <w:noProof/>
            <w:sz w:val="22"/>
            <w:szCs w:val="22"/>
          </w:rPr>
          <w:tab/>
        </w:r>
        <w:r w:rsidR="00872507" w:rsidRPr="002E7701">
          <w:rPr>
            <w:rStyle w:val="Hyperlink"/>
            <w:noProof/>
          </w:rPr>
          <w:t>Services, Procedures, and Prescription Medicines (LABTEST_M18-MEDPRESC)</w:t>
        </w:r>
        <w:r w:rsidR="00872507">
          <w:rPr>
            <w:noProof/>
            <w:webHidden/>
          </w:rPr>
          <w:tab/>
        </w:r>
        <w:r w:rsidR="00212BCE">
          <w:rPr>
            <w:noProof/>
            <w:webHidden/>
          </w:rPr>
          <w:tab/>
        </w:r>
        <w:r w:rsidR="00212BCE" w:rsidRPr="00212BCE">
          <w:rPr>
            <w:noProof/>
          </w:rPr>
          <w:t>C-</w:t>
        </w:r>
        <w:r w:rsidR="00872507">
          <w:rPr>
            <w:noProof/>
            <w:webHidden/>
          </w:rPr>
          <w:fldChar w:fldCharType="begin"/>
        </w:r>
        <w:r w:rsidR="00872507">
          <w:rPr>
            <w:noProof/>
            <w:webHidden/>
          </w:rPr>
          <w:instrText xml:space="preserve"> PAGEREF _Toc72756894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872507" w:rsidRDefault="001368EF" w:rsidP="00815304">
      <w:pPr>
        <w:pStyle w:val="TOC4"/>
        <w:ind w:right="1080"/>
        <w:rPr>
          <w:rFonts w:asciiTheme="minorHAnsi" w:eastAsiaTheme="minorEastAsia" w:hAnsiTheme="minorHAnsi" w:cstheme="minorBidi"/>
          <w:noProof/>
          <w:sz w:val="22"/>
          <w:szCs w:val="22"/>
        </w:rPr>
      </w:pPr>
      <w:hyperlink w:anchor="_Toc72756895" w:history="1">
        <w:r w:rsidR="00872507" w:rsidRPr="002E7701">
          <w:rPr>
            <w:rStyle w:val="Hyperlink"/>
            <w:noProof/>
          </w:rPr>
          <w:t>2.5.4</w:t>
        </w:r>
        <w:r w:rsidR="00872507">
          <w:rPr>
            <w:rFonts w:asciiTheme="minorHAnsi" w:eastAsiaTheme="minorEastAsia" w:hAnsiTheme="minorHAnsi" w:cstheme="minorBidi"/>
            <w:noProof/>
            <w:sz w:val="22"/>
            <w:szCs w:val="22"/>
          </w:rPr>
          <w:tab/>
        </w:r>
        <w:r w:rsidR="00872507" w:rsidRPr="002E7701">
          <w:rPr>
            <w:rStyle w:val="Hyperlink"/>
            <w:noProof/>
          </w:rPr>
          <w:t>Clinical Classification Software Refined</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_Toc72756895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872507" w:rsidRDefault="001368EF" w:rsidP="00815304">
      <w:pPr>
        <w:pStyle w:val="TOC4"/>
        <w:ind w:right="1080"/>
        <w:rPr>
          <w:rFonts w:asciiTheme="minorHAnsi" w:eastAsiaTheme="minorEastAsia" w:hAnsiTheme="minorHAnsi" w:cstheme="minorBidi"/>
          <w:noProof/>
          <w:sz w:val="22"/>
          <w:szCs w:val="22"/>
        </w:rPr>
      </w:pPr>
      <w:hyperlink w:anchor="_Toc72756896" w:history="1">
        <w:r w:rsidR="00872507" w:rsidRPr="002E7701">
          <w:rPr>
            <w:rStyle w:val="Hyperlink"/>
            <w:noProof/>
          </w:rPr>
          <w:t>2.5.5</w:t>
        </w:r>
        <w:r w:rsidR="00872507">
          <w:rPr>
            <w:rFonts w:asciiTheme="minorHAnsi" w:eastAsiaTheme="minorEastAsia" w:hAnsiTheme="minorHAnsi" w:cstheme="minorBidi"/>
            <w:noProof/>
            <w:sz w:val="22"/>
            <w:szCs w:val="22"/>
          </w:rPr>
          <w:tab/>
        </w:r>
        <w:r w:rsidR="00872507" w:rsidRPr="002E7701">
          <w:rPr>
            <w:rStyle w:val="Hyperlink"/>
            <w:noProof/>
          </w:rPr>
          <w:t>Flat Fee Variables (FFEEIDX, FFERTYPE, FFBEF19, FFTOT20)</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_Toc72756896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897" w:history="1">
        <w:r w:rsidR="00872507" w:rsidRPr="002E7701">
          <w:rPr>
            <w:rStyle w:val="Hyperlink"/>
            <w:noProof/>
          </w:rPr>
          <w:t>2.5.5.1</w:t>
        </w:r>
        <w:r w:rsidR="00872507">
          <w:rPr>
            <w:rFonts w:asciiTheme="minorHAnsi" w:eastAsiaTheme="minorEastAsia" w:hAnsiTheme="minorHAnsi" w:cstheme="minorBidi"/>
            <w:noProof/>
            <w:sz w:val="22"/>
            <w:szCs w:val="22"/>
          </w:rPr>
          <w:tab/>
        </w:r>
        <w:r w:rsidR="00872507" w:rsidRPr="002E7701">
          <w:rPr>
            <w:rStyle w:val="Hyperlink"/>
            <w:noProof/>
          </w:rPr>
          <w:t>Definition of Flat Fee Payments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_Toc72756897 \h </w:instrText>
        </w:r>
        <w:r w:rsidR="00872507">
          <w:rPr>
            <w:noProof/>
            <w:webHidden/>
          </w:rPr>
        </w:r>
        <w:r w:rsidR="00872507">
          <w:rPr>
            <w:noProof/>
            <w:webHidden/>
          </w:rPr>
          <w:fldChar w:fldCharType="separate"/>
        </w:r>
        <w:r w:rsidR="00872507">
          <w:rPr>
            <w:noProof/>
            <w:webHidden/>
          </w:rPr>
          <w:t>8</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898" w:history="1">
        <w:r w:rsidR="00872507" w:rsidRPr="002E7701">
          <w:rPr>
            <w:rStyle w:val="Hyperlink"/>
            <w:noProof/>
          </w:rPr>
          <w:t>2.5.5.2</w:t>
        </w:r>
        <w:r w:rsidR="00872507">
          <w:rPr>
            <w:rFonts w:asciiTheme="minorHAnsi" w:eastAsiaTheme="minorEastAsia" w:hAnsiTheme="minorHAnsi" w:cstheme="minorBidi"/>
            <w:noProof/>
            <w:sz w:val="22"/>
            <w:szCs w:val="22"/>
          </w:rPr>
          <w:tab/>
        </w:r>
        <w:r w:rsidR="00872507" w:rsidRPr="002E7701">
          <w:rPr>
            <w:rStyle w:val="Hyperlink"/>
            <w:noProof/>
          </w:rPr>
          <w:t>Flat Fee Variable Descriptions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_Toc72756898 \h </w:instrText>
        </w:r>
        <w:r w:rsidR="00872507">
          <w:rPr>
            <w:noProof/>
            <w:webHidden/>
          </w:rPr>
        </w:r>
        <w:r w:rsidR="00872507">
          <w:rPr>
            <w:noProof/>
            <w:webHidden/>
          </w:rPr>
          <w:fldChar w:fldCharType="separate"/>
        </w:r>
        <w:r w:rsidR="00872507">
          <w:rPr>
            <w:noProof/>
            <w:webHidden/>
          </w:rPr>
          <w:t>9</w:t>
        </w:r>
        <w:r w:rsidR="00872507">
          <w:rPr>
            <w:noProof/>
            <w:webHidden/>
          </w:rPr>
          <w:fldChar w:fldCharType="end"/>
        </w:r>
      </w:hyperlink>
    </w:p>
    <w:p w:rsidR="00872507" w:rsidRDefault="001368EF" w:rsidP="005F2D6C">
      <w:pPr>
        <w:pStyle w:val="TOC5"/>
        <w:ind w:left="4781" w:hanging="907"/>
        <w:contextualSpacing/>
        <w:rPr>
          <w:rFonts w:asciiTheme="minorHAnsi" w:eastAsiaTheme="minorEastAsia" w:hAnsiTheme="minorHAnsi" w:cstheme="minorBidi"/>
          <w:noProof/>
          <w:sz w:val="22"/>
          <w:szCs w:val="22"/>
        </w:rPr>
      </w:pPr>
      <w:hyperlink w:anchor="_Toc72756899" w:history="1">
        <w:r w:rsidR="00872507" w:rsidRPr="002E7701">
          <w:rPr>
            <w:rStyle w:val="Hyperlink"/>
            <w:noProof/>
          </w:rPr>
          <w:t>2.5.5.3</w:t>
        </w:r>
        <w:r w:rsidR="00872507">
          <w:rPr>
            <w:rFonts w:asciiTheme="minorHAnsi" w:eastAsiaTheme="minorEastAsia" w:hAnsiTheme="minorHAnsi" w:cstheme="minorBidi"/>
            <w:noProof/>
            <w:sz w:val="22"/>
            <w:szCs w:val="22"/>
          </w:rPr>
          <w:tab/>
        </w:r>
        <w:r w:rsidR="00872507" w:rsidRPr="002E7701">
          <w:rPr>
            <w:rStyle w:val="Hyperlink"/>
            <w:noProof/>
          </w:rPr>
          <w:t>Caveats of Flat Fee Groups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_Toc72756899 \h </w:instrText>
        </w:r>
        <w:r w:rsidR="00872507">
          <w:rPr>
            <w:noProof/>
            <w:webHidden/>
          </w:rPr>
        </w:r>
        <w:r w:rsidR="00872507">
          <w:rPr>
            <w:noProof/>
            <w:webHidden/>
          </w:rPr>
          <w:fldChar w:fldCharType="separate"/>
        </w:r>
        <w:r w:rsidR="00872507">
          <w:rPr>
            <w:noProof/>
            <w:webHidden/>
          </w:rPr>
          <w:t>9</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900" w:history="1">
        <w:r w:rsidR="00872507" w:rsidRPr="002E7701">
          <w:rPr>
            <w:rStyle w:val="Hyperlink"/>
            <w:noProof/>
          </w:rPr>
          <w:t>2.5.6</w:t>
        </w:r>
        <w:r w:rsidR="00872507">
          <w:rPr>
            <w:rFonts w:asciiTheme="minorHAnsi" w:eastAsiaTheme="minorEastAsia" w:hAnsiTheme="minorHAnsi" w:cstheme="minorBidi"/>
            <w:noProof/>
            <w:sz w:val="22"/>
            <w:szCs w:val="22"/>
          </w:rPr>
          <w:tab/>
        </w:r>
        <w:r w:rsidR="00872507" w:rsidRPr="002E7701">
          <w:rPr>
            <w:rStyle w:val="Hyperlink"/>
            <w:noProof/>
          </w:rPr>
          <w:t>Expenditure Data</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_Toc72756900 \h </w:instrText>
        </w:r>
        <w:r w:rsidR="00872507">
          <w:rPr>
            <w:noProof/>
            <w:webHidden/>
          </w:rPr>
        </w:r>
        <w:r w:rsidR="00872507">
          <w:rPr>
            <w:noProof/>
            <w:webHidden/>
          </w:rPr>
          <w:fldChar w:fldCharType="separate"/>
        </w:r>
        <w:r w:rsidR="00872507">
          <w:rPr>
            <w:noProof/>
            <w:webHidden/>
          </w:rPr>
          <w:t>10</w:t>
        </w:r>
        <w:r w:rsidR="00872507">
          <w:rPr>
            <w:noProof/>
            <w:webHidden/>
          </w:rPr>
          <w:fldChar w:fldCharType="end"/>
        </w:r>
      </w:hyperlink>
    </w:p>
    <w:p w:rsidR="00872507" w:rsidRDefault="001368EF" w:rsidP="00815304">
      <w:pPr>
        <w:pStyle w:val="TOC5"/>
        <w:ind w:left="4781" w:right="1080" w:hanging="907"/>
        <w:contextualSpacing/>
        <w:rPr>
          <w:rFonts w:asciiTheme="minorHAnsi" w:eastAsiaTheme="minorEastAsia" w:hAnsiTheme="minorHAnsi" w:cstheme="minorBidi"/>
          <w:noProof/>
          <w:sz w:val="22"/>
          <w:szCs w:val="22"/>
        </w:rPr>
      </w:pPr>
      <w:hyperlink w:anchor="_Toc72756901" w:history="1">
        <w:r w:rsidR="00872507" w:rsidRPr="002E7701">
          <w:rPr>
            <w:rStyle w:val="Hyperlink"/>
            <w:noProof/>
          </w:rPr>
          <w:t>2.5.6.1</w:t>
        </w:r>
        <w:r w:rsidR="00872507">
          <w:rPr>
            <w:rFonts w:asciiTheme="minorHAnsi" w:eastAsiaTheme="minorEastAsia" w:hAnsiTheme="minorHAnsi" w:cstheme="minorBidi"/>
            <w:noProof/>
            <w:sz w:val="22"/>
            <w:szCs w:val="22"/>
          </w:rPr>
          <w:tab/>
        </w:r>
        <w:r w:rsidR="00872507" w:rsidRPr="002E7701">
          <w:rPr>
            <w:rStyle w:val="Hyperlink"/>
            <w:noProof/>
          </w:rPr>
          <w:t>Definition of Expenditures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_Toc72756901 \h </w:instrText>
        </w:r>
        <w:r w:rsidR="00872507">
          <w:rPr>
            <w:noProof/>
            <w:webHidden/>
          </w:rPr>
        </w:r>
        <w:r w:rsidR="00872507">
          <w:rPr>
            <w:noProof/>
            <w:webHidden/>
          </w:rPr>
          <w:fldChar w:fldCharType="separate"/>
        </w:r>
        <w:r w:rsidR="00872507">
          <w:rPr>
            <w:noProof/>
            <w:webHidden/>
          </w:rPr>
          <w:t>10</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902" w:history="1">
        <w:r w:rsidR="00872507" w:rsidRPr="002E7701">
          <w:rPr>
            <w:rStyle w:val="Hyperlink"/>
            <w:noProof/>
          </w:rPr>
          <w:t>2.5.6.2</w:t>
        </w:r>
        <w:r w:rsidR="00872507">
          <w:rPr>
            <w:rFonts w:asciiTheme="minorHAnsi" w:eastAsiaTheme="minorEastAsia" w:hAnsiTheme="minorHAnsi" w:cstheme="minorBidi"/>
            <w:noProof/>
            <w:sz w:val="22"/>
            <w:szCs w:val="22"/>
          </w:rPr>
          <w:tab/>
        </w:r>
        <w:r w:rsidR="00872507" w:rsidRPr="002E7701">
          <w:rPr>
            <w:rStyle w:val="Hyperlink"/>
            <w:noProof/>
          </w:rPr>
          <w:t>Data Editing and Imputation Methodologies of Expenditure Variables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_Toc72756902 \h </w:instrText>
        </w:r>
        <w:r w:rsidR="00872507">
          <w:rPr>
            <w:noProof/>
            <w:webHidden/>
          </w:rPr>
        </w:r>
        <w:r w:rsidR="00872507">
          <w:rPr>
            <w:noProof/>
            <w:webHidden/>
          </w:rPr>
          <w:fldChar w:fldCharType="separate"/>
        </w:r>
        <w:r w:rsidR="00872507">
          <w:rPr>
            <w:noProof/>
            <w:webHidden/>
          </w:rPr>
          <w:t>11</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903" w:history="1">
        <w:r w:rsidR="00872507" w:rsidRPr="002E7701">
          <w:rPr>
            <w:rStyle w:val="Hyperlink"/>
            <w:noProof/>
          </w:rPr>
          <w:t>2.5.6.3</w:t>
        </w:r>
        <w:r w:rsidR="00872507">
          <w:rPr>
            <w:rFonts w:asciiTheme="minorHAnsi" w:eastAsiaTheme="minorEastAsia" w:hAnsiTheme="minorHAnsi" w:cstheme="minorBidi"/>
            <w:noProof/>
            <w:sz w:val="22"/>
            <w:szCs w:val="22"/>
          </w:rPr>
          <w:tab/>
        </w:r>
        <w:r w:rsidR="00872507" w:rsidRPr="002E7701">
          <w:rPr>
            <w:rStyle w:val="Hyperlink"/>
            <w:noProof/>
          </w:rPr>
          <w:t>Imputation Flag (IMPFLAG)</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_Toc72756903 \h </w:instrText>
        </w:r>
        <w:r w:rsidR="00872507">
          <w:rPr>
            <w:noProof/>
            <w:webHidden/>
          </w:rPr>
        </w:r>
        <w:r w:rsidR="00872507">
          <w:rPr>
            <w:noProof/>
            <w:webHidden/>
          </w:rPr>
          <w:fldChar w:fldCharType="separate"/>
        </w:r>
        <w:r w:rsidR="00872507">
          <w:rPr>
            <w:noProof/>
            <w:webHidden/>
          </w:rPr>
          <w:t>13</w:t>
        </w:r>
        <w:r w:rsidR="00872507">
          <w:rPr>
            <w:noProof/>
            <w:webHidden/>
          </w:rPr>
          <w:fldChar w:fldCharType="end"/>
        </w:r>
      </w:hyperlink>
    </w:p>
    <w:p w:rsidR="00872507" w:rsidRDefault="001368EF" w:rsidP="005F2D6C">
      <w:pPr>
        <w:pStyle w:val="TOC5"/>
        <w:ind w:left="4781" w:hanging="907"/>
        <w:contextualSpacing/>
        <w:rPr>
          <w:rFonts w:asciiTheme="minorHAnsi" w:eastAsiaTheme="minorEastAsia" w:hAnsiTheme="minorHAnsi" w:cstheme="minorBidi"/>
          <w:noProof/>
          <w:sz w:val="22"/>
          <w:szCs w:val="22"/>
        </w:rPr>
      </w:pPr>
      <w:hyperlink w:anchor="_Toc72756904" w:history="1">
        <w:r w:rsidR="00872507" w:rsidRPr="002E7701">
          <w:rPr>
            <w:rStyle w:val="Hyperlink"/>
            <w:noProof/>
          </w:rPr>
          <w:t>2.5.6.4</w:t>
        </w:r>
        <w:r w:rsidR="00872507">
          <w:rPr>
            <w:rFonts w:asciiTheme="minorHAnsi" w:eastAsiaTheme="minorEastAsia" w:hAnsiTheme="minorHAnsi" w:cstheme="minorBidi"/>
            <w:noProof/>
            <w:sz w:val="22"/>
            <w:szCs w:val="22"/>
          </w:rPr>
          <w:tab/>
        </w:r>
        <w:r w:rsidR="00872507" w:rsidRPr="002E7701">
          <w:rPr>
            <w:rStyle w:val="Hyperlink"/>
            <w:noProof/>
          </w:rPr>
          <w:t>Flat Fee Expenditures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_Toc72756904 \h </w:instrText>
        </w:r>
        <w:r w:rsidR="00872507">
          <w:rPr>
            <w:noProof/>
            <w:webHidden/>
          </w:rPr>
        </w:r>
        <w:r w:rsidR="00872507">
          <w:rPr>
            <w:noProof/>
            <w:webHidden/>
          </w:rPr>
          <w:fldChar w:fldCharType="separate"/>
        </w:r>
        <w:r w:rsidR="00872507">
          <w:rPr>
            <w:noProof/>
            <w:webHidden/>
          </w:rPr>
          <w:t>13</w:t>
        </w:r>
        <w:r w:rsidR="00872507">
          <w:rPr>
            <w:noProof/>
            <w:webHidden/>
          </w:rPr>
          <w:fldChar w:fldCharType="end"/>
        </w:r>
      </w:hyperlink>
    </w:p>
    <w:p w:rsidR="00872507" w:rsidRDefault="001368EF" w:rsidP="005F2D6C">
      <w:pPr>
        <w:pStyle w:val="TOC5"/>
        <w:ind w:left="4781" w:hanging="907"/>
        <w:contextualSpacing/>
        <w:rPr>
          <w:rFonts w:asciiTheme="minorHAnsi" w:eastAsiaTheme="minorEastAsia" w:hAnsiTheme="minorHAnsi" w:cstheme="minorBidi"/>
          <w:noProof/>
          <w:sz w:val="22"/>
          <w:szCs w:val="22"/>
        </w:rPr>
      </w:pPr>
      <w:hyperlink w:anchor="_Toc72756905" w:history="1">
        <w:r w:rsidR="00872507" w:rsidRPr="002E7701">
          <w:rPr>
            <w:rStyle w:val="Hyperlink"/>
            <w:noProof/>
          </w:rPr>
          <w:t>2.5.6.5</w:t>
        </w:r>
        <w:r w:rsidR="00872507">
          <w:rPr>
            <w:rFonts w:asciiTheme="minorHAnsi" w:eastAsiaTheme="minorEastAsia" w:hAnsiTheme="minorHAnsi" w:cstheme="minorBidi"/>
            <w:noProof/>
            <w:sz w:val="22"/>
            <w:szCs w:val="22"/>
          </w:rPr>
          <w:tab/>
        </w:r>
        <w:r w:rsidR="00872507" w:rsidRPr="002E7701">
          <w:rPr>
            <w:rStyle w:val="Hyperlink"/>
            <w:noProof/>
          </w:rPr>
          <w:t>Zero Expenditures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_Toc72756905 \h </w:instrText>
        </w:r>
        <w:r w:rsidR="00872507">
          <w:rPr>
            <w:noProof/>
            <w:webHidden/>
          </w:rPr>
        </w:r>
        <w:r w:rsidR="00872507">
          <w:rPr>
            <w:noProof/>
            <w:webHidden/>
          </w:rPr>
          <w:fldChar w:fldCharType="separate"/>
        </w:r>
        <w:r w:rsidR="00872507">
          <w:rPr>
            <w:noProof/>
            <w:webHidden/>
          </w:rPr>
          <w:t>13</w:t>
        </w:r>
        <w:r w:rsidR="00872507">
          <w:rPr>
            <w:noProof/>
            <w:webHidden/>
          </w:rPr>
          <w:fldChar w:fldCharType="end"/>
        </w:r>
      </w:hyperlink>
    </w:p>
    <w:p w:rsidR="00872507" w:rsidRDefault="001368EF" w:rsidP="005F2D6C">
      <w:pPr>
        <w:pStyle w:val="TOC5"/>
        <w:ind w:left="4781" w:hanging="907"/>
        <w:contextualSpacing/>
        <w:rPr>
          <w:rFonts w:asciiTheme="minorHAnsi" w:eastAsiaTheme="minorEastAsia" w:hAnsiTheme="minorHAnsi" w:cstheme="minorBidi"/>
          <w:noProof/>
          <w:sz w:val="22"/>
          <w:szCs w:val="22"/>
        </w:rPr>
      </w:pPr>
      <w:hyperlink w:anchor="_Toc72756906" w:history="1">
        <w:r w:rsidR="00872507" w:rsidRPr="002E7701">
          <w:rPr>
            <w:rStyle w:val="Hyperlink"/>
            <w:noProof/>
          </w:rPr>
          <w:t>2.5.6.6</w:t>
        </w:r>
        <w:r w:rsidR="00872507">
          <w:rPr>
            <w:rFonts w:asciiTheme="minorHAnsi" w:eastAsiaTheme="minorEastAsia" w:hAnsiTheme="minorHAnsi" w:cstheme="minorBidi"/>
            <w:noProof/>
            <w:sz w:val="22"/>
            <w:szCs w:val="22"/>
          </w:rPr>
          <w:tab/>
        </w:r>
        <w:r w:rsidR="00872507" w:rsidRPr="002E7701">
          <w:rPr>
            <w:rStyle w:val="Hyperlink"/>
            <w:noProof/>
          </w:rPr>
          <w:t>Discount Adjustment Factor</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_Toc72756906 \h </w:instrText>
        </w:r>
        <w:r w:rsidR="00872507">
          <w:rPr>
            <w:noProof/>
            <w:webHidden/>
          </w:rPr>
        </w:r>
        <w:r w:rsidR="00872507">
          <w:rPr>
            <w:noProof/>
            <w:webHidden/>
          </w:rPr>
          <w:fldChar w:fldCharType="separate"/>
        </w:r>
        <w:r w:rsidR="00872507">
          <w:rPr>
            <w:noProof/>
            <w:webHidden/>
          </w:rPr>
          <w:t>13</w:t>
        </w:r>
        <w:r w:rsidR="00872507">
          <w:rPr>
            <w:noProof/>
            <w:webHidden/>
          </w:rPr>
          <w:fldChar w:fldCharType="end"/>
        </w:r>
      </w:hyperlink>
    </w:p>
    <w:p w:rsidR="00872507" w:rsidRDefault="001368EF" w:rsidP="00815304">
      <w:pPr>
        <w:pStyle w:val="TOC5"/>
        <w:ind w:left="4781" w:right="1080" w:hanging="907"/>
        <w:contextualSpacing/>
        <w:rPr>
          <w:rFonts w:asciiTheme="minorHAnsi" w:eastAsiaTheme="minorEastAsia" w:hAnsiTheme="minorHAnsi" w:cstheme="minorBidi"/>
          <w:noProof/>
          <w:sz w:val="22"/>
          <w:szCs w:val="22"/>
        </w:rPr>
      </w:pPr>
      <w:hyperlink w:anchor="_Toc72756907" w:history="1">
        <w:r w:rsidR="00872507" w:rsidRPr="002E7701">
          <w:rPr>
            <w:rStyle w:val="Hyperlink"/>
            <w:noProof/>
          </w:rPr>
          <w:t>2.5.6.7</w:t>
        </w:r>
        <w:r w:rsidR="00872507">
          <w:rPr>
            <w:rFonts w:asciiTheme="minorHAnsi" w:eastAsiaTheme="minorEastAsia" w:hAnsiTheme="minorHAnsi" w:cstheme="minorBidi"/>
            <w:noProof/>
            <w:sz w:val="22"/>
            <w:szCs w:val="22"/>
          </w:rPr>
          <w:tab/>
        </w:r>
        <w:r w:rsidR="00872507" w:rsidRPr="002E7701">
          <w:rPr>
            <w:rStyle w:val="Hyperlink"/>
            <w:noProof/>
          </w:rPr>
          <w:t>Emergency Room/Hospital Inpatient Stay Expenditures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_Toc72756907 \h </w:instrText>
        </w:r>
        <w:r w:rsidR="00872507">
          <w:rPr>
            <w:noProof/>
            <w:webHidden/>
          </w:rPr>
        </w:r>
        <w:r w:rsidR="00872507">
          <w:rPr>
            <w:noProof/>
            <w:webHidden/>
          </w:rPr>
          <w:fldChar w:fldCharType="separate"/>
        </w:r>
        <w:r w:rsidR="00872507">
          <w:rPr>
            <w:noProof/>
            <w:webHidden/>
          </w:rPr>
          <w:t>14</w:t>
        </w:r>
        <w:r w:rsidR="00872507">
          <w:rPr>
            <w:noProof/>
            <w:webHidden/>
          </w:rPr>
          <w:fldChar w:fldCharType="end"/>
        </w:r>
      </w:hyperlink>
    </w:p>
    <w:p w:rsidR="00872507" w:rsidRDefault="001368EF" w:rsidP="005F2D6C">
      <w:pPr>
        <w:pStyle w:val="TOC5"/>
        <w:ind w:left="4781" w:hanging="907"/>
        <w:contextualSpacing/>
        <w:rPr>
          <w:rFonts w:asciiTheme="minorHAnsi" w:eastAsiaTheme="minorEastAsia" w:hAnsiTheme="minorHAnsi" w:cstheme="minorBidi"/>
          <w:noProof/>
          <w:sz w:val="22"/>
          <w:szCs w:val="22"/>
        </w:rPr>
      </w:pPr>
      <w:hyperlink w:anchor="_Toc72756908" w:history="1">
        <w:r w:rsidR="00872507" w:rsidRPr="002E7701">
          <w:rPr>
            <w:rStyle w:val="Hyperlink"/>
            <w:noProof/>
          </w:rPr>
          <w:t>2.5.6.8</w:t>
        </w:r>
        <w:r w:rsidR="00872507">
          <w:rPr>
            <w:rFonts w:asciiTheme="minorHAnsi" w:eastAsiaTheme="minorEastAsia" w:hAnsiTheme="minorHAnsi" w:cstheme="minorBidi"/>
            <w:noProof/>
            <w:sz w:val="22"/>
            <w:szCs w:val="22"/>
          </w:rPr>
          <w:tab/>
        </w:r>
        <w:r w:rsidR="00872507" w:rsidRPr="002E7701">
          <w:rPr>
            <w:rStyle w:val="Hyperlink"/>
            <w:noProof/>
          </w:rPr>
          <w:t>Sources of Payment</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_Toc72756908 \h </w:instrText>
        </w:r>
        <w:r w:rsidR="00872507">
          <w:rPr>
            <w:noProof/>
            <w:webHidden/>
          </w:rPr>
        </w:r>
        <w:r w:rsidR="00872507">
          <w:rPr>
            <w:noProof/>
            <w:webHidden/>
          </w:rPr>
          <w:fldChar w:fldCharType="separate"/>
        </w:r>
        <w:r w:rsidR="00872507">
          <w:rPr>
            <w:noProof/>
            <w:webHidden/>
          </w:rPr>
          <w:t>14</w:t>
        </w:r>
        <w:r w:rsidR="00872507">
          <w:rPr>
            <w:noProof/>
            <w:webHidden/>
          </w:rPr>
          <w:fldChar w:fldCharType="end"/>
        </w:r>
      </w:hyperlink>
    </w:p>
    <w:p w:rsidR="00872507" w:rsidRDefault="001368EF" w:rsidP="0059166E">
      <w:pPr>
        <w:pStyle w:val="TOC5"/>
        <w:ind w:left="4781" w:right="1080" w:hanging="907"/>
        <w:contextualSpacing/>
        <w:rPr>
          <w:rFonts w:asciiTheme="minorHAnsi" w:eastAsiaTheme="minorEastAsia" w:hAnsiTheme="minorHAnsi" w:cstheme="minorBidi"/>
          <w:noProof/>
          <w:sz w:val="22"/>
          <w:szCs w:val="22"/>
        </w:rPr>
      </w:pPr>
      <w:hyperlink w:anchor="_Toc72756909" w:history="1">
        <w:r w:rsidR="00872507" w:rsidRPr="002E7701">
          <w:rPr>
            <w:rStyle w:val="Hyperlink"/>
            <w:noProof/>
          </w:rPr>
          <w:t>2.5.6.9</w:t>
        </w:r>
        <w:r w:rsidR="00872507">
          <w:rPr>
            <w:rFonts w:asciiTheme="minorHAnsi" w:eastAsiaTheme="minorEastAsia" w:hAnsiTheme="minorHAnsi" w:cstheme="minorBidi"/>
            <w:noProof/>
            <w:sz w:val="22"/>
            <w:szCs w:val="22"/>
          </w:rPr>
          <w:tab/>
        </w:r>
        <w:r w:rsidR="00872507" w:rsidRPr="002E7701">
          <w:rPr>
            <w:rStyle w:val="Hyperlink"/>
            <w:noProof/>
          </w:rPr>
          <w:t>Imputed Emergency Room Expenditure Variables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_Toc72756909 \h </w:instrText>
        </w:r>
        <w:r w:rsidR="00872507">
          <w:rPr>
            <w:noProof/>
            <w:webHidden/>
          </w:rPr>
        </w:r>
        <w:r w:rsidR="00872507">
          <w:rPr>
            <w:noProof/>
            <w:webHidden/>
          </w:rPr>
          <w:fldChar w:fldCharType="separate"/>
        </w:r>
        <w:r w:rsidR="00872507">
          <w:rPr>
            <w:noProof/>
            <w:webHidden/>
          </w:rPr>
          <w:t>15</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910" w:history="1">
        <w:r w:rsidR="00872507" w:rsidRPr="002E7701">
          <w:rPr>
            <w:rStyle w:val="Hyperlink"/>
            <w:noProof/>
          </w:rPr>
          <w:t>2.5.7</w:t>
        </w:r>
        <w:r w:rsidR="00872507">
          <w:rPr>
            <w:rFonts w:asciiTheme="minorHAnsi" w:eastAsiaTheme="minorEastAsia" w:hAnsiTheme="minorHAnsi" w:cstheme="minorBidi"/>
            <w:noProof/>
            <w:sz w:val="22"/>
            <w:szCs w:val="22"/>
          </w:rPr>
          <w:tab/>
        </w:r>
        <w:r w:rsidR="00872507" w:rsidRPr="002E7701">
          <w:rPr>
            <w:rStyle w:val="Hyperlink"/>
            <w:noProof/>
          </w:rPr>
          <w:t>Rounding</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_Toc72756910 \h </w:instrText>
        </w:r>
        <w:r w:rsidR="00872507">
          <w:rPr>
            <w:noProof/>
            <w:webHidden/>
          </w:rPr>
        </w:r>
        <w:r w:rsidR="00872507">
          <w:rPr>
            <w:noProof/>
            <w:webHidden/>
          </w:rPr>
          <w:fldChar w:fldCharType="separate"/>
        </w:r>
        <w:r w:rsidR="00872507">
          <w:rPr>
            <w:noProof/>
            <w:webHidden/>
          </w:rPr>
          <w:t>16</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911" w:history="1">
        <w:r w:rsidR="00872507" w:rsidRPr="002E7701">
          <w:rPr>
            <w:rStyle w:val="Hyperlink"/>
            <w:noProof/>
          </w:rPr>
          <w:t>3.0</w:t>
        </w:r>
        <w:r w:rsidR="00872507">
          <w:rPr>
            <w:rFonts w:asciiTheme="minorHAnsi" w:eastAsiaTheme="minorEastAsia" w:hAnsiTheme="minorHAnsi" w:cstheme="minorBidi"/>
            <w:noProof/>
            <w:sz w:val="22"/>
          </w:rPr>
          <w:tab/>
        </w:r>
        <w:r w:rsidR="00872507" w:rsidRPr="002E7701">
          <w:rPr>
            <w:rStyle w:val="Hyperlink"/>
            <w:noProof/>
          </w:rPr>
          <w:t>Sample Weight (PERWT19F)</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_Toc72756911 \h </w:instrText>
        </w:r>
        <w:r w:rsidR="00872507">
          <w:rPr>
            <w:noProof/>
            <w:webHidden/>
          </w:rPr>
        </w:r>
        <w:r w:rsidR="00872507">
          <w:rPr>
            <w:noProof/>
            <w:webHidden/>
          </w:rPr>
          <w:fldChar w:fldCharType="separate"/>
        </w:r>
        <w:r w:rsidR="00872507">
          <w:rPr>
            <w:noProof/>
            <w:webHidden/>
          </w:rPr>
          <w:t>17</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12" w:history="1">
        <w:r w:rsidR="00872507" w:rsidRPr="002E7701">
          <w:rPr>
            <w:rStyle w:val="Hyperlink"/>
            <w:noProof/>
          </w:rPr>
          <w:t>3.1</w:t>
        </w:r>
        <w:r w:rsidR="00872507">
          <w:rPr>
            <w:rFonts w:asciiTheme="minorHAnsi" w:eastAsiaTheme="minorEastAsia" w:hAnsiTheme="minorHAnsi" w:cstheme="minorBidi"/>
            <w:noProof/>
            <w:sz w:val="22"/>
            <w:szCs w:val="22"/>
          </w:rPr>
          <w:tab/>
        </w:r>
        <w:r w:rsidR="00872507" w:rsidRPr="002E7701">
          <w:rPr>
            <w:rStyle w:val="Hyperlink"/>
            <w:noProof/>
          </w:rPr>
          <w:t>Overview</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_Toc72756912 \h </w:instrText>
        </w:r>
        <w:r w:rsidR="00872507">
          <w:rPr>
            <w:noProof/>
            <w:webHidden/>
          </w:rPr>
        </w:r>
        <w:r w:rsidR="00872507">
          <w:rPr>
            <w:noProof/>
            <w:webHidden/>
          </w:rPr>
          <w:fldChar w:fldCharType="separate"/>
        </w:r>
        <w:r w:rsidR="00872507">
          <w:rPr>
            <w:noProof/>
            <w:webHidden/>
          </w:rPr>
          <w:t>17</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13" w:history="1">
        <w:r w:rsidR="00872507" w:rsidRPr="002E7701">
          <w:rPr>
            <w:rStyle w:val="Hyperlink"/>
            <w:noProof/>
          </w:rPr>
          <w:t>3.2</w:t>
        </w:r>
        <w:r w:rsidR="00872507">
          <w:rPr>
            <w:rFonts w:asciiTheme="minorHAnsi" w:eastAsiaTheme="minorEastAsia" w:hAnsiTheme="minorHAnsi" w:cstheme="minorBidi"/>
            <w:noProof/>
            <w:sz w:val="22"/>
            <w:szCs w:val="22"/>
          </w:rPr>
          <w:tab/>
        </w:r>
        <w:r w:rsidR="00872507" w:rsidRPr="002E7701">
          <w:rPr>
            <w:rStyle w:val="Hyperlink"/>
            <w:noProof/>
          </w:rPr>
          <w:t>Details on Person Weight Construction</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_Toc72756913 \h </w:instrText>
        </w:r>
        <w:r w:rsidR="00872507">
          <w:rPr>
            <w:noProof/>
            <w:webHidden/>
          </w:rPr>
        </w:r>
        <w:r w:rsidR="00872507">
          <w:rPr>
            <w:noProof/>
            <w:webHidden/>
          </w:rPr>
          <w:fldChar w:fldCharType="separate"/>
        </w:r>
        <w:r w:rsidR="00872507">
          <w:rPr>
            <w:noProof/>
            <w:webHidden/>
          </w:rPr>
          <w:t>17</w:t>
        </w:r>
        <w:r w:rsidR="00872507">
          <w:rPr>
            <w:noProof/>
            <w:webHidden/>
          </w:rPr>
          <w:fldChar w:fldCharType="end"/>
        </w:r>
      </w:hyperlink>
    </w:p>
    <w:p w:rsidR="00872507" w:rsidRDefault="001368EF" w:rsidP="00815304">
      <w:pPr>
        <w:pStyle w:val="TOC4"/>
        <w:ind w:right="1080"/>
        <w:rPr>
          <w:rFonts w:asciiTheme="minorHAnsi" w:eastAsiaTheme="minorEastAsia" w:hAnsiTheme="minorHAnsi" w:cstheme="minorBidi"/>
          <w:noProof/>
          <w:sz w:val="22"/>
          <w:szCs w:val="22"/>
        </w:rPr>
      </w:pPr>
      <w:hyperlink w:anchor="_Toc72756914" w:history="1">
        <w:r w:rsidR="00872507" w:rsidRPr="002E7701">
          <w:rPr>
            <w:rStyle w:val="Hyperlink"/>
            <w:noProof/>
          </w:rPr>
          <w:t>3.2.1</w:t>
        </w:r>
        <w:r w:rsidR="00872507">
          <w:rPr>
            <w:rFonts w:asciiTheme="minorHAnsi" w:eastAsiaTheme="minorEastAsia" w:hAnsiTheme="minorHAnsi" w:cstheme="minorBidi"/>
            <w:noProof/>
            <w:sz w:val="22"/>
            <w:szCs w:val="22"/>
          </w:rPr>
          <w:tab/>
        </w:r>
        <w:r w:rsidR="00872507" w:rsidRPr="002E7701">
          <w:rPr>
            <w:rStyle w:val="Hyperlink"/>
            <w:noProof/>
          </w:rPr>
          <w:t>MEPS Panel 23 Weight Development Process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_Toc72756914 \h </w:instrText>
        </w:r>
        <w:r w:rsidR="00872507">
          <w:rPr>
            <w:noProof/>
            <w:webHidden/>
          </w:rPr>
        </w:r>
        <w:r w:rsidR="00872507">
          <w:rPr>
            <w:noProof/>
            <w:webHidden/>
          </w:rPr>
          <w:fldChar w:fldCharType="separate"/>
        </w:r>
        <w:r w:rsidR="00872507">
          <w:rPr>
            <w:noProof/>
            <w:webHidden/>
          </w:rPr>
          <w:t>17</w:t>
        </w:r>
        <w:r w:rsidR="00872507">
          <w:rPr>
            <w:noProof/>
            <w:webHidden/>
          </w:rPr>
          <w:fldChar w:fldCharType="end"/>
        </w:r>
      </w:hyperlink>
    </w:p>
    <w:p w:rsidR="007F1656" w:rsidRPr="00C76538" w:rsidRDefault="007F1656" w:rsidP="007F1656">
      <w:pPr>
        <w:pStyle w:val="TC-TableofContentsHeading"/>
        <w:rPr>
          <w:noProof/>
          <w:sz w:val="24"/>
          <w:szCs w:val="24"/>
        </w:rPr>
      </w:pPr>
      <w:r w:rsidRPr="00C76538">
        <w:rPr>
          <w:noProof/>
          <w:sz w:val="24"/>
          <w:szCs w:val="24"/>
        </w:rPr>
        <w:t>Contents (continued)</w:t>
      </w:r>
    </w:p>
    <w:p w:rsidR="007F1656" w:rsidRPr="00C76538" w:rsidRDefault="007F1656" w:rsidP="007F1656">
      <w:pPr>
        <w:pStyle w:val="T0-ChapPgHd"/>
        <w:rPr>
          <w:noProof/>
        </w:rPr>
      </w:pPr>
      <w:r w:rsidRPr="00C76538">
        <w:rPr>
          <w:noProof/>
        </w:rPr>
        <w:t>Section</w:t>
      </w:r>
      <w:r w:rsidRPr="00C76538">
        <w:rPr>
          <w:noProof/>
        </w:rPr>
        <w:tab/>
        <w:t>Page</w:t>
      </w:r>
    </w:p>
    <w:p w:rsidR="00872507" w:rsidRDefault="001368EF" w:rsidP="00815304">
      <w:pPr>
        <w:pStyle w:val="TOC4"/>
        <w:ind w:right="1080"/>
        <w:rPr>
          <w:rFonts w:asciiTheme="minorHAnsi" w:eastAsiaTheme="minorEastAsia" w:hAnsiTheme="minorHAnsi" w:cstheme="minorBidi"/>
          <w:noProof/>
          <w:sz w:val="22"/>
          <w:szCs w:val="22"/>
        </w:rPr>
      </w:pPr>
      <w:hyperlink w:anchor="_Toc72756915" w:history="1">
        <w:r w:rsidR="00872507" w:rsidRPr="002E7701">
          <w:rPr>
            <w:rStyle w:val="Hyperlink"/>
            <w:noProof/>
          </w:rPr>
          <w:t>3.2.2</w:t>
        </w:r>
        <w:r w:rsidR="00872507">
          <w:rPr>
            <w:rFonts w:asciiTheme="minorHAnsi" w:eastAsiaTheme="minorEastAsia" w:hAnsiTheme="minorHAnsi" w:cstheme="minorBidi"/>
            <w:noProof/>
            <w:sz w:val="22"/>
            <w:szCs w:val="22"/>
          </w:rPr>
          <w:tab/>
        </w:r>
        <w:r w:rsidR="00872507" w:rsidRPr="002E7701">
          <w:rPr>
            <w:rStyle w:val="Hyperlink"/>
            <w:noProof/>
          </w:rPr>
          <w:t>MEPS Panel 24 Weight Development Process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_Toc72756915 \h </w:instrText>
        </w:r>
        <w:r w:rsidR="00872507">
          <w:rPr>
            <w:noProof/>
            <w:webHidden/>
          </w:rPr>
        </w:r>
        <w:r w:rsidR="00872507">
          <w:rPr>
            <w:noProof/>
            <w:webHidden/>
          </w:rPr>
          <w:fldChar w:fldCharType="separate"/>
        </w:r>
        <w:r w:rsidR="00872507">
          <w:rPr>
            <w:noProof/>
            <w:webHidden/>
          </w:rPr>
          <w:t>18</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916" w:history="1">
        <w:r w:rsidR="00872507" w:rsidRPr="002E7701">
          <w:rPr>
            <w:rStyle w:val="Hyperlink"/>
            <w:noProof/>
          </w:rPr>
          <w:t>3.2.3</w:t>
        </w:r>
        <w:r w:rsidR="00872507">
          <w:rPr>
            <w:rFonts w:asciiTheme="minorHAnsi" w:eastAsiaTheme="minorEastAsia" w:hAnsiTheme="minorHAnsi" w:cstheme="minorBidi"/>
            <w:noProof/>
            <w:sz w:val="22"/>
            <w:szCs w:val="22"/>
          </w:rPr>
          <w:tab/>
        </w:r>
        <w:r w:rsidR="00872507" w:rsidRPr="002E7701">
          <w:rPr>
            <w:rStyle w:val="Hyperlink"/>
            <w:noProof/>
          </w:rPr>
          <w:t>The Final Weight for 2019</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_Toc72756916 \h </w:instrText>
        </w:r>
        <w:r w:rsidR="00872507">
          <w:rPr>
            <w:noProof/>
            <w:webHidden/>
          </w:rPr>
        </w:r>
        <w:r w:rsidR="00872507">
          <w:rPr>
            <w:noProof/>
            <w:webHidden/>
          </w:rPr>
          <w:fldChar w:fldCharType="separate"/>
        </w:r>
        <w:r w:rsidR="00872507">
          <w:rPr>
            <w:noProof/>
            <w:webHidden/>
          </w:rPr>
          <w:t>18</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917" w:history="1">
        <w:r w:rsidR="00872507" w:rsidRPr="002E7701">
          <w:rPr>
            <w:rStyle w:val="Hyperlink"/>
            <w:noProof/>
          </w:rPr>
          <w:t>3.2.4</w:t>
        </w:r>
        <w:r w:rsidR="00872507">
          <w:rPr>
            <w:rFonts w:asciiTheme="minorHAnsi" w:eastAsiaTheme="minorEastAsia" w:hAnsiTheme="minorHAnsi" w:cstheme="minorBidi"/>
            <w:noProof/>
            <w:sz w:val="22"/>
            <w:szCs w:val="22"/>
          </w:rPr>
          <w:tab/>
        </w:r>
        <w:r w:rsidR="00872507" w:rsidRPr="002E7701">
          <w:rPr>
            <w:rStyle w:val="Hyperlink"/>
            <w:noProof/>
          </w:rPr>
          <w:t>Coverage</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_Toc72756917 \h </w:instrText>
        </w:r>
        <w:r w:rsidR="00872507">
          <w:rPr>
            <w:noProof/>
            <w:webHidden/>
          </w:rPr>
        </w:r>
        <w:r w:rsidR="00872507">
          <w:rPr>
            <w:noProof/>
            <w:webHidden/>
          </w:rPr>
          <w:fldChar w:fldCharType="separate"/>
        </w:r>
        <w:r w:rsidR="00872507">
          <w:rPr>
            <w:noProof/>
            <w:webHidden/>
          </w:rPr>
          <w:t>19</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18" w:history="1">
        <w:r w:rsidR="00872507" w:rsidRPr="002E7701">
          <w:rPr>
            <w:rStyle w:val="Hyperlink"/>
            <w:noProof/>
          </w:rPr>
          <w:t>3.3</w:t>
        </w:r>
        <w:r w:rsidR="00872507">
          <w:rPr>
            <w:rFonts w:asciiTheme="minorHAnsi" w:eastAsiaTheme="minorEastAsia" w:hAnsiTheme="minorHAnsi" w:cstheme="minorBidi"/>
            <w:noProof/>
            <w:sz w:val="22"/>
            <w:szCs w:val="22"/>
          </w:rPr>
          <w:tab/>
        </w:r>
        <w:r w:rsidR="00872507" w:rsidRPr="002E7701">
          <w:rPr>
            <w:rStyle w:val="Hyperlink"/>
            <w:noProof/>
          </w:rPr>
          <w:t>Using MEPS Data for Trend Analysis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_Toc72756918 \h </w:instrText>
        </w:r>
        <w:r w:rsidR="00872507">
          <w:rPr>
            <w:noProof/>
            <w:webHidden/>
          </w:rPr>
        </w:r>
        <w:r w:rsidR="00872507">
          <w:rPr>
            <w:noProof/>
            <w:webHidden/>
          </w:rPr>
          <w:fldChar w:fldCharType="separate"/>
        </w:r>
        <w:r w:rsidR="00872507">
          <w:rPr>
            <w:noProof/>
            <w:webHidden/>
          </w:rPr>
          <w:t>19</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919" w:history="1">
        <w:r w:rsidR="00872507" w:rsidRPr="002E7701">
          <w:rPr>
            <w:rStyle w:val="Hyperlink"/>
            <w:noProof/>
          </w:rPr>
          <w:t>4.0</w:t>
        </w:r>
        <w:r w:rsidR="00872507">
          <w:rPr>
            <w:rFonts w:asciiTheme="minorHAnsi" w:eastAsiaTheme="minorEastAsia" w:hAnsiTheme="minorHAnsi" w:cstheme="minorBidi"/>
            <w:noProof/>
            <w:sz w:val="22"/>
          </w:rPr>
          <w:tab/>
        </w:r>
        <w:r w:rsidR="00872507" w:rsidRPr="002E7701">
          <w:rPr>
            <w:rStyle w:val="Hyperlink"/>
            <w:noProof/>
          </w:rPr>
          <w:t>Strategies for Estimation</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_Toc72756919 \h </w:instrText>
        </w:r>
        <w:r w:rsidR="00872507">
          <w:rPr>
            <w:noProof/>
            <w:webHidden/>
          </w:rPr>
        </w:r>
        <w:r w:rsidR="00872507">
          <w:rPr>
            <w:noProof/>
            <w:webHidden/>
          </w:rPr>
          <w:fldChar w:fldCharType="separate"/>
        </w:r>
        <w:r w:rsidR="00872507">
          <w:rPr>
            <w:noProof/>
            <w:webHidden/>
          </w:rPr>
          <w:t>20</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0" w:history="1">
        <w:r w:rsidR="00872507" w:rsidRPr="002E7701">
          <w:rPr>
            <w:rStyle w:val="Hyperlink"/>
            <w:noProof/>
          </w:rPr>
          <w:t>4.1</w:t>
        </w:r>
        <w:r w:rsidR="00872507">
          <w:rPr>
            <w:rFonts w:asciiTheme="minorHAnsi" w:eastAsiaTheme="minorEastAsia" w:hAnsiTheme="minorHAnsi" w:cstheme="minorBidi"/>
            <w:noProof/>
            <w:sz w:val="22"/>
            <w:szCs w:val="22"/>
          </w:rPr>
          <w:tab/>
        </w:r>
        <w:r w:rsidR="00872507" w:rsidRPr="002E7701">
          <w:rPr>
            <w:rStyle w:val="Hyperlink"/>
            <w:noProof/>
          </w:rPr>
          <w:t>Developing Event-Level Estimates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_Toc72756920 \h </w:instrText>
        </w:r>
        <w:r w:rsidR="00872507">
          <w:rPr>
            <w:noProof/>
            <w:webHidden/>
          </w:rPr>
        </w:r>
        <w:r w:rsidR="00872507">
          <w:rPr>
            <w:noProof/>
            <w:webHidden/>
          </w:rPr>
          <w:fldChar w:fldCharType="separate"/>
        </w:r>
        <w:r w:rsidR="00872507">
          <w:rPr>
            <w:noProof/>
            <w:webHidden/>
          </w:rPr>
          <w:t>20</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1" w:history="1">
        <w:r w:rsidR="00872507" w:rsidRPr="002E7701">
          <w:rPr>
            <w:rStyle w:val="Hyperlink"/>
            <w:noProof/>
          </w:rPr>
          <w:t>4.2</w:t>
        </w:r>
        <w:r w:rsidR="00872507">
          <w:rPr>
            <w:rFonts w:asciiTheme="minorHAnsi" w:eastAsiaTheme="minorEastAsia" w:hAnsiTheme="minorHAnsi" w:cstheme="minorBidi"/>
            <w:noProof/>
            <w:sz w:val="22"/>
            <w:szCs w:val="22"/>
          </w:rPr>
          <w:tab/>
        </w:r>
        <w:r w:rsidR="00872507" w:rsidRPr="002E7701">
          <w:rPr>
            <w:rStyle w:val="Hyperlink"/>
            <w:noProof/>
          </w:rPr>
          <w:t>Person-Based Estimates for Emergency Room Visits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_Toc72756921 \h </w:instrText>
        </w:r>
        <w:r w:rsidR="00872507">
          <w:rPr>
            <w:noProof/>
            <w:webHidden/>
          </w:rPr>
        </w:r>
        <w:r w:rsidR="00872507">
          <w:rPr>
            <w:noProof/>
            <w:webHidden/>
          </w:rPr>
          <w:fldChar w:fldCharType="separate"/>
        </w:r>
        <w:r w:rsidR="00872507">
          <w:rPr>
            <w:noProof/>
            <w:webHidden/>
          </w:rPr>
          <w:t>21</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2" w:history="1">
        <w:r w:rsidR="00872507" w:rsidRPr="002E7701">
          <w:rPr>
            <w:rStyle w:val="Hyperlink"/>
            <w:noProof/>
          </w:rPr>
          <w:t>4.3</w:t>
        </w:r>
        <w:r w:rsidR="00872507">
          <w:rPr>
            <w:rFonts w:asciiTheme="minorHAnsi" w:eastAsiaTheme="minorEastAsia" w:hAnsiTheme="minorHAnsi" w:cstheme="minorBidi"/>
            <w:noProof/>
            <w:sz w:val="22"/>
            <w:szCs w:val="22"/>
          </w:rPr>
          <w:tab/>
        </w:r>
        <w:r w:rsidR="00872507" w:rsidRPr="002E7701">
          <w:rPr>
            <w:rStyle w:val="Hyperlink"/>
            <w:noProof/>
          </w:rPr>
          <w:t>Variables with Missing Values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_Toc72756922 \h </w:instrText>
        </w:r>
        <w:r w:rsidR="00872507">
          <w:rPr>
            <w:noProof/>
            <w:webHidden/>
          </w:rPr>
        </w:r>
        <w:r w:rsidR="00872507">
          <w:rPr>
            <w:noProof/>
            <w:webHidden/>
          </w:rPr>
          <w:fldChar w:fldCharType="separate"/>
        </w:r>
        <w:r w:rsidR="00872507">
          <w:rPr>
            <w:noProof/>
            <w:webHidden/>
          </w:rPr>
          <w:t>22</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3" w:history="1">
        <w:r w:rsidR="00872507" w:rsidRPr="002E7701">
          <w:rPr>
            <w:rStyle w:val="Hyperlink"/>
            <w:noProof/>
          </w:rPr>
          <w:t>4.4</w:t>
        </w:r>
        <w:r w:rsidR="00872507">
          <w:rPr>
            <w:rFonts w:asciiTheme="minorHAnsi" w:eastAsiaTheme="minorEastAsia" w:hAnsiTheme="minorHAnsi" w:cstheme="minorBidi"/>
            <w:noProof/>
            <w:sz w:val="22"/>
            <w:szCs w:val="22"/>
          </w:rPr>
          <w:tab/>
        </w:r>
        <w:r w:rsidR="00872507" w:rsidRPr="002E7701">
          <w:rPr>
            <w:rStyle w:val="Hyperlink"/>
            <w:noProof/>
          </w:rPr>
          <w:t>Variance Estimation (VARPSU, VARSTR)</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_Toc72756923 \h </w:instrText>
        </w:r>
        <w:r w:rsidR="00872507">
          <w:rPr>
            <w:noProof/>
            <w:webHidden/>
          </w:rPr>
        </w:r>
        <w:r w:rsidR="00872507">
          <w:rPr>
            <w:noProof/>
            <w:webHidden/>
          </w:rPr>
          <w:fldChar w:fldCharType="separate"/>
        </w:r>
        <w:r w:rsidR="00872507">
          <w:rPr>
            <w:noProof/>
            <w:webHidden/>
          </w:rPr>
          <w:t>22</w:t>
        </w:r>
        <w:r w:rsidR="00872507">
          <w:rPr>
            <w:noProof/>
            <w:webHidden/>
          </w:rPr>
          <w:fldChar w:fldCharType="end"/>
        </w:r>
      </w:hyperlink>
    </w:p>
    <w:p w:rsidR="00872507" w:rsidRDefault="001368EF">
      <w:pPr>
        <w:pStyle w:val="TOC4"/>
        <w:rPr>
          <w:rFonts w:asciiTheme="minorHAnsi" w:eastAsiaTheme="minorEastAsia" w:hAnsiTheme="minorHAnsi" w:cstheme="minorBidi"/>
          <w:noProof/>
          <w:sz w:val="22"/>
          <w:szCs w:val="22"/>
        </w:rPr>
      </w:pPr>
      <w:hyperlink w:anchor="_Toc72756924" w:history="1">
        <w:r w:rsidR="00872507" w:rsidRPr="002E7701">
          <w:rPr>
            <w:rStyle w:val="Hyperlink"/>
            <w:noProof/>
          </w:rPr>
          <w:t>4.4.1</w:t>
        </w:r>
        <w:r w:rsidR="00872507">
          <w:rPr>
            <w:rFonts w:asciiTheme="minorHAnsi" w:eastAsiaTheme="minorEastAsia" w:hAnsiTheme="minorHAnsi" w:cstheme="minorBidi"/>
            <w:noProof/>
            <w:sz w:val="22"/>
            <w:szCs w:val="22"/>
          </w:rPr>
          <w:tab/>
        </w:r>
        <w:r w:rsidR="00872507" w:rsidRPr="002E7701">
          <w:rPr>
            <w:rStyle w:val="Hyperlink"/>
            <w:noProof/>
          </w:rPr>
          <w:t>Taylor-series Linearization Method</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_Toc72756924 \h </w:instrText>
        </w:r>
        <w:r w:rsidR="00872507">
          <w:rPr>
            <w:noProof/>
            <w:webHidden/>
          </w:rPr>
        </w:r>
        <w:r w:rsidR="00872507">
          <w:rPr>
            <w:noProof/>
            <w:webHidden/>
          </w:rPr>
          <w:fldChar w:fldCharType="separate"/>
        </w:r>
        <w:r w:rsidR="00872507">
          <w:rPr>
            <w:noProof/>
            <w:webHidden/>
          </w:rPr>
          <w:t>22</w:t>
        </w:r>
        <w:r w:rsidR="00872507">
          <w:rPr>
            <w:noProof/>
            <w:webHidden/>
          </w:rPr>
          <w:fldChar w:fldCharType="end"/>
        </w:r>
      </w:hyperlink>
    </w:p>
    <w:p w:rsidR="00872507" w:rsidRDefault="001368EF" w:rsidP="00815304">
      <w:pPr>
        <w:pStyle w:val="TOC4"/>
        <w:ind w:right="1080"/>
        <w:rPr>
          <w:rFonts w:asciiTheme="minorHAnsi" w:eastAsiaTheme="minorEastAsia" w:hAnsiTheme="minorHAnsi" w:cstheme="minorBidi"/>
          <w:noProof/>
          <w:sz w:val="22"/>
          <w:szCs w:val="22"/>
        </w:rPr>
      </w:pPr>
      <w:hyperlink w:anchor="_Toc72756925" w:history="1">
        <w:r w:rsidR="00872507" w:rsidRPr="002E7701">
          <w:rPr>
            <w:rStyle w:val="Hyperlink"/>
            <w:noProof/>
          </w:rPr>
          <w:t>4.4.2</w:t>
        </w:r>
        <w:r w:rsidR="00872507">
          <w:rPr>
            <w:rFonts w:asciiTheme="minorHAnsi" w:eastAsiaTheme="minorEastAsia" w:hAnsiTheme="minorHAnsi" w:cstheme="minorBidi"/>
            <w:noProof/>
            <w:sz w:val="22"/>
            <w:szCs w:val="22"/>
          </w:rPr>
          <w:tab/>
        </w:r>
        <w:r w:rsidR="00872507" w:rsidRPr="002E7701">
          <w:rPr>
            <w:rStyle w:val="Hyperlink"/>
            <w:noProof/>
          </w:rPr>
          <w:t>Balanced Repeated Replication (BRR) Method</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_Toc72756925 \h </w:instrText>
        </w:r>
        <w:r w:rsidR="00872507">
          <w:rPr>
            <w:noProof/>
            <w:webHidden/>
          </w:rPr>
        </w:r>
        <w:r w:rsidR="00872507">
          <w:rPr>
            <w:noProof/>
            <w:webHidden/>
          </w:rPr>
          <w:fldChar w:fldCharType="separate"/>
        </w:r>
        <w:r w:rsidR="00872507">
          <w:rPr>
            <w:noProof/>
            <w:webHidden/>
          </w:rPr>
          <w:t>24</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926" w:history="1">
        <w:r w:rsidR="00872507" w:rsidRPr="002E7701">
          <w:rPr>
            <w:rStyle w:val="Hyperlink"/>
            <w:noProof/>
          </w:rPr>
          <w:t>5.0</w:t>
        </w:r>
        <w:r w:rsidR="00872507">
          <w:rPr>
            <w:rFonts w:asciiTheme="minorHAnsi" w:eastAsiaTheme="minorEastAsia" w:hAnsiTheme="minorHAnsi" w:cstheme="minorBidi"/>
            <w:noProof/>
            <w:sz w:val="22"/>
          </w:rPr>
          <w:tab/>
        </w:r>
        <w:r w:rsidR="00872507" w:rsidRPr="002E7701">
          <w:rPr>
            <w:rStyle w:val="Hyperlink"/>
            <w:noProof/>
          </w:rPr>
          <w:t>Merging/Linking MEPS Data Files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_Toc72756926 \h </w:instrText>
        </w:r>
        <w:r w:rsidR="00872507">
          <w:rPr>
            <w:noProof/>
            <w:webHidden/>
          </w:rPr>
        </w:r>
        <w:r w:rsidR="00872507">
          <w:rPr>
            <w:noProof/>
            <w:webHidden/>
          </w:rPr>
          <w:fldChar w:fldCharType="separate"/>
        </w:r>
        <w:r w:rsidR="00872507">
          <w:rPr>
            <w:noProof/>
            <w:webHidden/>
          </w:rPr>
          <w:t>24</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7" w:history="1">
        <w:r w:rsidR="00872507" w:rsidRPr="002E7701">
          <w:rPr>
            <w:rStyle w:val="Hyperlink"/>
            <w:noProof/>
          </w:rPr>
          <w:t>5.1</w:t>
        </w:r>
        <w:r w:rsidR="00872507">
          <w:rPr>
            <w:rFonts w:asciiTheme="minorHAnsi" w:eastAsiaTheme="minorEastAsia" w:hAnsiTheme="minorHAnsi" w:cstheme="minorBidi"/>
            <w:noProof/>
            <w:sz w:val="22"/>
            <w:szCs w:val="22"/>
          </w:rPr>
          <w:tab/>
        </w:r>
        <w:r w:rsidR="00872507" w:rsidRPr="002E7701">
          <w:rPr>
            <w:rStyle w:val="Hyperlink"/>
            <w:noProof/>
          </w:rPr>
          <w:t>Linking to the Person-Level File</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_Toc72756927 \h </w:instrText>
        </w:r>
        <w:r w:rsidR="00872507">
          <w:rPr>
            <w:noProof/>
            <w:webHidden/>
          </w:rPr>
        </w:r>
        <w:r w:rsidR="00872507">
          <w:rPr>
            <w:noProof/>
            <w:webHidden/>
          </w:rPr>
          <w:fldChar w:fldCharType="separate"/>
        </w:r>
        <w:r w:rsidR="00872507">
          <w:rPr>
            <w:noProof/>
            <w:webHidden/>
          </w:rPr>
          <w:t>25</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8" w:history="1">
        <w:r w:rsidR="00872507" w:rsidRPr="002E7701">
          <w:rPr>
            <w:rStyle w:val="Hyperlink"/>
            <w:noProof/>
          </w:rPr>
          <w:t>5.2</w:t>
        </w:r>
        <w:r w:rsidR="00872507">
          <w:rPr>
            <w:rFonts w:asciiTheme="minorHAnsi" w:eastAsiaTheme="minorEastAsia" w:hAnsiTheme="minorHAnsi" w:cstheme="minorBidi"/>
            <w:noProof/>
            <w:sz w:val="22"/>
            <w:szCs w:val="22"/>
          </w:rPr>
          <w:tab/>
        </w:r>
        <w:r w:rsidR="00872507" w:rsidRPr="002E7701">
          <w:rPr>
            <w:rStyle w:val="Hyperlink"/>
            <w:noProof/>
          </w:rPr>
          <w:t>Linking to the Prescribed Medicines File</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_Toc72756928 \h </w:instrText>
        </w:r>
        <w:r w:rsidR="00872507">
          <w:rPr>
            <w:noProof/>
            <w:webHidden/>
          </w:rPr>
        </w:r>
        <w:r w:rsidR="00872507">
          <w:rPr>
            <w:noProof/>
            <w:webHidden/>
          </w:rPr>
          <w:fldChar w:fldCharType="separate"/>
        </w:r>
        <w:r w:rsidR="00872507">
          <w:rPr>
            <w:noProof/>
            <w:webHidden/>
          </w:rPr>
          <w:t>25</w:t>
        </w:r>
        <w:r w:rsidR="00872507">
          <w:rPr>
            <w:noProof/>
            <w:webHidden/>
          </w:rPr>
          <w:fldChar w:fldCharType="end"/>
        </w:r>
      </w:hyperlink>
    </w:p>
    <w:p w:rsidR="00872507" w:rsidRDefault="001368EF">
      <w:pPr>
        <w:pStyle w:val="TOC3"/>
        <w:rPr>
          <w:rFonts w:asciiTheme="minorHAnsi" w:eastAsiaTheme="minorEastAsia" w:hAnsiTheme="minorHAnsi" w:cstheme="minorBidi"/>
          <w:noProof/>
          <w:sz w:val="22"/>
          <w:szCs w:val="22"/>
        </w:rPr>
      </w:pPr>
      <w:hyperlink w:anchor="_Toc72756929" w:history="1">
        <w:r w:rsidR="00872507" w:rsidRPr="002E7701">
          <w:rPr>
            <w:rStyle w:val="Hyperlink"/>
            <w:noProof/>
          </w:rPr>
          <w:t>5.3</w:t>
        </w:r>
        <w:r w:rsidR="00872507">
          <w:rPr>
            <w:rFonts w:asciiTheme="minorHAnsi" w:eastAsiaTheme="minorEastAsia" w:hAnsiTheme="minorHAnsi" w:cstheme="minorBidi"/>
            <w:noProof/>
            <w:sz w:val="22"/>
            <w:szCs w:val="22"/>
          </w:rPr>
          <w:tab/>
        </w:r>
        <w:r w:rsidR="00872507" w:rsidRPr="002E7701">
          <w:rPr>
            <w:rStyle w:val="Hyperlink"/>
            <w:noProof/>
          </w:rPr>
          <w:t>Linking to the Medical Conditions File</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_Toc72756929 \h </w:instrText>
        </w:r>
        <w:r w:rsidR="00872507">
          <w:rPr>
            <w:noProof/>
            <w:webHidden/>
          </w:rPr>
        </w:r>
        <w:r w:rsidR="00872507">
          <w:rPr>
            <w:noProof/>
            <w:webHidden/>
          </w:rPr>
          <w:fldChar w:fldCharType="separate"/>
        </w:r>
        <w:r w:rsidR="00872507">
          <w:rPr>
            <w:noProof/>
            <w:webHidden/>
          </w:rPr>
          <w:t>26</w:t>
        </w:r>
        <w:r w:rsidR="00872507">
          <w:rPr>
            <w:noProof/>
            <w:webHidden/>
          </w:rPr>
          <w:fldChar w:fldCharType="end"/>
        </w:r>
      </w:hyperlink>
    </w:p>
    <w:p w:rsidR="00872507" w:rsidRDefault="001368EF">
      <w:pPr>
        <w:pStyle w:val="TOC2"/>
        <w:rPr>
          <w:rFonts w:asciiTheme="minorHAnsi" w:eastAsiaTheme="minorEastAsia" w:hAnsiTheme="minorHAnsi" w:cstheme="minorBidi"/>
          <w:noProof/>
          <w:sz w:val="22"/>
        </w:rPr>
      </w:pPr>
      <w:hyperlink w:anchor="_Toc72756930" w:history="1">
        <w:r w:rsidR="00872507" w:rsidRPr="002E7701">
          <w:rPr>
            <w:rStyle w:val="Hyperlink"/>
            <w:noProof/>
          </w:rPr>
          <w:t>References</w:t>
        </w:r>
        <w:r w:rsidR="00872507">
          <w:rPr>
            <w:noProof/>
            <w:webHidden/>
          </w:rPr>
          <w:tab/>
        </w:r>
        <w:r w:rsidR="007A3F1F">
          <w:rPr>
            <w:noProof/>
            <w:webHidden/>
          </w:rPr>
          <w:tab/>
        </w:r>
        <w:r w:rsidR="007A3F1F" w:rsidRPr="007A3F1F">
          <w:rPr>
            <w:noProof/>
          </w:rPr>
          <w:t>C-</w:t>
        </w:r>
        <w:r w:rsidR="00872507">
          <w:rPr>
            <w:noProof/>
            <w:webHidden/>
          </w:rPr>
          <w:fldChar w:fldCharType="begin"/>
        </w:r>
        <w:r w:rsidR="00872507">
          <w:rPr>
            <w:noProof/>
            <w:webHidden/>
          </w:rPr>
          <w:instrText xml:space="preserve"> PAGEREF _Toc72756930 \h </w:instrText>
        </w:r>
        <w:r w:rsidR="00872507">
          <w:rPr>
            <w:noProof/>
            <w:webHidden/>
          </w:rPr>
        </w:r>
        <w:r w:rsidR="00872507">
          <w:rPr>
            <w:noProof/>
            <w:webHidden/>
          </w:rPr>
          <w:fldChar w:fldCharType="separate"/>
        </w:r>
        <w:r w:rsidR="00872507">
          <w:rPr>
            <w:noProof/>
            <w:webHidden/>
          </w:rPr>
          <w:t>27</w:t>
        </w:r>
        <w:r w:rsidR="00872507">
          <w:rPr>
            <w:noProof/>
            <w:webHidden/>
          </w:rPr>
          <w:fldChar w:fldCharType="end"/>
        </w:r>
      </w:hyperlink>
    </w:p>
    <w:p w:rsidR="00872507" w:rsidRDefault="001368EF">
      <w:pPr>
        <w:pStyle w:val="TOC1"/>
        <w:rPr>
          <w:rFonts w:asciiTheme="minorHAnsi" w:eastAsiaTheme="minorEastAsia" w:hAnsiTheme="minorHAnsi" w:cstheme="minorBidi"/>
          <w:noProof/>
          <w:sz w:val="22"/>
          <w:szCs w:val="22"/>
        </w:rPr>
      </w:pPr>
      <w:hyperlink w:anchor="_Toc72756931" w:history="1">
        <w:r w:rsidR="00872507" w:rsidRPr="002E7701">
          <w:rPr>
            <w:rStyle w:val="Hyperlink"/>
            <w:noProof/>
          </w:rPr>
          <w:t>D.</w:t>
        </w:r>
        <w:r w:rsidR="00872507">
          <w:rPr>
            <w:rFonts w:asciiTheme="minorHAnsi" w:eastAsiaTheme="minorEastAsia" w:hAnsiTheme="minorHAnsi" w:cstheme="minorBidi"/>
            <w:noProof/>
            <w:sz w:val="22"/>
            <w:szCs w:val="22"/>
          </w:rPr>
          <w:tab/>
        </w:r>
        <w:r w:rsidR="00872507" w:rsidRPr="002E7701">
          <w:rPr>
            <w:rStyle w:val="Hyperlink"/>
            <w:noProof/>
          </w:rPr>
          <w:t>Variable-Source Crosswalk</w:t>
        </w:r>
        <w:r w:rsidR="00872507">
          <w:rPr>
            <w:noProof/>
            <w:webHidden/>
          </w:rPr>
          <w:tab/>
        </w:r>
        <w:r w:rsidR="007A3F1F">
          <w:rPr>
            <w:noProof/>
            <w:webHidden/>
          </w:rPr>
          <w:tab/>
          <w:t>D-</w:t>
        </w:r>
        <w:r w:rsidR="00872507">
          <w:rPr>
            <w:noProof/>
            <w:webHidden/>
          </w:rPr>
          <w:fldChar w:fldCharType="begin"/>
        </w:r>
        <w:r w:rsidR="00872507">
          <w:rPr>
            <w:noProof/>
            <w:webHidden/>
          </w:rPr>
          <w:instrText xml:space="preserve"> PAGEREF _Toc72756931 \h </w:instrText>
        </w:r>
        <w:r w:rsidR="00872507">
          <w:rPr>
            <w:noProof/>
            <w:webHidden/>
          </w:rPr>
        </w:r>
        <w:r w:rsidR="00872507">
          <w:rPr>
            <w:noProof/>
            <w:webHidden/>
          </w:rPr>
          <w:fldChar w:fldCharType="separate"/>
        </w:r>
        <w:r w:rsidR="00872507">
          <w:rPr>
            <w:noProof/>
            <w:webHidden/>
          </w:rPr>
          <w:t>1</w:t>
        </w:r>
        <w:r w:rsidR="00872507">
          <w:rPr>
            <w:noProof/>
            <w:webHidden/>
          </w:rPr>
          <w:fldChar w:fldCharType="end"/>
        </w:r>
      </w:hyperlink>
    </w:p>
    <w:p w:rsidR="001D7CFC" w:rsidRPr="00083316" w:rsidRDefault="001D7CFC" w:rsidP="00BF5DE7">
      <w:pPr>
        <w:pStyle w:val="T0-ChapPgHd"/>
      </w:pPr>
      <w:r w:rsidRPr="00083316">
        <w:rPr>
          <w:rFonts w:ascii="Times New Roman" w:hAnsi="Times New Roman"/>
          <w:szCs w:val="22"/>
          <w:u w:val="none"/>
        </w:rPr>
        <w:fldChar w:fldCharType="end"/>
      </w:r>
    </w:p>
    <w:p w:rsidR="001C0E98" w:rsidRPr="00083316" w:rsidRDefault="0053410B">
      <w:pPr>
        <w:rPr>
          <w:szCs w:val="24"/>
        </w:rPr>
        <w:sectPr w:rsidR="001C0E98" w:rsidRPr="00083316" w:rsidSect="001C0E98">
          <w:footerReference w:type="default" r:id="rId8"/>
          <w:footerReference w:type="first" r:id="rId9"/>
          <w:endnotePr>
            <w:numFmt w:val="decimal"/>
          </w:endnotePr>
          <w:pgSz w:w="12240" w:h="15840"/>
          <w:pgMar w:top="1440" w:right="1440" w:bottom="1440" w:left="1440" w:header="720" w:footer="576" w:gutter="0"/>
          <w:pgNumType w:fmt="lowerRoman" w:start="1"/>
          <w:cols w:space="720"/>
          <w:noEndnote/>
        </w:sectPr>
      </w:pPr>
      <w:r w:rsidRPr="00083316">
        <w:rPr>
          <w:szCs w:val="24"/>
        </w:rPr>
        <w:br w:type="page"/>
      </w:r>
    </w:p>
    <w:p w:rsidR="00B021C0" w:rsidRPr="00083316" w:rsidRDefault="001440CF" w:rsidP="00380730">
      <w:pPr>
        <w:pStyle w:val="Heading2"/>
      </w:pPr>
      <w:bookmarkStart w:id="0" w:name="_Toc72756871"/>
      <w:r w:rsidRPr="00083316">
        <w:t>A.</w:t>
      </w:r>
      <w:r w:rsidRPr="00083316">
        <w:tab/>
      </w:r>
      <w:r w:rsidR="00B021C0" w:rsidRPr="00083316">
        <w:t>Data Use Agreement</w:t>
      </w:r>
      <w:bookmarkEnd w:id="0"/>
    </w:p>
    <w:p w:rsidR="00B021C0" w:rsidRPr="00083316" w:rsidRDefault="00B021C0" w:rsidP="003C147D">
      <w:pPr>
        <w:pStyle w:val="L1-FlLfSp12"/>
      </w:pPr>
      <w:r w:rsidRPr="00083316">
        <w:t xml:space="preserve">Individual identifiers </w:t>
      </w:r>
      <w:proofErr w:type="gramStart"/>
      <w:r w:rsidRPr="00083316">
        <w:t>have been removed</w:t>
      </w:r>
      <w:proofErr w:type="gramEnd"/>
      <w:r w:rsidRPr="00083316">
        <w:t xml:space="preserve"> from the micro-data contained in these files. </w:t>
      </w:r>
      <w:proofErr w:type="gramStart"/>
      <w:r w:rsidRPr="00083316">
        <w:t xml:space="preserve">Nevertheless, under sections 308 (d) and 903 (c) of the Public Health Service Act (42 U.S.C. </w:t>
      </w:r>
      <w:proofErr w:type="spellStart"/>
      <w:r w:rsidRPr="00083316">
        <w:t>242m</w:t>
      </w:r>
      <w:proofErr w:type="spellEnd"/>
      <w:r w:rsidRPr="00083316">
        <w:t xml:space="preserve"> and 42 U.S.C. 299 a-1), data collected by the Agency for Healthcare Research and Quality (AHRQ) and/or the National Center for Health Statistics (NCHS) may not be used for any purpose other than for the purpose for which they were supplied; any effort to determine the identity of any reported cases is prohibited by law.</w:t>
      </w:r>
      <w:proofErr w:type="gramEnd"/>
    </w:p>
    <w:p w:rsidR="00B021C0" w:rsidRPr="00083316" w:rsidRDefault="00B021C0" w:rsidP="00380730">
      <w:pPr>
        <w:pStyle w:val="L2-FlLSp12"/>
      </w:pPr>
      <w:proofErr w:type="gramStart"/>
      <w:r w:rsidRPr="00083316">
        <w:t>Therefore</w:t>
      </w:r>
      <w:proofErr w:type="gramEnd"/>
      <w:r w:rsidRPr="00083316">
        <w:t xml:space="preserve"> in accordance with the above referenced Federal Statute, it is understood that:</w:t>
      </w:r>
    </w:p>
    <w:p w:rsidR="00B021C0" w:rsidRPr="00083316" w:rsidRDefault="00B021C0" w:rsidP="00462BF7">
      <w:pPr>
        <w:pStyle w:val="NL-1stNumberedBullet"/>
      </w:pPr>
      <w:r w:rsidRPr="00083316">
        <w:t>No one is to use the data in this data set in any way except for statistical reporting and analysis; and</w:t>
      </w:r>
    </w:p>
    <w:p w:rsidR="00B021C0" w:rsidRPr="00083316" w:rsidRDefault="00B021C0" w:rsidP="00462BF7">
      <w:pPr>
        <w:pStyle w:val="NL-1stNumberedBullet"/>
      </w:pPr>
      <w:r w:rsidRPr="00083316">
        <w:t>If the identity of any person or establishment should be discovered inadvertently, then (a) no use will be made of this knowledge, (b) the Director Office of Management AHRQ will be advised of this incident, (c) the information that would identify any individual or establishment will be safeguarded or destroyed, as requested by AHRQ, and (d) no one else will be informed of the discovered identity; and</w:t>
      </w:r>
    </w:p>
    <w:p w:rsidR="00B021C0" w:rsidRPr="00083316" w:rsidRDefault="00B021C0" w:rsidP="00462BF7">
      <w:pPr>
        <w:pStyle w:val="NL-1stNumberedBullet"/>
      </w:pPr>
      <w:r w:rsidRPr="00083316">
        <w:t>No one will attempt to link this data set with individually identifiable records from any data sets other than the Medical Expenditure Panel Survey or the National Health Interview Survey. Furthermore, linkage of the Medical Expenditure Panel Survey and the National Health Interview Survey may not occur outside the AHRQ Data Center, NCHS Research Data Center (RDC) or the U.S. Census RDC network.</w:t>
      </w:r>
    </w:p>
    <w:p w:rsidR="00B021C0" w:rsidRPr="00083316" w:rsidRDefault="00B021C0" w:rsidP="003C147D">
      <w:pPr>
        <w:pStyle w:val="L1-FlLfSp12"/>
      </w:pPr>
      <w:proofErr w:type="gramStart"/>
      <w:r w:rsidRPr="00083316">
        <w:t>By using these data you signify your agreement to comply with the above stated statutorily based requirements with the knowledge that deliberately making a false statement in any matter within the jurisdiction of any department or agency of the Federal Government violates Title 18 part 1 Chapter 47 Section 1001 and is punishable by a fine of up to $10,000 or up to 5 years in prison.</w:t>
      </w:r>
      <w:proofErr w:type="gramEnd"/>
    </w:p>
    <w:p w:rsidR="00B021C0" w:rsidRPr="00083316" w:rsidRDefault="00B021C0" w:rsidP="003C147D">
      <w:pPr>
        <w:pStyle w:val="L1-FlLfSp12"/>
      </w:pPr>
      <w:r w:rsidRPr="00083316">
        <w:t xml:space="preserve">The Agency for Healthcare Research and Quality requests that users cite AHRQ and the Medical Expenditure Panel Survey as the data source in any publications or research based upon these data. </w:t>
      </w:r>
    </w:p>
    <w:p w:rsidR="00B021C0" w:rsidRPr="00083316" w:rsidRDefault="00B021C0" w:rsidP="003C147D">
      <w:pPr>
        <w:pStyle w:val="C1-CtrBoldHd"/>
        <w:sectPr w:rsidR="00B021C0" w:rsidRPr="00083316" w:rsidSect="003C147D">
          <w:footerReference w:type="default" r:id="rId10"/>
          <w:endnotePr>
            <w:numFmt w:val="decimal"/>
          </w:endnotePr>
          <w:pgSz w:w="12240" w:h="15840"/>
          <w:pgMar w:top="1440" w:right="1440" w:bottom="1440" w:left="1440" w:header="720" w:footer="576" w:gutter="0"/>
          <w:pgNumType w:start="1"/>
          <w:cols w:space="720"/>
          <w:noEndnote/>
        </w:sectPr>
      </w:pPr>
    </w:p>
    <w:p w:rsidR="00B021C0" w:rsidRPr="00083316" w:rsidRDefault="001440CF" w:rsidP="00380730">
      <w:pPr>
        <w:pStyle w:val="Heading2"/>
      </w:pPr>
      <w:bookmarkStart w:id="1" w:name="_Toc72756872"/>
      <w:r w:rsidRPr="00083316">
        <w:t>B.</w:t>
      </w:r>
      <w:r w:rsidRPr="00083316">
        <w:tab/>
      </w:r>
      <w:r w:rsidR="00B021C0" w:rsidRPr="00083316">
        <w:t>Background</w:t>
      </w:r>
      <w:bookmarkEnd w:id="1"/>
    </w:p>
    <w:p w:rsidR="00B021C0" w:rsidRPr="00083316" w:rsidRDefault="00B021C0" w:rsidP="00380730">
      <w:pPr>
        <w:pStyle w:val="Heading3"/>
        <w:rPr>
          <w:lang w:val="en-US"/>
        </w:rPr>
      </w:pPr>
      <w:bookmarkStart w:id="2" w:name="_Toc72756873"/>
      <w:r w:rsidRPr="00083316">
        <w:rPr>
          <w:lang w:val="en-US"/>
        </w:rPr>
        <w:t>1.0</w:t>
      </w:r>
      <w:r w:rsidRPr="00083316">
        <w:rPr>
          <w:lang w:val="en-US"/>
        </w:rPr>
        <w:tab/>
        <w:t>Household Component</w:t>
      </w:r>
      <w:bookmarkEnd w:id="2"/>
      <w:r w:rsidRPr="00083316">
        <w:rPr>
          <w:lang w:val="en-US"/>
        </w:rPr>
        <w:t xml:space="preserve"> </w:t>
      </w:r>
    </w:p>
    <w:p w:rsidR="00B021C0" w:rsidRPr="00083316" w:rsidRDefault="00B021C0" w:rsidP="003C147D">
      <w:pPr>
        <w:pStyle w:val="L1-FlLfSp12"/>
      </w:pPr>
      <w:r w:rsidRPr="00083316">
        <w:t xml:space="preserve">The Medical Expenditure Panel Survey (MEPS) provides nationally representative estimates of health care use, expenditures, sources of payment, and health insurance coverage for the U.S. civilian noninstitutionalized population. The MEPS Household Component (HC) also provides estimates of respondents’ health status, demographic and socio-economic characteristics, employment, access to care, and satisfaction with health care. Estimates </w:t>
      </w:r>
      <w:proofErr w:type="gramStart"/>
      <w:r w:rsidRPr="00083316">
        <w:t>can be produced</w:t>
      </w:r>
      <w:proofErr w:type="gramEnd"/>
      <w:r w:rsidRPr="00083316">
        <w:t xml:space="preserve"> for individuals, families, and selected population subgroups. The panel design of the survey, which includes </w:t>
      </w:r>
      <w:proofErr w:type="gramStart"/>
      <w:r w:rsidRPr="00083316">
        <w:t>5</w:t>
      </w:r>
      <w:proofErr w:type="gramEnd"/>
      <w:r w:rsidRPr="00083316">
        <w:t xml:space="preserve"> Rounds of interviews covering 2 full calendar years, provides data for examining person-level changes in selected variables such as expenditures, health insurance coverage, and health status. Using computer assisted personal interviewing (CAPI) technology, information about each household member is collected, and the survey builds on this information from interview to interview. </w:t>
      </w:r>
      <w:proofErr w:type="gramStart"/>
      <w:r w:rsidRPr="00083316">
        <w:t>All data for a sampled household are reported by a single household respondent</w:t>
      </w:r>
      <w:proofErr w:type="gramEnd"/>
      <w:r w:rsidRPr="00083316">
        <w:t>.</w:t>
      </w:r>
    </w:p>
    <w:p w:rsidR="00B021C0" w:rsidRPr="00083316" w:rsidRDefault="00B021C0" w:rsidP="003C147D">
      <w:pPr>
        <w:pStyle w:val="L1-FlLfSp12"/>
      </w:pPr>
      <w:r w:rsidRPr="00083316">
        <w:t>The MEPS</w:t>
      </w:r>
      <w:r w:rsidR="00456474" w:rsidRPr="00083316">
        <w:t xml:space="preserve"> </w:t>
      </w:r>
      <w:r w:rsidRPr="00083316">
        <w:t xml:space="preserve">HC </w:t>
      </w:r>
      <w:proofErr w:type="gramStart"/>
      <w:r w:rsidRPr="00083316">
        <w:t>was initiated</w:t>
      </w:r>
      <w:proofErr w:type="gramEnd"/>
      <w:r w:rsidRPr="00083316">
        <w:t xml:space="preserve"> in 1996. Each year a new panel of sample households </w:t>
      </w:r>
      <w:proofErr w:type="gramStart"/>
      <w:r w:rsidRPr="00083316">
        <w:t>is selected</w:t>
      </w:r>
      <w:proofErr w:type="gramEnd"/>
      <w:r w:rsidRPr="00083316">
        <w:t xml:space="preserve">. Because the data collected are comparable to those from earlier medical expenditure surveys conducted in 1977 and 1987, it is possible to analyze long-term trends. Each annual </w:t>
      </w:r>
      <w:r w:rsidR="00456474" w:rsidRPr="00083316">
        <w:t>MEPS HC</w:t>
      </w:r>
      <w:r w:rsidRPr="00083316">
        <w:t xml:space="preserve"> sample size is about 15,000 households. Data can be analyzed at either the person </w:t>
      </w:r>
      <w:proofErr w:type="gramStart"/>
      <w:r w:rsidRPr="00083316">
        <w:t>or event</w:t>
      </w:r>
      <w:proofErr w:type="gramEnd"/>
      <w:r w:rsidRPr="00083316">
        <w:t xml:space="preserve"> level.</w:t>
      </w:r>
      <w:r w:rsidRPr="00083316">
        <w:rPr>
          <w:sz w:val="20"/>
        </w:rPr>
        <w:t xml:space="preserve"> </w:t>
      </w:r>
      <w:r w:rsidRPr="00083316">
        <w:t xml:space="preserve">Data </w:t>
      </w:r>
      <w:proofErr w:type="gramStart"/>
      <w:r w:rsidRPr="00083316">
        <w:t>must be weighted</w:t>
      </w:r>
      <w:proofErr w:type="gramEnd"/>
      <w:r w:rsidRPr="00083316">
        <w:t xml:space="preserve"> to produce national estimates. </w:t>
      </w:r>
    </w:p>
    <w:p w:rsidR="00B021C0" w:rsidRPr="00083316" w:rsidRDefault="00B021C0" w:rsidP="003C147D">
      <w:pPr>
        <w:pStyle w:val="L1-FlLfSp12"/>
      </w:pPr>
      <w:r w:rsidRPr="00083316">
        <w:t>The set of households selected for each panel of the MEPS HC is a subsample of households participating in the previous year’s National Health Interview Survey (NHIS) conducted by the National Center for Health Statistics (NCHS). The NHIS sampling frame provides a nationally representative sample of the U.S. civilian noninstitutionalized population. In 2006, the NHIS implemented a new sample design, which included Asian persons in addition to households with Black and Hispanic persons in the oversampling of minority populations. NHIS introduced a new sample design in 2016 that discontinued oversampling of these minority groups. The linkage of the MEPS to the previous year’s NHIS provides additional data for longitudinal analytic purposes.</w:t>
      </w:r>
    </w:p>
    <w:p w:rsidR="00B021C0" w:rsidRPr="00083316" w:rsidRDefault="00B021C0" w:rsidP="00185244">
      <w:pPr>
        <w:pStyle w:val="Heading3"/>
        <w:rPr>
          <w:lang w:val="en-US"/>
        </w:rPr>
      </w:pPr>
      <w:bookmarkStart w:id="3" w:name="_Toc72756874"/>
      <w:r w:rsidRPr="00083316">
        <w:rPr>
          <w:lang w:val="en-US"/>
        </w:rPr>
        <w:t>2.0</w:t>
      </w:r>
      <w:r w:rsidRPr="00083316">
        <w:rPr>
          <w:lang w:val="en-US"/>
        </w:rPr>
        <w:tab/>
        <w:t>Medical Provider Component</w:t>
      </w:r>
      <w:bookmarkEnd w:id="3"/>
      <w:r w:rsidRPr="00083316">
        <w:rPr>
          <w:lang w:val="en-US"/>
        </w:rPr>
        <w:t xml:space="preserve"> </w:t>
      </w:r>
    </w:p>
    <w:p w:rsidR="00B021C0" w:rsidRPr="00083316" w:rsidRDefault="00B021C0" w:rsidP="003C147D">
      <w:pPr>
        <w:pStyle w:val="L1-FlLfSp12"/>
      </w:pPr>
      <w:r w:rsidRPr="00083316">
        <w:t xml:space="preserve">Upon completion of the household CAPI interview and obtaining permission from the household survey respondents, a sample of medical providers are contacted by telephone to obtain information that household respondents cannot accurately provide. This part of the MEPS </w:t>
      </w:r>
      <w:proofErr w:type="gramStart"/>
      <w:r w:rsidRPr="00083316">
        <w:t>is called</w:t>
      </w:r>
      <w:proofErr w:type="gramEnd"/>
      <w:r w:rsidRPr="00083316">
        <w:t xml:space="preserve"> the Medical Provider Component (MPC) and information is collected on dates of visit, diagnosis and procedure codes, charges and payments. The Pharmacy Component (PC), a subcomponent of the MPC, does not collect charges or diagnosis and procedure codes but does collect drug detail information, including National Drug Code (NDC) and medicine name, as well as amounts of payment. The MPC </w:t>
      </w:r>
      <w:proofErr w:type="gramStart"/>
      <w:r w:rsidRPr="00083316">
        <w:t>is not designed</w:t>
      </w:r>
      <w:proofErr w:type="gramEnd"/>
      <w:r w:rsidRPr="00083316">
        <w:t xml:space="preserve"> to yield national estimates. It </w:t>
      </w:r>
      <w:proofErr w:type="gramStart"/>
      <w:r w:rsidRPr="00083316">
        <w:t>is primarily used</w:t>
      </w:r>
      <w:proofErr w:type="gramEnd"/>
      <w:r w:rsidRPr="00083316">
        <w:t xml:space="preserve"> as an imputation source to supplement/replace household reported expenditure information.</w:t>
      </w:r>
    </w:p>
    <w:p w:rsidR="00B021C0" w:rsidRPr="00083316" w:rsidRDefault="00B021C0" w:rsidP="00380730">
      <w:pPr>
        <w:pStyle w:val="Heading3"/>
        <w:ind w:left="0" w:firstLine="0"/>
        <w:rPr>
          <w:lang w:val="en-US"/>
        </w:rPr>
      </w:pPr>
      <w:bookmarkStart w:id="4" w:name="_Toc72756875"/>
      <w:r w:rsidRPr="00083316">
        <w:rPr>
          <w:lang w:val="en-US"/>
        </w:rPr>
        <w:t>3.0</w:t>
      </w:r>
      <w:r w:rsidRPr="00083316">
        <w:rPr>
          <w:lang w:val="en-US"/>
        </w:rPr>
        <w:tab/>
        <w:t>Survey Management and Data Collection</w:t>
      </w:r>
      <w:bookmarkEnd w:id="4"/>
      <w:r w:rsidRPr="00083316">
        <w:rPr>
          <w:lang w:val="en-US"/>
        </w:rPr>
        <w:t xml:space="preserve"> </w:t>
      </w:r>
    </w:p>
    <w:p w:rsidR="00B021C0" w:rsidRPr="00083316" w:rsidRDefault="00B021C0" w:rsidP="003C147D">
      <w:pPr>
        <w:pStyle w:val="L1-FlLfSp12"/>
      </w:pPr>
      <w:r w:rsidRPr="00083316">
        <w:t xml:space="preserve">MEPS HC and MPC data </w:t>
      </w:r>
      <w:proofErr w:type="gramStart"/>
      <w:r w:rsidRPr="00083316">
        <w:t>are collected</w:t>
      </w:r>
      <w:proofErr w:type="gramEnd"/>
      <w:r w:rsidRPr="00083316">
        <w:t xml:space="preserve"> under the authority of the Public Health Service Act. Data </w:t>
      </w:r>
      <w:proofErr w:type="gramStart"/>
      <w:r w:rsidRPr="00083316">
        <w:t>are collected</w:t>
      </w:r>
      <w:proofErr w:type="gramEnd"/>
      <w:r w:rsidRPr="00083316">
        <w:t xml:space="preserve"> under contract with Westat, Inc. (MEPS HC) and Research Triangle Institute (MEPS MPC). Data sets and summary statistics </w:t>
      </w:r>
      <w:proofErr w:type="gramStart"/>
      <w:r w:rsidRPr="00083316">
        <w:t>are edited and published in accordance with the confidentiality provisions of the Public Health Service Act and the Privacy Act</w:t>
      </w:r>
      <w:proofErr w:type="gramEnd"/>
      <w:r w:rsidRPr="00083316">
        <w:t>. The National Center for Health Statistics (NCHS) provides consultation and technical assistance.</w:t>
      </w:r>
    </w:p>
    <w:p w:rsidR="00B021C0" w:rsidRPr="00083316" w:rsidRDefault="00B021C0" w:rsidP="003C147D">
      <w:pPr>
        <w:pStyle w:val="L1-FlLfSp12"/>
      </w:pPr>
      <w:r w:rsidRPr="00083316">
        <w:t xml:space="preserve">As soon as data collection and editing are completed, the MEPS survey data </w:t>
      </w:r>
      <w:proofErr w:type="gramStart"/>
      <w:r w:rsidRPr="00083316">
        <w:t>are released</w:t>
      </w:r>
      <w:proofErr w:type="gramEnd"/>
      <w:r w:rsidRPr="00083316">
        <w:t xml:space="preserve"> to the public in staged releases of </w:t>
      </w:r>
      <w:hyperlink r:id="rId11" w:history="1">
        <w:r w:rsidRPr="00666251">
          <w:rPr>
            <w:rStyle w:val="Hyperlink"/>
          </w:rPr>
          <w:t>summary reports</w:t>
        </w:r>
      </w:hyperlink>
      <w:r w:rsidRPr="00083316">
        <w:t xml:space="preserve">, micro data files, and tables via the </w:t>
      </w:r>
      <w:hyperlink r:id="rId12" w:history="1">
        <w:r w:rsidRPr="00666251">
          <w:rPr>
            <w:rStyle w:val="Hyperlink"/>
          </w:rPr>
          <w:t>MEPS website</w:t>
        </w:r>
      </w:hyperlink>
      <w:r w:rsidRPr="00083316">
        <w:t xml:space="preserve">. </w:t>
      </w:r>
    </w:p>
    <w:p w:rsidR="00B021C0" w:rsidRPr="00083316" w:rsidRDefault="00B021C0" w:rsidP="003C147D">
      <w:pPr>
        <w:pStyle w:val="L1-FlLfSp12"/>
        <w:rPr>
          <w:szCs w:val="24"/>
        </w:rPr>
      </w:pPr>
      <w:r w:rsidRPr="00083316">
        <w:t>Additional information on MEPS is available from the MEPS project manager or the MEPS public use data manager at the Center for Financing, Access, and Cost Trends, Agency for Healthcare Research and Quality, 5600 Fishers Lane, Rockville, MD 20857 (301-427-1406).</w:t>
      </w:r>
    </w:p>
    <w:p w:rsidR="00B021C0" w:rsidRPr="00083316" w:rsidRDefault="00B021C0">
      <w:pPr>
        <w:pStyle w:val="BodyText"/>
        <w:keepNext/>
        <w:widowControl/>
        <w:jc w:val="left"/>
        <w:rPr>
          <w:color w:val="auto"/>
        </w:rPr>
        <w:sectPr w:rsidR="00B021C0" w:rsidRPr="00083316" w:rsidSect="003C147D">
          <w:footerReference w:type="default" r:id="rId13"/>
          <w:endnotePr>
            <w:numFmt w:val="decimal"/>
          </w:endnotePr>
          <w:pgSz w:w="12240" w:h="15840" w:code="1"/>
          <w:pgMar w:top="1440" w:right="1440" w:bottom="1440" w:left="1440" w:header="720" w:footer="576" w:gutter="0"/>
          <w:pgNumType w:start="1"/>
          <w:cols w:space="720"/>
          <w:noEndnote/>
        </w:sectPr>
      </w:pPr>
    </w:p>
    <w:p w:rsidR="00B021C0" w:rsidRPr="00083316" w:rsidRDefault="001440CF" w:rsidP="00380730">
      <w:pPr>
        <w:pStyle w:val="Heading2"/>
      </w:pPr>
      <w:bookmarkStart w:id="5" w:name="_Toc29804770"/>
      <w:bookmarkStart w:id="6" w:name="_Toc72756876"/>
      <w:bookmarkStart w:id="7" w:name="_Hlt524521219"/>
      <w:r w:rsidRPr="00083316">
        <w:t>C.</w:t>
      </w:r>
      <w:r w:rsidRPr="00083316">
        <w:tab/>
      </w:r>
      <w:r w:rsidR="00B021C0" w:rsidRPr="00083316">
        <w:t>Technical and Programming Information</w:t>
      </w:r>
      <w:bookmarkEnd w:id="5"/>
      <w:bookmarkEnd w:id="6"/>
    </w:p>
    <w:p w:rsidR="00B021C0" w:rsidRPr="00083316" w:rsidRDefault="00B021C0" w:rsidP="00380730">
      <w:pPr>
        <w:pStyle w:val="Heading3"/>
        <w:rPr>
          <w:lang w:val="en-US"/>
        </w:rPr>
      </w:pPr>
      <w:bookmarkStart w:id="8" w:name="_Hlt12446244"/>
      <w:bookmarkStart w:id="9" w:name="_Toc29804771"/>
      <w:bookmarkStart w:id="10" w:name="_Toc72756877"/>
      <w:bookmarkEnd w:id="7"/>
      <w:bookmarkEnd w:id="8"/>
      <w:r w:rsidRPr="00083316">
        <w:rPr>
          <w:lang w:val="en-US"/>
        </w:rPr>
        <w:t>1.0</w:t>
      </w:r>
      <w:r w:rsidRPr="00083316">
        <w:rPr>
          <w:lang w:val="en-US"/>
        </w:rPr>
        <w:tab/>
        <w:t>General Information</w:t>
      </w:r>
      <w:bookmarkEnd w:id="9"/>
      <w:bookmarkEnd w:id="10"/>
    </w:p>
    <w:p w:rsidR="00B021C0" w:rsidRPr="00083316" w:rsidRDefault="00B021C0" w:rsidP="003C147D">
      <w:pPr>
        <w:pStyle w:val="L1-FlLfSp12"/>
        <w:keepNext/>
        <w:keepLines/>
      </w:pPr>
      <w:r w:rsidRPr="00083316">
        <w:t>This documentation describes one in a series of publ</w:t>
      </w:r>
      <w:r w:rsidR="00AC5940" w:rsidRPr="00083316">
        <w:t>ic use event files from the 2019</w:t>
      </w:r>
      <w:r w:rsidRPr="00083316">
        <w:t xml:space="preserve"> Medical Expenditure Panel Survey (MEPS) Household Component (HC) and Medical Provider Component (MPC). Released as an ASCII data file (with related SAS, Stata, </w:t>
      </w:r>
      <w:r w:rsidR="0010296C" w:rsidRPr="00083316">
        <w:t xml:space="preserve">R, </w:t>
      </w:r>
      <w:r w:rsidRPr="00083316">
        <w:t>and SPSS programming statements)</w:t>
      </w:r>
      <w:r w:rsidRPr="00083316">
        <w:rPr>
          <w:b/>
        </w:rPr>
        <w:t xml:space="preserve"> </w:t>
      </w:r>
      <w:r w:rsidRPr="00083316">
        <w:t xml:space="preserve">and a </w:t>
      </w:r>
      <w:r w:rsidR="00755353" w:rsidRPr="00083316">
        <w:t xml:space="preserve">SAS data set, </w:t>
      </w:r>
      <w:r w:rsidRPr="00083316">
        <w:t xml:space="preserve">SAS transport file, </w:t>
      </w:r>
      <w:r w:rsidR="00755353" w:rsidRPr="00083316">
        <w:t xml:space="preserve">Stata data set, and Excel file, </w:t>
      </w:r>
      <w:r w:rsidRPr="00083316">
        <w:t xml:space="preserve">the </w:t>
      </w:r>
      <w:r w:rsidR="00791173" w:rsidRPr="00083316">
        <w:t>2019</w:t>
      </w:r>
      <w:r w:rsidRPr="00083316">
        <w:t xml:space="preserve"> Emergency Room Visits (EROM) public use event file provides detailed information on emergency room visits for a nationally representative sample of the civilian noninstitutionalized population of the United States. Data from the EROM event file </w:t>
      </w:r>
      <w:proofErr w:type="gramStart"/>
      <w:r w:rsidRPr="00083316">
        <w:t>can be used</w:t>
      </w:r>
      <w:proofErr w:type="gramEnd"/>
      <w:r w:rsidRPr="00083316">
        <w:t xml:space="preserve"> to make estimates of emergency room utilization and expenditures for calendar year 201</w:t>
      </w:r>
      <w:r w:rsidR="00791173" w:rsidRPr="00083316">
        <w:t>9</w:t>
      </w:r>
      <w:r w:rsidRPr="00083316">
        <w:t xml:space="preserve">. </w:t>
      </w:r>
      <w:r w:rsidRPr="00083316">
        <w:rPr>
          <w:szCs w:val="24"/>
        </w:rPr>
        <w:t xml:space="preserve">The file contains </w:t>
      </w:r>
      <w:r w:rsidR="00BA48D1" w:rsidRPr="00083316">
        <w:rPr>
          <w:szCs w:val="24"/>
        </w:rPr>
        <w:t>53</w:t>
      </w:r>
      <w:r w:rsidRPr="00083316">
        <w:rPr>
          <w:szCs w:val="24"/>
        </w:rPr>
        <w:t xml:space="preserve"> variables and has a logical record length of </w:t>
      </w:r>
      <w:r w:rsidR="00BA48D1" w:rsidRPr="00083316">
        <w:rPr>
          <w:szCs w:val="24"/>
        </w:rPr>
        <w:t>307</w:t>
      </w:r>
      <w:r w:rsidRPr="00083316">
        <w:rPr>
          <w:szCs w:val="24"/>
        </w:rPr>
        <w:t xml:space="preserve"> with an additional 2-byte carriage return/line feed at the end of each record. </w:t>
      </w:r>
      <w:r w:rsidRPr="00083316">
        <w:t>As illustrated below, this file consists of MEPS survey data from the</w:t>
      </w:r>
      <w:r w:rsidR="00791173" w:rsidRPr="00083316">
        <w:t xml:space="preserve"> 2019</w:t>
      </w:r>
      <w:r w:rsidRPr="00083316">
        <w:t xml:space="preserve"> portion of Round 3,</w:t>
      </w:r>
      <w:r w:rsidR="00791173" w:rsidRPr="00083316">
        <w:t xml:space="preserve"> and Rounds 4 and 5 for Panel 23</w:t>
      </w:r>
      <w:r w:rsidRPr="00083316">
        <w:t xml:space="preserve">, as </w:t>
      </w:r>
      <w:r w:rsidR="00791173" w:rsidRPr="00083316">
        <w:t>well as Rounds 1, 2 and the 2019 portion of Round 3 for Panel 24</w:t>
      </w:r>
      <w:r w:rsidRPr="00083316">
        <w:t xml:space="preserve"> (i.e., the rounds for the MEPS pa</w:t>
      </w:r>
      <w:r w:rsidR="00791173" w:rsidRPr="00083316">
        <w:t>nels covering calendar year 2019</w:t>
      </w:r>
      <w:r w:rsidRPr="00083316">
        <w:t xml:space="preserve">). </w:t>
      </w:r>
    </w:p>
    <w:p w:rsidR="00791173" w:rsidRPr="00083316" w:rsidRDefault="00791173" w:rsidP="003C147D">
      <w:pPr>
        <w:pStyle w:val="L1-FlLfSp12"/>
        <w:keepNext/>
        <w:keepLines/>
      </w:pPr>
      <w:r w:rsidRPr="00083316">
        <w:rPr>
          <w:noProof/>
        </w:rPr>
        <w:drawing>
          <wp:inline distT="0" distB="0" distL="0" distR="0" wp14:anchorId="2010E0D8" wp14:editId="428E7338">
            <wp:extent cx="5487035" cy="1924050"/>
            <wp:effectExtent l="0" t="0" r="0" b="0"/>
            <wp:docPr id="24" name="Picture 24" descr="Illustration indicating that 2019 data were collected in Rounds 3, 4, and 5 of Panel 23, and Rounds 1, 2, and 3 of Panel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7035" cy="1924050"/>
                    </a:xfrm>
                    <a:prstGeom prst="rect">
                      <a:avLst/>
                    </a:prstGeom>
                    <a:noFill/>
                  </pic:spPr>
                </pic:pic>
              </a:graphicData>
            </a:graphic>
          </wp:inline>
        </w:drawing>
      </w:r>
    </w:p>
    <w:p w:rsidR="00B021C0" w:rsidRPr="00083316" w:rsidRDefault="00B021C0">
      <w:pPr>
        <w:pStyle w:val="L1-FlLfSp12"/>
      </w:pPr>
      <w:r w:rsidRPr="00083316">
        <w:t>Emergency room events reported in Panel 2</w:t>
      </w:r>
      <w:r w:rsidR="005123D1" w:rsidRPr="00083316">
        <w:t>4</w:t>
      </w:r>
      <w:r w:rsidRPr="00083316">
        <w:t xml:space="preserve"> Round 3 and known to have </w:t>
      </w:r>
      <w:r w:rsidR="005123D1" w:rsidRPr="00083316">
        <w:t>occurred after December 31, 2019</w:t>
      </w:r>
      <w:r w:rsidRPr="00083316">
        <w:t xml:space="preserve"> are not included on this file. </w:t>
      </w:r>
    </w:p>
    <w:p w:rsidR="00B021C0" w:rsidRPr="00083316" w:rsidRDefault="00B021C0">
      <w:pPr>
        <w:pStyle w:val="L1-FlLfSp12"/>
      </w:pPr>
      <w:r w:rsidRPr="00083316">
        <w:t xml:space="preserve">Annual counts of emergency room visits </w:t>
      </w:r>
      <w:proofErr w:type="gramStart"/>
      <w:r w:rsidRPr="00083316">
        <w:t>are based</w:t>
      </w:r>
      <w:proofErr w:type="gramEnd"/>
      <w:r w:rsidRPr="00083316">
        <w:t xml:space="preserve"> entirely on household reports. Information from the MEPS MPC </w:t>
      </w:r>
      <w:proofErr w:type="gramStart"/>
      <w:r w:rsidRPr="00083316">
        <w:t>is used</w:t>
      </w:r>
      <w:proofErr w:type="gramEnd"/>
      <w:r w:rsidRPr="00083316">
        <w:t xml:space="preserve"> to supplement expenditure and payment data reported by the household and does not affect use estimates. </w:t>
      </w:r>
    </w:p>
    <w:p w:rsidR="00B021C0" w:rsidRPr="00083316" w:rsidRDefault="00B021C0">
      <w:pPr>
        <w:pStyle w:val="L1-FlLfSp12"/>
      </w:pPr>
      <w:r w:rsidRPr="00083316">
        <w:t>Data from the Emergency Room event fi</w:t>
      </w:r>
      <w:r w:rsidR="005123D1" w:rsidRPr="00083316">
        <w:t xml:space="preserve">le </w:t>
      </w:r>
      <w:proofErr w:type="gramStart"/>
      <w:r w:rsidR="005123D1" w:rsidRPr="00083316">
        <w:t>can be merged</w:t>
      </w:r>
      <w:proofErr w:type="gramEnd"/>
      <w:r w:rsidR="005123D1" w:rsidRPr="00083316">
        <w:t xml:space="preserve"> with other 2019</w:t>
      </w:r>
      <w:r w:rsidRPr="00083316">
        <w:t xml:space="preserve"> MEPS HC data files for purposes of appending person-level data such as demographic characteristics or health insurance coverage to each emergency room record.</w:t>
      </w:r>
    </w:p>
    <w:p w:rsidR="00B021C0" w:rsidRPr="00083316" w:rsidRDefault="00B021C0">
      <w:pPr>
        <w:pStyle w:val="L1-FlLfSp12"/>
      </w:pPr>
      <w:r w:rsidRPr="00083316">
        <w:t xml:space="preserve">This file </w:t>
      </w:r>
      <w:proofErr w:type="gramStart"/>
      <w:r w:rsidRPr="00083316">
        <w:t>can also be used</w:t>
      </w:r>
      <w:proofErr w:type="gramEnd"/>
      <w:r w:rsidRPr="00083316">
        <w:t xml:space="preserve"> to construct summary variables of expenditures, sources of payment, and related aspects of emergency room visits. Aggregate annual person-level information on the use of emergency rooms and other health servi</w:t>
      </w:r>
      <w:r w:rsidR="005123D1" w:rsidRPr="00083316">
        <w:t xml:space="preserve">ces </w:t>
      </w:r>
      <w:proofErr w:type="gramStart"/>
      <w:r w:rsidR="005123D1" w:rsidRPr="00083316">
        <w:t>is provided</w:t>
      </w:r>
      <w:proofErr w:type="gramEnd"/>
      <w:r w:rsidR="005123D1" w:rsidRPr="00083316">
        <w:t xml:space="preserve"> on the MEPS 2019</w:t>
      </w:r>
      <w:r w:rsidRPr="00083316">
        <w:t xml:space="preserve"> Full Year Consolidated Data file, where each record represents a MEPS sampled person. </w:t>
      </w:r>
    </w:p>
    <w:p w:rsidR="00B021C0" w:rsidRPr="00083316" w:rsidRDefault="00B021C0" w:rsidP="00185244">
      <w:pPr>
        <w:pStyle w:val="L2-FlLSp12"/>
      </w:pPr>
      <w:r w:rsidRPr="00083316">
        <w:t>This documentation offers an overview of the types and levels of data provided, and the content and structure of the file and the codebook. It contains the following sections:</w:t>
      </w:r>
    </w:p>
    <w:p w:rsidR="00B021C0" w:rsidRPr="00083316" w:rsidRDefault="00B021C0" w:rsidP="00AC5940">
      <w:pPr>
        <w:pStyle w:val="N1-1stBullet"/>
      </w:pPr>
      <w:r w:rsidRPr="00083316">
        <w:t>Data File Information</w:t>
      </w:r>
    </w:p>
    <w:p w:rsidR="00B021C0" w:rsidRPr="00083316" w:rsidRDefault="00B021C0" w:rsidP="00AC5940">
      <w:pPr>
        <w:pStyle w:val="N1-1stBullet"/>
      </w:pPr>
      <w:r w:rsidRPr="00083316">
        <w:t>Sample Weight</w:t>
      </w:r>
    </w:p>
    <w:p w:rsidR="00B021C0" w:rsidRPr="00083316" w:rsidRDefault="00B021C0" w:rsidP="00AC5940">
      <w:pPr>
        <w:pStyle w:val="N1-1stBullet"/>
      </w:pPr>
      <w:r w:rsidRPr="00083316">
        <w:t>Strategies for Estimation</w:t>
      </w:r>
    </w:p>
    <w:p w:rsidR="00B021C0" w:rsidRPr="00083316" w:rsidRDefault="00B021C0" w:rsidP="00AC5940">
      <w:pPr>
        <w:pStyle w:val="N1-1stBullet"/>
      </w:pPr>
      <w:r w:rsidRPr="00083316">
        <w:t>Merging/Linking MEPS Data Files</w:t>
      </w:r>
    </w:p>
    <w:p w:rsidR="00B021C0" w:rsidRPr="00083316" w:rsidRDefault="00B021C0" w:rsidP="00AC5940">
      <w:pPr>
        <w:pStyle w:val="N1-1stBullet"/>
      </w:pPr>
      <w:r w:rsidRPr="00083316">
        <w:t>References</w:t>
      </w:r>
    </w:p>
    <w:p w:rsidR="00B021C0" w:rsidRPr="00083316" w:rsidRDefault="00B021C0" w:rsidP="00AC5940">
      <w:pPr>
        <w:pStyle w:val="N1-1stBullet"/>
      </w:pPr>
      <w:r w:rsidRPr="00083316">
        <w:t>Variable</w:t>
      </w:r>
      <w:r w:rsidRPr="00083316">
        <w:rPr>
          <w:b/>
        </w:rPr>
        <w:t xml:space="preserve"> - </w:t>
      </w:r>
      <w:r w:rsidRPr="00083316">
        <w:t>Source Crosswalk</w:t>
      </w:r>
    </w:p>
    <w:p w:rsidR="00B021C0" w:rsidRPr="00083316" w:rsidRDefault="00B021C0">
      <w:pPr>
        <w:pStyle w:val="L1-FlLfSp12"/>
      </w:pPr>
      <w:r w:rsidRPr="00083316">
        <w:t xml:space="preserve">Any variables not found on this file but released on previous years’ files </w:t>
      </w:r>
      <w:proofErr w:type="gramStart"/>
      <w:r w:rsidRPr="00083316">
        <w:t>may have been excluded</w:t>
      </w:r>
      <w:proofErr w:type="gramEnd"/>
      <w:r w:rsidRPr="00083316">
        <w:t xml:space="preserve"> because they contained only missing data.</w:t>
      </w:r>
    </w:p>
    <w:p w:rsidR="00B021C0" w:rsidRPr="00083316" w:rsidRDefault="00B021C0" w:rsidP="003C147D">
      <w:pPr>
        <w:pStyle w:val="L1-FlLSp12"/>
      </w:pPr>
      <w:r w:rsidRPr="00083316">
        <w:t xml:space="preserve">For more information on the MEPS HC sample design, see Chowdhury et al (2019). For information on the MEPS MPC design, see </w:t>
      </w:r>
      <w:r w:rsidR="00196B89" w:rsidRPr="00083316">
        <w:t>RTI</w:t>
      </w:r>
      <w:r w:rsidR="002D7285" w:rsidRPr="00083316">
        <w:t xml:space="preserve"> (2019)</w:t>
      </w:r>
      <w:r w:rsidRPr="00083316">
        <w:t>.</w:t>
      </w:r>
      <w:r w:rsidRPr="00083316">
        <w:rPr>
          <w:b/>
        </w:rPr>
        <w:t xml:space="preserve"> </w:t>
      </w:r>
      <w:r w:rsidRPr="00083316">
        <w:t xml:space="preserve">Copies of the HC and the MPC survey instruments used to collect the information on the EROM file are available in the </w:t>
      </w:r>
      <w:r w:rsidRPr="00083316">
        <w:rPr>
          <w:i/>
        </w:rPr>
        <w:t xml:space="preserve">Survey Questionnaires </w:t>
      </w:r>
      <w:r w:rsidRPr="00083316">
        <w:t xml:space="preserve">section of the </w:t>
      </w:r>
      <w:hyperlink r:id="rId15" w:history="1">
        <w:r w:rsidRPr="00083316">
          <w:rPr>
            <w:rStyle w:val="Hyperlink"/>
          </w:rPr>
          <w:t>MEPS website</w:t>
        </w:r>
      </w:hyperlink>
      <w:r w:rsidRPr="00083316">
        <w:t>.</w:t>
      </w:r>
    </w:p>
    <w:p w:rsidR="00B021C0" w:rsidRPr="00083316" w:rsidRDefault="00B021C0" w:rsidP="00185244">
      <w:pPr>
        <w:pStyle w:val="Heading3"/>
        <w:rPr>
          <w:lang w:val="en-US"/>
        </w:rPr>
      </w:pPr>
      <w:bookmarkStart w:id="11" w:name="_Toc29804772"/>
      <w:bookmarkStart w:id="12" w:name="_Toc72756878"/>
      <w:r w:rsidRPr="00083316">
        <w:rPr>
          <w:lang w:val="en-US"/>
        </w:rPr>
        <w:t>2.0</w:t>
      </w:r>
      <w:r w:rsidRPr="00083316">
        <w:rPr>
          <w:lang w:val="en-US"/>
        </w:rPr>
        <w:tab/>
        <w:t>Data File Information</w:t>
      </w:r>
      <w:bookmarkEnd w:id="11"/>
      <w:bookmarkEnd w:id="12"/>
    </w:p>
    <w:p w:rsidR="00185244" w:rsidRPr="00083316" w:rsidRDefault="005123D1" w:rsidP="00380730">
      <w:pPr>
        <w:pStyle w:val="L1-FlLfSp12"/>
      </w:pPr>
      <w:r w:rsidRPr="00083316">
        <w:t>The 2019</w:t>
      </w:r>
      <w:r w:rsidR="00B021C0" w:rsidRPr="00083316">
        <w:t xml:space="preserve"> Emergency Room Visits public use data set consists of one event-level data file. The file contains characteristics associated with the EROM event and imputed expenditure data. </w:t>
      </w:r>
    </w:p>
    <w:p w:rsidR="00B021C0" w:rsidRPr="00083316" w:rsidRDefault="005123D1" w:rsidP="00F75FEF">
      <w:pPr>
        <w:pStyle w:val="L2-FlLSp12"/>
      </w:pPr>
      <w:r w:rsidRPr="00083316">
        <w:t>The 2019</w:t>
      </w:r>
      <w:r w:rsidR="00B021C0" w:rsidRPr="00083316">
        <w:t xml:space="preserve"> EROM public use data set contains variables and frequency distributions for </w:t>
      </w:r>
      <w:r w:rsidR="0039303E" w:rsidRPr="00083316">
        <w:t>6,506</w:t>
      </w:r>
      <w:r w:rsidR="00B021C0" w:rsidRPr="00083316">
        <w:t xml:space="preserve"> emergency room</w:t>
      </w:r>
      <w:r w:rsidRPr="00083316">
        <w:t xml:space="preserve"> visits reported during the 2019</w:t>
      </w:r>
      <w:r w:rsidR="00B021C0" w:rsidRPr="00083316">
        <w:t xml:space="preserve"> portion of Round 3</w:t>
      </w:r>
      <w:r w:rsidRPr="00083316">
        <w:t xml:space="preserve"> and Rounds 4 and 5 for Panel 23</w:t>
      </w:r>
      <w:r w:rsidR="00B021C0" w:rsidRPr="00083316">
        <w:t>, as w</w:t>
      </w:r>
      <w:r w:rsidRPr="00083316">
        <w:t>ell as Rounds 1, 2, and the 2019 portion of Round 3 for Panel 24</w:t>
      </w:r>
      <w:r w:rsidR="00B021C0" w:rsidRPr="00083316">
        <w:t xml:space="preserve"> of the MEPS Household Component. This file includes emergency room visit records for all household survey members who resided in eligible responding </w:t>
      </w:r>
      <w:bookmarkStart w:id="13" w:name="_Hlt8790515"/>
      <w:bookmarkEnd w:id="13"/>
      <w:r w:rsidR="00B021C0" w:rsidRPr="00083316">
        <w:t xml:space="preserve">households and reported at least one emergency room visit. Records where the emergency room visit </w:t>
      </w:r>
      <w:proofErr w:type="gramStart"/>
      <w:r w:rsidR="00B021C0" w:rsidRPr="00083316">
        <w:t>was known</w:t>
      </w:r>
      <w:proofErr w:type="gramEnd"/>
      <w:r w:rsidR="00B021C0" w:rsidRPr="00083316">
        <w:t xml:space="preserve"> to have </w:t>
      </w:r>
      <w:r w:rsidRPr="00083316">
        <w:t>occurred after December 31, 2019</w:t>
      </w:r>
      <w:r w:rsidR="00B021C0" w:rsidRPr="00083316">
        <w:t xml:space="preserve"> are not included on this file. Of these </w:t>
      </w:r>
      <w:r w:rsidR="0039303E" w:rsidRPr="00083316">
        <w:t>6,506</w:t>
      </w:r>
      <w:r w:rsidR="00B021C0" w:rsidRPr="00083316">
        <w:t xml:space="preserve"> records, </w:t>
      </w:r>
      <w:r w:rsidR="0039303E" w:rsidRPr="00083316">
        <w:t>6,384</w:t>
      </w:r>
      <w:r w:rsidR="00B021C0" w:rsidRPr="00083316">
        <w:t xml:space="preserve"> were associated with persons having positi</w:t>
      </w:r>
      <w:r w:rsidR="00BD3192" w:rsidRPr="00083316">
        <w:t>ve person-level weights (PERWT19</w:t>
      </w:r>
      <w:r w:rsidR="00B021C0" w:rsidRPr="00083316">
        <w:t>F). The persons represented on this file had to meet either a) or b):</w:t>
      </w:r>
    </w:p>
    <w:p w:rsidR="00B021C0" w:rsidRPr="00083316" w:rsidRDefault="00B021C0" w:rsidP="00F751BF">
      <w:pPr>
        <w:pStyle w:val="NL-1stNumberedBullet"/>
        <w:numPr>
          <w:ilvl w:val="0"/>
          <w:numId w:val="56"/>
        </w:numPr>
      </w:pPr>
      <w:r w:rsidRPr="00083316">
        <w:t>Be classified as a key in-scope person who responded for his or her entire p</w:t>
      </w:r>
      <w:r w:rsidR="00BD3192" w:rsidRPr="00083316">
        <w:t>eriod of 2019</w:t>
      </w:r>
      <w:r w:rsidRPr="00083316">
        <w:t xml:space="preserve"> eligibility (i.</w:t>
      </w:r>
      <w:r w:rsidR="00BD3192" w:rsidRPr="00083316">
        <w:t>e., persons with a positive 2019</w:t>
      </w:r>
      <w:r w:rsidRPr="00083316">
        <w:t xml:space="preserve"> full-year person-level weight (PERWT</w:t>
      </w:r>
      <w:r w:rsidR="00BD3192" w:rsidRPr="00083316">
        <w:t>19</w:t>
      </w:r>
      <w:r w:rsidRPr="00083316">
        <w:t>F &gt; 0)), or</w:t>
      </w:r>
    </w:p>
    <w:p w:rsidR="00B021C0" w:rsidRPr="00083316" w:rsidRDefault="00B021C0" w:rsidP="00F751BF">
      <w:pPr>
        <w:pStyle w:val="NL-1stNumberedBullet"/>
        <w:numPr>
          <w:ilvl w:val="0"/>
          <w:numId w:val="56"/>
        </w:numPr>
      </w:pPr>
      <w:r w:rsidRPr="00083316">
        <w:t>Be an eligible member of a family all of whose key in-scope members have a positive person-level weight (PERWT</w:t>
      </w:r>
      <w:r w:rsidR="00BD3192" w:rsidRPr="00083316">
        <w:t>19</w:t>
      </w:r>
      <w:r w:rsidRPr="00083316">
        <w:t>F &gt; 0). (Such a family consists of all persons with the same value for FAMIDYR.) That is, the person must have a positive full-y</w:t>
      </w:r>
      <w:r w:rsidR="00BD3192" w:rsidRPr="00083316">
        <w:t>ear family-level weight (FAMWT19</w:t>
      </w:r>
      <w:r w:rsidRPr="00083316">
        <w:t xml:space="preserve">F&gt;0). Note that FAMIDYR and </w:t>
      </w:r>
      <w:r w:rsidR="00BD3192" w:rsidRPr="00083316">
        <w:t>FAMWT19</w:t>
      </w:r>
      <w:r w:rsidRPr="00083316">
        <w:t xml:space="preserve">F </w:t>
      </w:r>
      <w:r w:rsidR="00BD3192" w:rsidRPr="00083316">
        <w:t>are variables on the 2019</w:t>
      </w:r>
      <w:r w:rsidRPr="00083316">
        <w:t xml:space="preserve"> Full Year Consolidated Data File.</w:t>
      </w:r>
    </w:p>
    <w:p w:rsidR="00B021C0" w:rsidRPr="00083316" w:rsidRDefault="00B021C0">
      <w:pPr>
        <w:pStyle w:val="L1-FlLfSp12"/>
        <w:rPr>
          <w:szCs w:val="24"/>
        </w:rPr>
      </w:pPr>
      <w:r w:rsidRPr="00083316">
        <w:t xml:space="preserve">Persons with no emergency room </w:t>
      </w:r>
      <w:r w:rsidR="00BD3192" w:rsidRPr="00083316">
        <w:t>visit events for 2019</w:t>
      </w:r>
      <w:r w:rsidRPr="00083316">
        <w:t xml:space="preserve"> are not included on this event-level ER file but </w:t>
      </w:r>
      <w:proofErr w:type="gramStart"/>
      <w:r w:rsidRPr="00083316">
        <w:t>are represented</w:t>
      </w:r>
      <w:proofErr w:type="gramEnd"/>
      <w:r w:rsidRPr="00083316">
        <w:t xml:space="preserve"> on the person-level</w:t>
      </w:r>
      <w:r w:rsidR="00BD3192" w:rsidRPr="00083316">
        <w:t xml:space="preserve"> 2019</w:t>
      </w:r>
      <w:r w:rsidRPr="00083316">
        <w:t xml:space="preserve"> Full Year Population Characteristics file. </w:t>
      </w:r>
    </w:p>
    <w:p w:rsidR="00B021C0" w:rsidRPr="00083316" w:rsidRDefault="00B021C0">
      <w:pPr>
        <w:pStyle w:val="L1-FlLfSp12"/>
      </w:pPr>
      <w:r w:rsidRPr="00083316">
        <w:t>Each emergency room visit record includes the following: date of the visit; whether or not person saw doctor; type of care received; type of services (i.e., lab test, sonogram or ultrasound, x-rays, etc.) received; medicines prescribed during the visit; flat fee information; imputed sources of payment; total payment and total charge; a full-year person-level weight; variance strata; and variance PSU.</w:t>
      </w:r>
    </w:p>
    <w:p w:rsidR="00B021C0" w:rsidRPr="00083316" w:rsidRDefault="00B021C0">
      <w:pPr>
        <w:pStyle w:val="L1-FlLfSp12"/>
      </w:pPr>
      <w:r w:rsidRPr="00083316">
        <w:rPr>
          <w:color w:val="000000"/>
        </w:rPr>
        <w:t xml:space="preserve">To append person-level information such as demographic or health insurance coverage to each event record, data from this file can be merged with </w:t>
      </w:r>
      <w:r w:rsidR="00BD3192" w:rsidRPr="00083316">
        <w:rPr>
          <w:color w:val="000000"/>
        </w:rPr>
        <w:t>2019</w:t>
      </w:r>
      <w:r w:rsidRPr="00083316">
        <w:rPr>
          <w:color w:val="000000"/>
        </w:rPr>
        <w:t xml:space="preserve"> MEPS HC person-level data (e.g. Full Year Consolidated or Full Year Population Characteristics file) using the person identifier, DUPERSID. Emergency room visit events </w:t>
      </w:r>
      <w:proofErr w:type="gramStart"/>
      <w:r w:rsidRPr="00083316">
        <w:rPr>
          <w:color w:val="000000"/>
        </w:rPr>
        <w:t>can also be linked</w:t>
      </w:r>
      <w:proofErr w:type="gramEnd"/>
      <w:r w:rsidRPr="00083316">
        <w:rPr>
          <w:color w:val="000000"/>
        </w:rPr>
        <w:t xml:space="preserve"> to the MEPS </w:t>
      </w:r>
      <w:r w:rsidR="00BD3192" w:rsidRPr="00083316">
        <w:rPr>
          <w:color w:val="000000"/>
        </w:rPr>
        <w:t>2019</w:t>
      </w:r>
      <w:r w:rsidRPr="00083316">
        <w:t xml:space="preserve"> Medical C</w:t>
      </w:r>
      <w:r w:rsidR="00BD3192" w:rsidRPr="00083316">
        <w:t>onditions File and the MEPS 2019</w:t>
      </w:r>
      <w:r w:rsidRPr="00083316">
        <w:t xml:space="preserve"> Prescribed Medicines File. Please see Section </w:t>
      </w:r>
      <w:bookmarkStart w:id="14" w:name="_Hlt525629376"/>
      <w:r w:rsidRPr="00083316">
        <w:t>5</w:t>
      </w:r>
      <w:bookmarkEnd w:id="14"/>
      <w:r w:rsidR="00BD3192" w:rsidRPr="00083316">
        <w:t>.0 and the 2019</w:t>
      </w:r>
      <w:r w:rsidRPr="00083316">
        <w:t xml:space="preserve"> Appendix File, HC-</w:t>
      </w:r>
      <w:r w:rsidR="006C04E9" w:rsidRPr="00083316">
        <w:t>213</w:t>
      </w:r>
      <w:r w:rsidRPr="00083316">
        <w:t>I for details on how to merge MEPS data files.</w:t>
      </w:r>
    </w:p>
    <w:p w:rsidR="00B021C0" w:rsidRPr="00083316" w:rsidRDefault="00B021C0" w:rsidP="00185244">
      <w:pPr>
        <w:pStyle w:val="Heading4"/>
      </w:pPr>
      <w:bookmarkStart w:id="15" w:name="_Toc29804773"/>
      <w:bookmarkStart w:id="16" w:name="_Toc72756879"/>
      <w:r w:rsidRPr="00083316">
        <w:t>2.1</w:t>
      </w:r>
      <w:r w:rsidRPr="00083316">
        <w:tab/>
        <w:t>Codebook Structure</w:t>
      </w:r>
      <w:bookmarkEnd w:id="15"/>
      <w:bookmarkEnd w:id="16"/>
    </w:p>
    <w:p w:rsidR="00B021C0" w:rsidRPr="00083316" w:rsidRDefault="00B021C0" w:rsidP="00185244">
      <w:pPr>
        <w:pStyle w:val="L2-FlLSp12"/>
      </w:pPr>
      <w:r w:rsidRPr="00083316">
        <w:t xml:space="preserve">For most variables on the Emergency Room Visits event file, both weighted and unweighted frequencies </w:t>
      </w:r>
      <w:proofErr w:type="gramStart"/>
      <w:r w:rsidRPr="00083316">
        <w:t>are provided</w:t>
      </w:r>
      <w:proofErr w:type="gramEnd"/>
      <w:r w:rsidRPr="00083316">
        <w:t xml:space="preserve"> in the </w:t>
      </w:r>
      <w:r w:rsidRPr="00083316">
        <w:rPr>
          <w:szCs w:val="24"/>
        </w:rPr>
        <w:t>accompanying</w:t>
      </w:r>
      <w:r w:rsidRPr="00083316">
        <w:rPr>
          <w:b/>
          <w:color w:val="000000"/>
        </w:rPr>
        <w:t xml:space="preserve"> </w:t>
      </w:r>
      <w:r w:rsidRPr="00083316">
        <w:t>codebook. The exceptions to this are weight variables and variance estimation variables. Only unweighted frequencies of these variables are included in the accompanying codebook file. See the Weights Variables list in section D, Variable-Source Crosswalk. The codebook and data file sequence list variables in the following order:</w:t>
      </w:r>
    </w:p>
    <w:p w:rsidR="00B021C0" w:rsidRPr="00083316" w:rsidRDefault="00B021C0" w:rsidP="00AC5940">
      <w:pPr>
        <w:pStyle w:val="N1-1stBullet"/>
      </w:pPr>
      <w:r w:rsidRPr="00083316">
        <w:t>Unique person identifiers</w:t>
      </w:r>
    </w:p>
    <w:p w:rsidR="00B021C0" w:rsidRPr="00083316" w:rsidRDefault="00B021C0" w:rsidP="00AC5940">
      <w:pPr>
        <w:pStyle w:val="N1-1stBullet"/>
      </w:pPr>
      <w:r w:rsidRPr="00083316">
        <w:t>Unique emergency room event identifiers</w:t>
      </w:r>
    </w:p>
    <w:p w:rsidR="00B021C0" w:rsidRPr="00083316" w:rsidRDefault="00B021C0" w:rsidP="00AC5940">
      <w:pPr>
        <w:pStyle w:val="N1-1stBullet"/>
      </w:pPr>
      <w:r w:rsidRPr="00083316">
        <w:t>Emergency room characteristic variables</w:t>
      </w:r>
    </w:p>
    <w:p w:rsidR="00B021C0" w:rsidRPr="00083316" w:rsidRDefault="00B021C0" w:rsidP="00AC5940">
      <w:pPr>
        <w:pStyle w:val="N1-1stBullet"/>
      </w:pPr>
      <w:r w:rsidRPr="00083316">
        <w:t>Imputed expenditure variables</w:t>
      </w:r>
    </w:p>
    <w:p w:rsidR="00B021C0" w:rsidRPr="00083316" w:rsidRDefault="00B021C0" w:rsidP="00AC5940">
      <w:pPr>
        <w:pStyle w:val="N1-1stBullet"/>
      </w:pPr>
      <w:r w:rsidRPr="00083316">
        <w:t>Weight and variance estimation variables</w:t>
      </w:r>
    </w:p>
    <w:p w:rsidR="00B021C0" w:rsidRPr="00083316" w:rsidRDefault="00B021C0" w:rsidP="00185244">
      <w:pPr>
        <w:pStyle w:val="L1-FlLSp12"/>
      </w:pPr>
      <w:r w:rsidRPr="00083316">
        <w:t>Note that the person identifier is unique within this data year.</w:t>
      </w:r>
    </w:p>
    <w:p w:rsidR="00B021C0" w:rsidRPr="00083316" w:rsidRDefault="00B021C0" w:rsidP="00185244">
      <w:pPr>
        <w:pStyle w:val="Heading4"/>
      </w:pPr>
      <w:bookmarkStart w:id="17" w:name="_Toc29804774"/>
      <w:bookmarkStart w:id="18" w:name="_Toc72756880"/>
      <w:r w:rsidRPr="00083316">
        <w:t>2.2</w:t>
      </w:r>
      <w:r w:rsidRPr="00083316">
        <w:tab/>
        <w:t>Reserved Codes</w:t>
      </w:r>
      <w:bookmarkEnd w:id="17"/>
      <w:bookmarkEnd w:id="18"/>
    </w:p>
    <w:p w:rsidR="00B021C0" w:rsidRPr="00083316" w:rsidRDefault="00B021C0">
      <w:pPr>
        <w:pStyle w:val="L1-FlLfSp12"/>
      </w:pPr>
      <w:r w:rsidRPr="00083316">
        <w:t>The following reserved code values are used:</w:t>
      </w:r>
    </w:p>
    <w:tbl>
      <w:tblPr>
        <w:tblStyle w:val="TableGrid"/>
        <w:tblW w:w="10062" w:type="dxa"/>
        <w:tblLook w:val="01E0" w:firstRow="1" w:lastRow="1" w:firstColumn="1" w:lastColumn="1" w:noHBand="0" w:noVBand="0"/>
        <w:tblDescription w:val="Variables' reserved codes: -1, -7, -8, and -15, and their definitions."/>
      </w:tblPr>
      <w:tblGrid>
        <w:gridCol w:w="3402"/>
        <w:gridCol w:w="6660"/>
      </w:tblGrid>
      <w:tr w:rsidR="00B021C0" w:rsidRPr="00083316" w:rsidTr="00B84ADB">
        <w:trPr>
          <w:cantSplit/>
          <w:tblHeader/>
        </w:trPr>
        <w:tc>
          <w:tcPr>
            <w:tcW w:w="3402" w:type="dxa"/>
          </w:tcPr>
          <w:p w:rsidR="00B021C0" w:rsidRPr="00083316" w:rsidRDefault="00B021C0" w:rsidP="00273082">
            <w:pPr>
              <w:pStyle w:val="TH-TableHeading"/>
              <w:jc w:val="left"/>
              <w:rPr>
                <w:rFonts w:ascii="Times New Roman" w:hAnsi="Times New Roman"/>
                <w:sz w:val="24"/>
                <w:szCs w:val="24"/>
              </w:rPr>
            </w:pPr>
            <w:r w:rsidRPr="00083316">
              <w:rPr>
                <w:rFonts w:ascii="Times New Roman" w:hAnsi="Times New Roman"/>
                <w:sz w:val="24"/>
                <w:szCs w:val="24"/>
              </w:rPr>
              <w:t>Value</w:t>
            </w:r>
          </w:p>
        </w:tc>
        <w:tc>
          <w:tcPr>
            <w:tcW w:w="6660" w:type="dxa"/>
          </w:tcPr>
          <w:p w:rsidR="00B021C0" w:rsidRPr="00083316" w:rsidRDefault="00B021C0" w:rsidP="00273082">
            <w:pPr>
              <w:pStyle w:val="TH-TableHeading"/>
              <w:jc w:val="left"/>
              <w:rPr>
                <w:rFonts w:ascii="Times New Roman" w:hAnsi="Times New Roman"/>
                <w:sz w:val="24"/>
                <w:szCs w:val="24"/>
              </w:rPr>
            </w:pPr>
            <w:r w:rsidRPr="00083316">
              <w:rPr>
                <w:rFonts w:ascii="Times New Roman" w:hAnsi="Times New Roman"/>
                <w:sz w:val="24"/>
                <w:szCs w:val="24"/>
              </w:rPr>
              <w:t>Definition</w:t>
            </w:r>
          </w:p>
        </w:tc>
      </w:tr>
      <w:tr w:rsidR="00B021C0" w:rsidRPr="00083316" w:rsidTr="00490CCD">
        <w:trPr>
          <w:cantSplit/>
        </w:trPr>
        <w:tc>
          <w:tcPr>
            <w:tcW w:w="3402" w:type="dxa"/>
          </w:tcPr>
          <w:p w:rsidR="00B021C0" w:rsidRPr="00083316" w:rsidRDefault="00B021C0">
            <w:pPr>
              <w:pStyle w:val="SL-FlLftSgl"/>
              <w:spacing w:after="120"/>
            </w:pPr>
            <w:r w:rsidRPr="00083316">
              <w:t>-1 INAPPLICABLE</w:t>
            </w:r>
          </w:p>
        </w:tc>
        <w:tc>
          <w:tcPr>
            <w:tcW w:w="6660" w:type="dxa"/>
          </w:tcPr>
          <w:p w:rsidR="00B021C0" w:rsidRPr="00083316" w:rsidRDefault="00B021C0">
            <w:pPr>
              <w:pStyle w:val="SL-FlLftSgl"/>
              <w:spacing w:after="120"/>
            </w:pPr>
            <w:r w:rsidRPr="00083316">
              <w:t>Question was not asked due to skip pattern</w:t>
            </w:r>
          </w:p>
        </w:tc>
      </w:tr>
      <w:tr w:rsidR="00B021C0" w:rsidRPr="00083316" w:rsidTr="00490CCD">
        <w:trPr>
          <w:cantSplit/>
        </w:trPr>
        <w:tc>
          <w:tcPr>
            <w:tcW w:w="3402" w:type="dxa"/>
          </w:tcPr>
          <w:p w:rsidR="00B021C0" w:rsidRPr="00083316" w:rsidRDefault="00B021C0">
            <w:pPr>
              <w:pStyle w:val="SL-FlLftSgl"/>
              <w:spacing w:after="120"/>
            </w:pPr>
            <w:r w:rsidRPr="00083316">
              <w:t>-7 REFUSED</w:t>
            </w:r>
          </w:p>
        </w:tc>
        <w:tc>
          <w:tcPr>
            <w:tcW w:w="6660" w:type="dxa"/>
          </w:tcPr>
          <w:p w:rsidR="00B021C0" w:rsidRPr="00083316" w:rsidRDefault="00B021C0">
            <w:pPr>
              <w:pStyle w:val="SL-FlLftSgl"/>
              <w:spacing w:after="120"/>
            </w:pPr>
            <w:r w:rsidRPr="00083316">
              <w:t>Question was asked and respondent refused to answer question</w:t>
            </w:r>
          </w:p>
        </w:tc>
      </w:tr>
      <w:tr w:rsidR="00B021C0" w:rsidRPr="00083316" w:rsidTr="00490CCD">
        <w:trPr>
          <w:cantSplit/>
        </w:trPr>
        <w:tc>
          <w:tcPr>
            <w:tcW w:w="3402" w:type="dxa"/>
          </w:tcPr>
          <w:p w:rsidR="00B021C0" w:rsidRPr="00083316" w:rsidRDefault="00B021C0" w:rsidP="003C147D">
            <w:pPr>
              <w:pStyle w:val="SL-FlLftSgl"/>
              <w:spacing w:after="120"/>
            </w:pPr>
            <w:r w:rsidRPr="00083316">
              <w:t>-8 DK</w:t>
            </w:r>
          </w:p>
        </w:tc>
        <w:tc>
          <w:tcPr>
            <w:tcW w:w="6660" w:type="dxa"/>
          </w:tcPr>
          <w:p w:rsidR="00B021C0" w:rsidRPr="00083316" w:rsidRDefault="00B021C0" w:rsidP="003C147D">
            <w:pPr>
              <w:pStyle w:val="SL-FlLftSgl"/>
              <w:spacing w:after="120"/>
            </w:pPr>
            <w:r w:rsidRPr="00083316">
              <w:t>Question was asked and respondent did not know answer</w:t>
            </w:r>
            <w:r w:rsidR="000734C3" w:rsidRPr="00083316">
              <w:t xml:space="preserve"> or the information could not be ascertained</w:t>
            </w:r>
          </w:p>
        </w:tc>
      </w:tr>
      <w:tr w:rsidR="00B021C0" w:rsidRPr="00083316" w:rsidTr="00490CCD">
        <w:trPr>
          <w:cantSplit/>
        </w:trPr>
        <w:tc>
          <w:tcPr>
            <w:tcW w:w="3402" w:type="dxa"/>
          </w:tcPr>
          <w:p w:rsidR="00B021C0" w:rsidRPr="00083316" w:rsidRDefault="00B021C0">
            <w:pPr>
              <w:pStyle w:val="SL-FlLftSgl"/>
              <w:spacing w:after="120"/>
            </w:pPr>
            <w:r w:rsidRPr="00083316">
              <w:t>-15 CANNOT BE COMPUTED</w:t>
            </w:r>
          </w:p>
        </w:tc>
        <w:tc>
          <w:tcPr>
            <w:tcW w:w="6660" w:type="dxa"/>
          </w:tcPr>
          <w:p w:rsidR="00B021C0" w:rsidRPr="00083316" w:rsidRDefault="00B021C0">
            <w:pPr>
              <w:pStyle w:val="SL-FlLftSgl"/>
              <w:spacing w:after="120"/>
            </w:pPr>
            <w:r w:rsidRPr="00083316">
              <w:rPr>
                <w:rFonts w:ascii="TimesNewRomanPSMT" w:hAnsi="TimesNewRomanPSMT" w:cs="TimesNewRomanPSMT"/>
                <w:szCs w:val="24"/>
              </w:rPr>
              <w:t>Value cannot be derived from data</w:t>
            </w:r>
          </w:p>
        </w:tc>
      </w:tr>
    </w:tbl>
    <w:p w:rsidR="00810896" w:rsidRPr="00083316" w:rsidRDefault="00810896" w:rsidP="00810896">
      <w:pPr>
        <w:pStyle w:val="L1-FlLfSp12"/>
        <w:spacing w:before="240"/>
      </w:pPr>
      <w:r w:rsidRPr="00083316">
        <w:t>The value -15 (CANNOT BE COMPUTED) is assigned to MEPS constructed variables in cases where there is not enough information from the MEPS instrument to calculate the constructed variables. “Not enough information” is often the result of skip patterns in the data or from missing information resulting from MEPS responses of -7 (REFUSED) or -8 (DK). Note that reserved code -8 includes cases where the information from the question was “not ascertained” or where the respondent chose “don’t know”.</w:t>
      </w:r>
    </w:p>
    <w:p w:rsidR="00B021C0" w:rsidRPr="00083316" w:rsidRDefault="00B021C0" w:rsidP="003C147D">
      <w:pPr>
        <w:pStyle w:val="L1-FlLfSp12"/>
        <w:spacing w:before="240"/>
      </w:pPr>
      <w:r w:rsidRPr="00083316">
        <w:t xml:space="preserve">Generally, values of -1, -7, -8, and -15 for non-expenditure variables </w:t>
      </w:r>
      <w:proofErr w:type="gramStart"/>
      <w:r w:rsidRPr="00083316">
        <w:t>have not been edited</w:t>
      </w:r>
      <w:proofErr w:type="gramEnd"/>
      <w:r w:rsidRPr="00083316">
        <w:t xml:space="preserve"> on this file. The values of -1 and -15 </w:t>
      </w:r>
      <w:proofErr w:type="gramStart"/>
      <w:r w:rsidRPr="00083316">
        <w:t>can be edited</w:t>
      </w:r>
      <w:proofErr w:type="gramEnd"/>
      <w:r w:rsidRPr="00083316">
        <w:t xml:space="preserve"> by the data users/analysts by following the skip patterns in the </w:t>
      </w:r>
      <w:hyperlink r:id="rId16" w:history="1">
        <w:r w:rsidRPr="00083316">
          <w:rPr>
            <w:rStyle w:val="Hyperlink"/>
          </w:rPr>
          <w:t xml:space="preserve">HC </w:t>
        </w:r>
        <w:bookmarkStart w:id="19" w:name="_Toc29804775"/>
        <w:r w:rsidRPr="00083316">
          <w:rPr>
            <w:rStyle w:val="Hyperlink"/>
          </w:rPr>
          <w:t>survey questionnaire</w:t>
        </w:r>
      </w:hyperlink>
      <w:r w:rsidRPr="00083316">
        <w:rPr>
          <w:color w:val="00B0F0"/>
        </w:rPr>
        <w:t xml:space="preserve"> </w:t>
      </w:r>
      <w:r w:rsidRPr="00083316">
        <w:t xml:space="preserve">located on the </w:t>
      </w:r>
      <w:hyperlink r:id="rId17" w:history="1">
        <w:r w:rsidRPr="00083316">
          <w:rPr>
            <w:rStyle w:val="Hyperlink"/>
          </w:rPr>
          <w:t>MEPS website</w:t>
        </w:r>
      </w:hyperlink>
      <w:r w:rsidRPr="00083316">
        <w:t>.</w:t>
      </w:r>
    </w:p>
    <w:p w:rsidR="00B021C0" w:rsidRPr="00083316" w:rsidRDefault="00B021C0" w:rsidP="00185244">
      <w:pPr>
        <w:pStyle w:val="Heading4"/>
      </w:pPr>
      <w:bookmarkStart w:id="20" w:name="_Toc72756881"/>
      <w:r w:rsidRPr="00083316">
        <w:t>2.3</w:t>
      </w:r>
      <w:r w:rsidRPr="00083316">
        <w:tab/>
        <w:t>Codebook Format</w:t>
      </w:r>
      <w:bookmarkEnd w:id="19"/>
      <w:bookmarkEnd w:id="20"/>
    </w:p>
    <w:p w:rsidR="00B021C0" w:rsidRPr="00083316" w:rsidRDefault="00B021C0">
      <w:pPr>
        <w:pStyle w:val="L1-FlLfSp12"/>
      </w:pPr>
      <w:r w:rsidRPr="00083316">
        <w:t xml:space="preserve">The EROM codebook describes an ASCII data set (although the data are also being provided in a </w:t>
      </w:r>
      <w:r w:rsidR="00755353" w:rsidRPr="00083316">
        <w:t xml:space="preserve">SAS data set, </w:t>
      </w:r>
      <w:r w:rsidRPr="00083316">
        <w:t>SAS transport file</w:t>
      </w:r>
      <w:r w:rsidR="00755353" w:rsidRPr="00083316">
        <w:t>, Stata data set, and Excel file</w:t>
      </w:r>
      <w:r w:rsidRPr="00083316">
        <w:t xml:space="preserve">). The following codebook items </w:t>
      </w:r>
      <w:proofErr w:type="gramStart"/>
      <w:r w:rsidRPr="00083316">
        <w:t>are provided</w:t>
      </w:r>
      <w:proofErr w:type="gramEnd"/>
      <w:r w:rsidRPr="00083316">
        <w:t xml:space="preserve"> for each variable:</w:t>
      </w:r>
    </w:p>
    <w:tbl>
      <w:tblPr>
        <w:tblStyle w:val="TableGrid"/>
        <w:tblW w:w="9270" w:type="dxa"/>
        <w:tblLook w:val="01E0" w:firstRow="1" w:lastRow="1" w:firstColumn="1" w:lastColumn="1" w:noHBand="0" w:noVBand="0"/>
        <w:tblDescription w:val="Accompanying codebook's format and the descriptions of the identifiers used in the codebook (Name, Description, Format, Type, Start position, and End position)."/>
      </w:tblPr>
      <w:tblGrid>
        <w:gridCol w:w="1350"/>
        <w:gridCol w:w="7920"/>
      </w:tblGrid>
      <w:tr w:rsidR="00B021C0" w:rsidRPr="00083316" w:rsidTr="00185244">
        <w:trPr>
          <w:cantSplit/>
          <w:tblHeader/>
        </w:trPr>
        <w:tc>
          <w:tcPr>
            <w:tcW w:w="1350" w:type="dxa"/>
          </w:tcPr>
          <w:p w:rsidR="00B021C0" w:rsidRPr="00083316" w:rsidRDefault="00B021C0" w:rsidP="00273082">
            <w:pPr>
              <w:pStyle w:val="TH-TableHeading"/>
              <w:jc w:val="left"/>
              <w:rPr>
                <w:rFonts w:ascii="Times New Roman" w:hAnsi="Times New Roman"/>
                <w:sz w:val="24"/>
                <w:szCs w:val="24"/>
              </w:rPr>
            </w:pPr>
            <w:r w:rsidRPr="00083316">
              <w:rPr>
                <w:rFonts w:ascii="Times New Roman" w:hAnsi="Times New Roman"/>
                <w:sz w:val="24"/>
                <w:szCs w:val="24"/>
              </w:rPr>
              <w:t>Identifier</w:t>
            </w:r>
          </w:p>
        </w:tc>
        <w:tc>
          <w:tcPr>
            <w:tcW w:w="7920" w:type="dxa"/>
          </w:tcPr>
          <w:p w:rsidR="00B021C0" w:rsidRPr="00083316" w:rsidRDefault="00B021C0" w:rsidP="00273082">
            <w:pPr>
              <w:pStyle w:val="TH-TableHeading"/>
              <w:jc w:val="left"/>
              <w:rPr>
                <w:rFonts w:ascii="Times New Roman" w:hAnsi="Times New Roman"/>
                <w:sz w:val="24"/>
                <w:szCs w:val="24"/>
              </w:rPr>
            </w:pPr>
            <w:r w:rsidRPr="00083316">
              <w:rPr>
                <w:rFonts w:ascii="Times New Roman" w:hAnsi="Times New Roman"/>
                <w:sz w:val="24"/>
                <w:szCs w:val="24"/>
              </w:rPr>
              <w:t>Description</w:t>
            </w:r>
          </w:p>
        </w:tc>
      </w:tr>
      <w:tr w:rsidR="00B021C0" w:rsidRPr="00083316" w:rsidTr="003F06E5">
        <w:trPr>
          <w:cantSplit/>
        </w:trPr>
        <w:tc>
          <w:tcPr>
            <w:tcW w:w="1350" w:type="dxa"/>
          </w:tcPr>
          <w:p w:rsidR="00B021C0" w:rsidRPr="00083316" w:rsidRDefault="00B021C0">
            <w:pPr>
              <w:pStyle w:val="SL-FlLftSgl"/>
              <w:spacing w:after="120"/>
            </w:pPr>
            <w:r w:rsidRPr="00083316">
              <w:t xml:space="preserve">Name </w:t>
            </w:r>
          </w:p>
        </w:tc>
        <w:tc>
          <w:tcPr>
            <w:tcW w:w="7920" w:type="dxa"/>
          </w:tcPr>
          <w:p w:rsidR="00B021C0" w:rsidRPr="00083316" w:rsidRDefault="00B021C0" w:rsidP="003C147D">
            <w:pPr>
              <w:pStyle w:val="SL-FlLftSgl"/>
              <w:spacing w:after="120"/>
            </w:pPr>
            <w:r w:rsidRPr="00083316">
              <w:t>Variable name</w:t>
            </w:r>
          </w:p>
        </w:tc>
      </w:tr>
      <w:tr w:rsidR="00B021C0" w:rsidRPr="00083316" w:rsidTr="003F06E5">
        <w:trPr>
          <w:cantSplit/>
        </w:trPr>
        <w:tc>
          <w:tcPr>
            <w:tcW w:w="1350" w:type="dxa"/>
          </w:tcPr>
          <w:p w:rsidR="00B021C0" w:rsidRPr="00083316" w:rsidRDefault="00B021C0">
            <w:pPr>
              <w:pStyle w:val="SL-FlLftSgl"/>
              <w:spacing w:after="120"/>
            </w:pPr>
            <w:r w:rsidRPr="00083316">
              <w:t>Description</w:t>
            </w:r>
          </w:p>
        </w:tc>
        <w:tc>
          <w:tcPr>
            <w:tcW w:w="7920" w:type="dxa"/>
          </w:tcPr>
          <w:p w:rsidR="00B021C0" w:rsidRPr="00083316" w:rsidRDefault="00B021C0" w:rsidP="003C147D">
            <w:pPr>
              <w:pStyle w:val="SL-FlLftSgl"/>
              <w:spacing w:after="120"/>
            </w:pPr>
            <w:r w:rsidRPr="00083316">
              <w:t>Variable descriptor</w:t>
            </w:r>
          </w:p>
        </w:tc>
      </w:tr>
      <w:tr w:rsidR="00B021C0" w:rsidRPr="00083316" w:rsidTr="003F06E5">
        <w:trPr>
          <w:cantSplit/>
        </w:trPr>
        <w:tc>
          <w:tcPr>
            <w:tcW w:w="1350" w:type="dxa"/>
          </w:tcPr>
          <w:p w:rsidR="00B021C0" w:rsidRPr="00083316" w:rsidRDefault="00B021C0">
            <w:pPr>
              <w:pStyle w:val="SL-FlLftSgl"/>
              <w:spacing w:after="120"/>
            </w:pPr>
            <w:r w:rsidRPr="00083316">
              <w:t>Format</w:t>
            </w:r>
          </w:p>
        </w:tc>
        <w:tc>
          <w:tcPr>
            <w:tcW w:w="7920" w:type="dxa"/>
          </w:tcPr>
          <w:p w:rsidR="00B021C0" w:rsidRPr="00083316" w:rsidRDefault="00B021C0">
            <w:pPr>
              <w:pStyle w:val="SL-FlLftSgl"/>
              <w:spacing w:after="120"/>
            </w:pPr>
            <w:r w:rsidRPr="00083316">
              <w:t>Number of bytes</w:t>
            </w:r>
          </w:p>
        </w:tc>
      </w:tr>
      <w:tr w:rsidR="00B021C0" w:rsidRPr="00083316" w:rsidTr="003F06E5">
        <w:trPr>
          <w:cantSplit/>
        </w:trPr>
        <w:tc>
          <w:tcPr>
            <w:tcW w:w="1350" w:type="dxa"/>
          </w:tcPr>
          <w:p w:rsidR="00B021C0" w:rsidRPr="00083316" w:rsidRDefault="00B021C0">
            <w:pPr>
              <w:pStyle w:val="SL-FlLftSgl"/>
              <w:spacing w:after="120"/>
            </w:pPr>
            <w:r w:rsidRPr="00083316">
              <w:t>Type</w:t>
            </w:r>
          </w:p>
        </w:tc>
        <w:tc>
          <w:tcPr>
            <w:tcW w:w="7920" w:type="dxa"/>
          </w:tcPr>
          <w:p w:rsidR="00B021C0" w:rsidRPr="00083316" w:rsidRDefault="00B021C0">
            <w:pPr>
              <w:pStyle w:val="SL-FlLftSgl"/>
              <w:spacing w:after="120"/>
            </w:pPr>
            <w:r w:rsidRPr="00083316">
              <w:t xml:space="preserve">Type of data: numeric (indicated by NUM) or character (indicated by CHAR) </w:t>
            </w:r>
          </w:p>
        </w:tc>
      </w:tr>
      <w:tr w:rsidR="00B021C0" w:rsidRPr="00083316" w:rsidTr="003F06E5">
        <w:trPr>
          <w:cantSplit/>
        </w:trPr>
        <w:tc>
          <w:tcPr>
            <w:tcW w:w="1350" w:type="dxa"/>
          </w:tcPr>
          <w:p w:rsidR="00B021C0" w:rsidRPr="00083316" w:rsidRDefault="00B021C0">
            <w:pPr>
              <w:pStyle w:val="SL-FlLftSgl"/>
              <w:spacing w:after="120"/>
            </w:pPr>
            <w:r w:rsidRPr="00083316">
              <w:t>Start</w:t>
            </w:r>
          </w:p>
        </w:tc>
        <w:tc>
          <w:tcPr>
            <w:tcW w:w="7920" w:type="dxa"/>
          </w:tcPr>
          <w:p w:rsidR="00B021C0" w:rsidRPr="00083316" w:rsidRDefault="00B021C0">
            <w:pPr>
              <w:pStyle w:val="SL-FlLftSgl"/>
              <w:spacing w:after="120"/>
            </w:pPr>
            <w:r w:rsidRPr="00083316">
              <w:t>Beginning column position of variable in record</w:t>
            </w:r>
          </w:p>
        </w:tc>
      </w:tr>
      <w:tr w:rsidR="00B021C0" w:rsidRPr="00083316" w:rsidTr="003F06E5">
        <w:trPr>
          <w:cantSplit/>
        </w:trPr>
        <w:tc>
          <w:tcPr>
            <w:tcW w:w="1350" w:type="dxa"/>
          </w:tcPr>
          <w:p w:rsidR="00B021C0" w:rsidRPr="00083316" w:rsidRDefault="00B021C0" w:rsidP="00F3552C">
            <w:pPr>
              <w:pStyle w:val="SL-FlLftSgl"/>
              <w:spacing w:after="120"/>
            </w:pPr>
            <w:r w:rsidRPr="00083316">
              <w:t>End</w:t>
            </w:r>
          </w:p>
        </w:tc>
        <w:tc>
          <w:tcPr>
            <w:tcW w:w="7920" w:type="dxa"/>
          </w:tcPr>
          <w:p w:rsidR="00B021C0" w:rsidRPr="00083316" w:rsidRDefault="00B021C0" w:rsidP="00F3552C">
            <w:pPr>
              <w:pStyle w:val="SL-FlLftSgl"/>
              <w:spacing w:after="120"/>
            </w:pPr>
            <w:r w:rsidRPr="00083316">
              <w:t>Ending column position of variable in record</w:t>
            </w:r>
          </w:p>
        </w:tc>
      </w:tr>
    </w:tbl>
    <w:p w:rsidR="00B021C0" w:rsidRPr="00083316" w:rsidRDefault="00B021C0" w:rsidP="00185244">
      <w:pPr>
        <w:pStyle w:val="Heading4"/>
      </w:pPr>
      <w:bookmarkStart w:id="21" w:name="_Hlt525635706"/>
      <w:bookmarkStart w:id="22" w:name="_Toc29804776"/>
      <w:bookmarkStart w:id="23" w:name="_Toc72756882"/>
      <w:bookmarkEnd w:id="21"/>
      <w:r w:rsidRPr="00083316">
        <w:t>2.4</w:t>
      </w:r>
      <w:r w:rsidRPr="00083316">
        <w:tab/>
        <w:t>Variable Source and Naming Conventions</w:t>
      </w:r>
      <w:bookmarkEnd w:id="22"/>
      <w:bookmarkEnd w:id="23"/>
      <w:r w:rsidRPr="00083316">
        <w:t xml:space="preserve"> </w:t>
      </w:r>
    </w:p>
    <w:p w:rsidR="00B021C0" w:rsidRPr="00083316" w:rsidRDefault="00B021C0">
      <w:pPr>
        <w:pStyle w:val="L1-FlLfSp12"/>
      </w:pPr>
      <w:r w:rsidRPr="00083316">
        <w:t>In general, variable names reflect the content of the variable. All imputed/edited variables end with an “X”.</w:t>
      </w:r>
    </w:p>
    <w:p w:rsidR="00B021C0" w:rsidRPr="00083316" w:rsidRDefault="00B021C0" w:rsidP="003C147D">
      <w:pPr>
        <w:pStyle w:val="L1-FlLfSp12"/>
        <w:spacing w:before="120" w:line="240" w:lineRule="auto"/>
      </w:pPr>
      <w:r w:rsidRPr="00083316">
        <w:t xml:space="preserve">Beginning in 2018, as variable collection, universe, or categories </w:t>
      </w:r>
      <w:proofErr w:type="gramStart"/>
      <w:r w:rsidRPr="00083316">
        <w:t>are altered</w:t>
      </w:r>
      <w:proofErr w:type="gramEnd"/>
      <w:r w:rsidRPr="00083316">
        <w:t>, the variable name will be appended with “_</w:t>
      </w:r>
      <w:proofErr w:type="spellStart"/>
      <w:r w:rsidRPr="00083316">
        <w:t>Myy</w:t>
      </w:r>
      <w:proofErr w:type="spellEnd"/>
      <w:r w:rsidRPr="00083316">
        <w:t xml:space="preserve">” to indicate in which year the alterations took place. Details about these alterations </w:t>
      </w:r>
      <w:proofErr w:type="gramStart"/>
      <w:r w:rsidRPr="00083316">
        <w:t>can be found</w:t>
      </w:r>
      <w:proofErr w:type="gramEnd"/>
      <w:r w:rsidRPr="00083316">
        <w:t xml:space="preserve"> throughout this document.</w:t>
      </w:r>
    </w:p>
    <w:p w:rsidR="00B021C0" w:rsidRPr="00083316" w:rsidRDefault="00B021C0" w:rsidP="00185244">
      <w:pPr>
        <w:pStyle w:val="Heading5"/>
        <w:rPr>
          <w:lang w:val="en-US"/>
        </w:rPr>
      </w:pPr>
      <w:bookmarkStart w:id="24" w:name="_Hlt12703958"/>
      <w:bookmarkStart w:id="25" w:name="_Toc29804777"/>
      <w:bookmarkStart w:id="26" w:name="_Toc72756883"/>
      <w:bookmarkEnd w:id="24"/>
      <w:r w:rsidRPr="00083316">
        <w:rPr>
          <w:lang w:val="en-US"/>
        </w:rPr>
        <w:t>2.4.1</w:t>
      </w:r>
      <w:r w:rsidRPr="00083316">
        <w:rPr>
          <w:lang w:val="en-US"/>
        </w:rPr>
        <w:tab/>
      </w:r>
      <w:bookmarkEnd w:id="25"/>
      <w:r w:rsidRPr="00083316">
        <w:rPr>
          <w:lang w:val="en-US"/>
        </w:rPr>
        <w:t>General</w:t>
      </w:r>
      <w:bookmarkEnd w:id="26"/>
    </w:p>
    <w:p w:rsidR="00B021C0" w:rsidRPr="00083316" w:rsidRDefault="00B021C0" w:rsidP="00185244">
      <w:pPr>
        <w:pStyle w:val="L2-FlLSp12"/>
      </w:pPr>
      <w:r w:rsidRPr="00083316">
        <w:t xml:space="preserve">Variables on this file </w:t>
      </w:r>
      <w:proofErr w:type="gramStart"/>
      <w:r w:rsidRPr="00083316">
        <w:t>were derived</w:t>
      </w:r>
      <w:proofErr w:type="gramEnd"/>
      <w:r w:rsidRPr="00083316">
        <w:t xml:space="preserve"> from the HC questionnaire itself, derived from the MPC data collection instrument, derived from CAPI, or assigned in sampling. The source of each variable </w:t>
      </w:r>
      <w:proofErr w:type="gramStart"/>
      <w:r w:rsidRPr="00083316">
        <w:t>is identified</w:t>
      </w:r>
      <w:proofErr w:type="gramEnd"/>
      <w:r w:rsidRPr="00083316">
        <w:t xml:space="preserve"> in Section D “Variable - Source Crosswalk” in one of four ways:</w:t>
      </w:r>
    </w:p>
    <w:p w:rsidR="00B021C0" w:rsidRPr="00083316" w:rsidRDefault="00B021C0" w:rsidP="0016670F">
      <w:pPr>
        <w:pStyle w:val="NL-1stNumberedBullet"/>
        <w:numPr>
          <w:ilvl w:val="0"/>
          <w:numId w:val="57"/>
        </w:numPr>
      </w:pPr>
      <w:r w:rsidRPr="0016670F">
        <w:t>Variables</w:t>
      </w:r>
      <w:r w:rsidRPr="00083316">
        <w:t xml:space="preserve"> derived from CAPI or assigned in sampling are indicated as “CAPI derived” or “Assigned in sampling,” respectively; </w:t>
      </w:r>
    </w:p>
    <w:p w:rsidR="00B021C0" w:rsidRPr="00083316" w:rsidRDefault="00B021C0" w:rsidP="00916202">
      <w:pPr>
        <w:pStyle w:val="NL-1stNumberedBullet"/>
      </w:pPr>
      <w:r w:rsidRPr="00083316">
        <w:t>Variables which come from one or more specific questions have those questionnaire sections and question numbers indicated in the “Source” column; questionnaire sections are identified as:</w:t>
      </w:r>
    </w:p>
    <w:p w:rsidR="00B021C0" w:rsidRPr="00083316" w:rsidRDefault="00B021C0" w:rsidP="00DD13E5">
      <w:pPr>
        <w:pStyle w:val="N1-1stBullet"/>
        <w:ind w:firstLine="468"/>
      </w:pPr>
      <w:r w:rsidRPr="00083316">
        <w:t xml:space="preserve">ER - Emergency Room section </w:t>
      </w:r>
    </w:p>
    <w:p w:rsidR="00B021C0" w:rsidRPr="00083316" w:rsidRDefault="00B021C0" w:rsidP="00DD13E5">
      <w:pPr>
        <w:pStyle w:val="N1-1stBullet"/>
        <w:ind w:firstLine="468"/>
      </w:pPr>
      <w:r w:rsidRPr="00083316">
        <w:t>FF - Flat Fee section</w:t>
      </w:r>
    </w:p>
    <w:p w:rsidR="00B021C0" w:rsidRPr="00083316" w:rsidRDefault="00B021C0" w:rsidP="00DD13E5">
      <w:pPr>
        <w:pStyle w:val="N1-1stBullet"/>
        <w:ind w:firstLine="468"/>
      </w:pPr>
      <w:r w:rsidRPr="00083316">
        <w:t>CP - Charge Payment section;</w:t>
      </w:r>
    </w:p>
    <w:p w:rsidR="00B021C0" w:rsidRPr="00083316" w:rsidRDefault="00B021C0" w:rsidP="00916202">
      <w:pPr>
        <w:pStyle w:val="NL-1stNumberedBullet"/>
      </w:pPr>
      <w:r w:rsidRPr="00083316">
        <w:t xml:space="preserve">Variables constructed from multiple questions using complex algorithms are labeled “Constructed” in the “Source” column; and </w:t>
      </w:r>
    </w:p>
    <w:p w:rsidR="00B021C0" w:rsidRPr="00083316" w:rsidRDefault="00B021C0" w:rsidP="00916202">
      <w:pPr>
        <w:pStyle w:val="NL-1stNumberedBullet"/>
      </w:pPr>
      <w:proofErr w:type="gramStart"/>
      <w:r w:rsidRPr="00083316">
        <w:t>Variables which have been edited or imputed</w:t>
      </w:r>
      <w:proofErr w:type="gramEnd"/>
      <w:r w:rsidRPr="00083316">
        <w:t xml:space="preserve"> are so indicated.</w:t>
      </w:r>
    </w:p>
    <w:p w:rsidR="00B021C0" w:rsidRPr="00083316" w:rsidRDefault="00B021C0" w:rsidP="00185244">
      <w:pPr>
        <w:pStyle w:val="Heading5"/>
        <w:rPr>
          <w:lang w:val="en-US"/>
        </w:rPr>
      </w:pPr>
      <w:bookmarkStart w:id="27" w:name="_Hlt12703963"/>
      <w:bookmarkStart w:id="28" w:name="_Toc29804778"/>
      <w:bookmarkStart w:id="29" w:name="_Toc72756884"/>
      <w:bookmarkEnd w:id="27"/>
      <w:r w:rsidRPr="00083316">
        <w:rPr>
          <w:lang w:val="en-US"/>
        </w:rPr>
        <w:t>2.4.2</w:t>
      </w:r>
      <w:r w:rsidRPr="00083316">
        <w:rPr>
          <w:lang w:val="en-US"/>
        </w:rPr>
        <w:tab/>
        <w:t>Expenditure and Source of Payment Variables</w:t>
      </w:r>
      <w:bookmarkEnd w:id="28"/>
      <w:bookmarkEnd w:id="29"/>
    </w:p>
    <w:p w:rsidR="00B021C0" w:rsidRPr="00083316" w:rsidRDefault="00B021C0">
      <w:pPr>
        <w:pStyle w:val="L1-FlLfSp12"/>
      </w:pPr>
      <w:r w:rsidRPr="00083316">
        <w:t>The names of the expenditure and source of payment variables follow a standard convention and end in</w:t>
      </w:r>
      <w:bookmarkStart w:id="30" w:name="_Hlt6403548"/>
      <w:bookmarkEnd w:id="30"/>
      <w:r w:rsidRPr="00083316">
        <w:t xml:space="preserve"> an “X” indicating edited/imputed. Please note that imputed means that a series of logical edits, as well as an imputation process to account for missing data, have been performed on the variable.</w:t>
      </w:r>
    </w:p>
    <w:p w:rsidR="00B021C0" w:rsidRPr="00083316" w:rsidRDefault="00B021C0">
      <w:pPr>
        <w:pStyle w:val="L1-FlLfSp12"/>
      </w:pPr>
      <w:r w:rsidRPr="00083316">
        <w:t>The total sum of payments and the 1</w:t>
      </w:r>
      <w:r w:rsidR="003759B8" w:rsidRPr="00083316">
        <w:t>0</w:t>
      </w:r>
      <w:r w:rsidRPr="00083316">
        <w:t xml:space="preserve"> source of payment variables </w:t>
      </w:r>
      <w:proofErr w:type="gramStart"/>
      <w:r w:rsidRPr="00083316">
        <w:t>are named</w:t>
      </w:r>
      <w:proofErr w:type="gramEnd"/>
      <w:r w:rsidRPr="00083316">
        <w:t xml:space="preserve"> in the following way:</w:t>
      </w:r>
    </w:p>
    <w:p w:rsidR="00B021C0" w:rsidRPr="00083316" w:rsidRDefault="00B021C0" w:rsidP="00185244">
      <w:pPr>
        <w:pStyle w:val="L2-FlLSp12"/>
      </w:pPr>
      <w:r w:rsidRPr="00083316">
        <w:t xml:space="preserve">The first two characters indicate the type of event: </w:t>
      </w:r>
    </w:p>
    <w:p w:rsidR="00C37049" w:rsidRPr="00083316" w:rsidRDefault="00C37049">
      <w:pPr>
        <w:pStyle w:val="SL-FlLftSgl"/>
        <w:tabs>
          <w:tab w:val="left" w:pos="4320"/>
        </w:tabs>
        <w:ind w:left="720"/>
        <w:sectPr w:rsidR="00C37049" w:rsidRPr="00083316" w:rsidSect="003C147D">
          <w:footerReference w:type="default" r:id="rId18"/>
          <w:endnotePr>
            <w:numFmt w:val="decimal"/>
          </w:endnotePr>
          <w:pgSz w:w="12240" w:h="15840" w:code="1"/>
          <w:pgMar w:top="1440" w:right="1440" w:bottom="1440" w:left="1440" w:header="720" w:footer="576" w:gutter="0"/>
          <w:pgNumType w:start="1"/>
          <w:cols w:space="720"/>
          <w:noEndnote/>
        </w:sectPr>
      </w:pPr>
    </w:p>
    <w:p w:rsidR="00FC091E" w:rsidRPr="00083316" w:rsidRDefault="00B021C0" w:rsidP="00AC5940">
      <w:pPr>
        <w:pStyle w:val="N0-FlLftBullet"/>
        <w:ind w:left="1152"/>
      </w:pPr>
      <w:r w:rsidRPr="00083316">
        <w:t>IP - inpatient stay</w:t>
      </w:r>
    </w:p>
    <w:p w:rsidR="00B021C0" w:rsidRPr="00083316" w:rsidRDefault="00B021C0" w:rsidP="00AC5940">
      <w:pPr>
        <w:pStyle w:val="N0-FlLftBullet"/>
        <w:ind w:left="1152"/>
      </w:pPr>
      <w:r w:rsidRPr="00083316">
        <w:t>ER - emergency room visit</w:t>
      </w:r>
    </w:p>
    <w:p w:rsidR="00B021C0" w:rsidRPr="00083316" w:rsidRDefault="00B021C0" w:rsidP="00AC5940">
      <w:pPr>
        <w:pStyle w:val="N0-FlLftBullet"/>
        <w:ind w:left="1152"/>
      </w:pPr>
      <w:r w:rsidRPr="00083316">
        <w:t>HH - home health visit</w:t>
      </w:r>
    </w:p>
    <w:p w:rsidR="00FC091E" w:rsidRPr="00083316" w:rsidRDefault="00B021C0" w:rsidP="00AC5940">
      <w:pPr>
        <w:pStyle w:val="N0-FlLftBullet"/>
        <w:ind w:left="1152"/>
      </w:pPr>
      <w:r w:rsidRPr="00083316">
        <w:t>OM - other medical equipment</w:t>
      </w:r>
    </w:p>
    <w:p w:rsidR="00FC091E" w:rsidRPr="00083316" w:rsidRDefault="00FC091E" w:rsidP="00AC5940">
      <w:pPr>
        <w:pStyle w:val="N0-FlLftBullet"/>
        <w:ind w:left="1152"/>
      </w:pPr>
      <w:r w:rsidRPr="00083316">
        <w:t>OB - office-based visit</w:t>
      </w:r>
    </w:p>
    <w:p w:rsidR="00FC091E" w:rsidRPr="00083316" w:rsidRDefault="00FC091E" w:rsidP="00AC5940">
      <w:pPr>
        <w:pStyle w:val="N0-FlLftBullet"/>
        <w:ind w:left="1152"/>
      </w:pPr>
      <w:r w:rsidRPr="00083316">
        <w:t>OP - outpatient visit</w:t>
      </w:r>
    </w:p>
    <w:p w:rsidR="00FC091E" w:rsidRPr="00083316" w:rsidRDefault="00FC091E" w:rsidP="00AC5940">
      <w:pPr>
        <w:pStyle w:val="N0-FlLftBullet"/>
        <w:ind w:left="1152"/>
      </w:pPr>
      <w:r w:rsidRPr="00083316">
        <w:t>DV - dental visit</w:t>
      </w:r>
    </w:p>
    <w:p w:rsidR="00C37049" w:rsidRPr="00083316" w:rsidRDefault="00FC091E" w:rsidP="00AC5940">
      <w:pPr>
        <w:pStyle w:val="N0-FlLftBullet"/>
        <w:ind w:left="1152"/>
        <w:sectPr w:rsidR="00C37049" w:rsidRPr="00083316" w:rsidSect="00185244">
          <w:endnotePr>
            <w:numFmt w:val="decimal"/>
          </w:endnotePr>
          <w:type w:val="continuous"/>
          <w:pgSz w:w="12240" w:h="15840" w:code="1"/>
          <w:pgMar w:top="1440" w:right="1440" w:bottom="1440" w:left="1440" w:header="720" w:footer="576" w:gutter="0"/>
          <w:pgNumType w:start="1"/>
          <w:cols w:num="2" w:space="720"/>
          <w:noEndnote/>
        </w:sectPr>
      </w:pPr>
      <w:r w:rsidRPr="00083316">
        <w:t>RX - prescribed medicine</w:t>
      </w:r>
    </w:p>
    <w:p w:rsidR="00B021C0" w:rsidRPr="00083316" w:rsidRDefault="00B021C0">
      <w:pPr>
        <w:pStyle w:val="L1-FlLfSp12"/>
        <w:spacing w:before="240"/>
      </w:pPr>
      <w:r w:rsidRPr="00083316">
        <w:t xml:space="preserve">For expenditure variables on the ER file, the third character indicates </w:t>
      </w:r>
      <w:proofErr w:type="gramStart"/>
      <w:r w:rsidRPr="00083316">
        <w:t>whether the expenditure is associated with the facility (F) or the physician (D)</w:t>
      </w:r>
      <w:proofErr w:type="gramEnd"/>
      <w:r w:rsidRPr="00083316">
        <w:t>.</w:t>
      </w:r>
    </w:p>
    <w:p w:rsidR="00B021C0" w:rsidRPr="00083316" w:rsidRDefault="00B021C0" w:rsidP="0057208E">
      <w:pPr>
        <w:pStyle w:val="L2-FlLSp12"/>
      </w:pPr>
      <w:r w:rsidRPr="00083316">
        <w:t>In the case of the source of payment variables, the fourth and fifth characters indicate:</w:t>
      </w:r>
    </w:p>
    <w:p w:rsidR="00800F09" w:rsidRPr="00083316" w:rsidRDefault="00800F09" w:rsidP="003C147D">
      <w:pPr>
        <w:pStyle w:val="SL-FlLftSgl"/>
        <w:tabs>
          <w:tab w:val="left" w:pos="5580"/>
        </w:tabs>
        <w:ind w:left="720"/>
        <w:sectPr w:rsidR="00800F09" w:rsidRPr="00083316" w:rsidSect="00C37049">
          <w:endnotePr>
            <w:numFmt w:val="decimal"/>
          </w:endnotePr>
          <w:type w:val="continuous"/>
          <w:pgSz w:w="12240" w:h="15840" w:code="1"/>
          <w:pgMar w:top="1440" w:right="1440" w:bottom="1440" w:left="1440" w:header="720" w:footer="576" w:gutter="0"/>
          <w:pgNumType w:start="1"/>
          <w:cols w:space="720"/>
          <w:noEndnote/>
        </w:sectPr>
      </w:pPr>
    </w:p>
    <w:p w:rsidR="00B021C0" w:rsidRPr="00083316" w:rsidRDefault="00B021C0" w:rsidP="00AC5940">
      <w:pPr>
        <w:pStyle w:val="N0-FlLftBullet"/>
        <w:ind w:left="1152"/>
      </w:pPr>
      <w:r w:rsidRPr="00083316">
        <w:t>SF - self or family</w:t>
      </w:r>
    </w:p>
    <w:p w:rsidR="00B021C0" w:rsidRPr="00083316" w:rsidRDefault="00B021C0" w:rsidP="00AC5940">
      <w:pPr>
        <w:pStyle w:val="N0-FlLftBullet"/>
        <w:ind w:left="1152"/>
      </w:pPr>
      <w:r w:rsidRPr="00083316">
        <w:t>MR - Medicare</w:t>
      </w:r>
    </w:p>
    <w:p w:rsidR="00B021C0" w:rsidRPr="00083316" w:rsidRDefault="00B021C0" w:rsidP="00AC5940">
      <w:pPr>
        <w:pStyle w:val="N0-FlLftBullet"/>
        <w:ind w:left="1152"/>
      </w:pPr>
      <w:r w:rsidRPr="00083316">
        <w:t>MD - Medicaid</w:t>
      </w:r>
    </w:p>
    <w:p w:rsidR="00B021C0" w:rsidRPr="00083316" w:rsidRDefault="00B021C0" w:rsidP="00AC5940">
      <w:pPr>
        <w:pStyle w:val="N0-FlLftBullet"/>
        <w:ind w:left="1152"/>
      </w:pPr>
      <w:r w:rsidRPr="00083316">
        <w:t>PV - private insurance</w:t>
      </w:r>
    </w:p>
    <w:p w:rsidR="00B021C0" w:rsidRPr="00083316" w:rsidRDefault="00B021C0" w:rsidP="00AC5940">
      <w:pPr>
        <w:pStyle w:val="N0-FlLftBullet"/>
        <w:ind w:left="1152"/>
      </w:pPr>
      <w:r w:rsidRPr="00083316">
        <w:t>VA - Veterans Administration/CHAMPVA</w:t>
      </w:r>
    </w:p>
    <w:p w:rsidR="00800F09" w:rsidRPr="00083316" w:rsidRDefault="00B021C0" w:rsidP="00AC5940">
      <w:pPr>
        <w:pStyle w:val="N0-FlLftBullet"/>
        <w:ind w:left="1152"/>
      </w:pPr>
      <w:r w:rsidRPr="00083316">
        <w:t>TR - TRICARE</w:t>
      </w:r>
    </w:p>
    <w:p w:rsidR="00800F09" w:rsidRPr="00083316" w:rsidRDefault="00800F09" w:rsidP="00AC5940">
      <w:pPr>
        <w:pStyle w:val="N0-FlLftBullet"/>
        <w:ind w:left="1152"/>
      </w:pPr>
      <w:r w:rsidRPr="00083316">
        <w:t>OF - other federal government</w:t>
      </w:r>
    </w:p>
    <w:p w:rsidR="00800F09" w:rsidRPr="00083316" w:rsidRDefault="00800F09" w:rsidP="00AC5940">
      <w:pPr>
        <w:pStyle w:val="N0-FlLftBullet"/>
        <w:ind w:left="1152"/>
      </w:pPr>
      <w:r w:rsidRPr="00083316">
        <w:t>SL - state/local government</w:t>
      </w:r>
    </w:p>
    <w:p w:rsidR="00800F09" w:rsidRPr="00083316" w:rsidRDefault="00800F09" w:rsidP="00AC5940">
      <w:pPr>
        <w:pStyle w:val="N0-FlLftBullet"/>
        <w:ind w:left="1152"/>
      </w:pPr>
      <w:r w:rsidRPr="00083316">
        <w:t>WC - Workers’ Compensation</w:t>
      </w:r>
    </w:p>
    <w:p w:rsidR="00800F09" w:rsidRPr="00083316" w:rsidRDefault="00800F09" w:rsidP="00AC5940">
      <w:pPr>
        <w:pStyle w:val="N0-FlLftBullet"/>
        <w:ind w:left="1152"/>
      </w:pPr>
      <w:r w:rsidRPr="00083316">
        <w:t>OT - other insurance</w:t>
      </w:r>
    </w:p>
    <w:p w:rsidR="00800F09" w:rsidRPr="00083316" w:rsidRDefault="00800F09" w:rsidP="00AC5940">
      <w:pPr>
        <w:pStyle w:val="N0-FlLftBullet"/>
        <w:ind w:left="1152"/>
      </w:pPr>
      <w:r w:rsidRPr="00083316">
        <w:t>XP - sum of payments</w:t>
      </w:r>
    </w:p>
    <w:p w:rsidR="00800F09" w:rsidRPr="00083316" w:rsidRDefault="00800F09">
      <w:pPr>
        <w:pStyle w:val="L1-FlLfSp12"/>
        <w:spacing w:before="240"/>
        <w:sectPr w:rsidR="00800F09" w:rsidRPr="00083316" w:rsidSect="00AB09EA">
          <w:footerReference w:type="default" r:id="rId19"/>
          <w:endnotePr>
            <w:numFmt w:val="decimal"/>
          </w:endnotePr>
          <w:type w:val="continuous"/>
          <w:pgSz w:w="12240" w:h="15840" w:code="1"/>
          <w:pgMar w:top="1440" w:right="1440" w:bottom="1440" w:left="1440" w:header="720" w:footer="576" w:gutter="0"/>
          <w:pgNumType w:start="6"/>
          <w:cols w:num="2" w:space="720"/>
          <w:noEndnote/>
        </w:sectPr>
      </w:pPr>
    </w:p>
    <w:p w:rsidR="00B021C0" w:rsidRPr="00083316" w:rsidRDefault="00B021C0" w:rsidP="0057208E">
      <w:pPr>
        <w:pStyle w:val="L1-FlLfSp12"/>
        <w:spacing w:before="600"/>
      </w:pPr>
      <w:r w:rsidRPr="00083316">
        <w:t xml:space="preserve">In addition, </w:t>
      </w:r>
      <w:proofErr w:type="gramStart"/>
      <w:r w:rsidRPr="00083316">
        <w:t>the total charge variable is indicated by TC</w:t>
      </w:r>
      <w:proofErr w:type="gramEnd"/>
      <w:r w:rsidRPr="00083316">
        <w:t xml:space="preserve"> in the variable name.</w:t>
      </w:r>
    </w:p>
    <w:p w:rsidR="00B021C0" w:rsidRPr="00083316" w:rsidRDefault="00B021C0">
      <w:pPr>
        <w:pStyle w:val="L1-FlLfSp12"/>
      </w:pPr>
      <w:r w:rsidRPr="00083316">
        <w:t xml:space="preserve">The sixth and seventh </w:t>
      </w:r>
      <w:r w:rsidR="003759B8" w:rsidRPr="00083316">
        <w:t>characters indicate the year (19</w:t>
      </w:r>
      <w:r w:rsidRPr="00083316">
        <w:t>). The eighth character, “X”, indicates whether the variable is edited/imputed.</w:t>
      </w:r>
    </w:p>
    <w:p w:rsidR="00B021C0" w:rsidRPr="00083316" w:rsidRDefault="003759B8">
      <w:pPr>
        <w:pStyle w:val="L1-FlLfSp12"/>
      </w:pPr>
      <w:r w:rsidRPr="00083316">
        <w:t>For example, ERFSF19</w:t>
      </w:r>
      <w:r w:rsidR="00B021C0" w:rsidRPr="00083316">
        <w:t xml:space="preserve">X is the edited/imputed amount paid by self or family for the facility portion of the expenditure associated with an emergency room visit. </w:t>
      </w:r>
    </w:p>
    <w:p w:rsidR="00AC5940" w:rsidRPr="00083316" w:rsidRDefault="00AC5940">
      <w:pPr>
        <w:pStyle w:val="L1-FlLfSp12"/>
      </w:pPr>
      <w:r w:rsidRPr="00083316">
        <w:t>Beginning in 2019, the expenditure variables OR (other private) and OU (other public) are dropped from the file.</w:t>
      </w:r>
    </w:p>
    <w:p w:rsidR="00B021C0" w:rsidRPr="00083316" w:rsidRDefault="00B021C0" w:rsidP="0057208E">
      <w:pPr>
        <w:pStyle w:val="Heading4"/>
      </w:pPr>
      <w:bookmarkStart w:id="31" w:name="_Toc29804779"/>
      <w:bookmarkStart w:id="32" w:name="_Toc72756885"/>
      <w:r w:rsidRPr="00083316">
        <w:t>2.5</w:t>
      </w:r>
      <w:r w:rsidRPr="00083316">
        <w:tab/>
        <w:t>File Contents</w:t>
      </w:r>
      <w:bookmarkEnd w:id="31"/>
      <w:bookmarkEnd w:id="32"/>
    </w:p>
    <w:p w:rsidR="00B021C0" w:rsidRPr="00083316" w:rsidRDefault="00B021C0" w:rsidP="0057208E">
      <w:pPr>
        <w:pStyle w:val="Heading5"/>
        <w:rPr>
          <w:lang w:val="en-US"/>
        </w:rPr>
      </w:pPr>
      <w:bookmarkStart w:id="33" w:name="_Toc29804780"/>
      <w:bookmarkStart w:id="34" w:name="_Toc72756886"/>
      <w:r w:rsidRPr="00083316">
        <w:rPr>
          <w:lang w:val="en-US"/>
        </w:rPr>
        <w:t>2.5.1</w:t>
      </w:r>
      <w:r w:rsidRPr="00083316">
        <w:rPr>
          <w:lang w:val="en-US"/>
        </w:rPr>
        <w:tab/>
        <w:t>Survey Administration Variables</w:t>
      </w:r>
      <w:bookmarkEnd w:id="33"/>
      <w:bookmarkEnd w:id="34"/>
    </w:p>
    <w:p w:rsidR="00B021C0" w:rsidRPr="00083316" w:rsidRDefault="00B021C0" w:rsidP="0057208E">
      <w:pPr>
        <w:pStyle w:val="Heading6"/>
      </w:pPr>
      <w:bookmarkStart w:id="35" w:name="_Toc29804781"/>
      <w:bookmarkStart w:id="36" w:name="_Toc72756887"/>
      <w:r w:rsidRPr="00083316">
        <w:t>2.5.1.1</w:t>
      </w:r>
      <w:r w:rsidRPr="00083316">
        <w:tab/>
        <w:t>Person Identifiers (DUID, PID, DUPERSID)</w:t>
      </w:r>
      <w:bookmarkEnd w:id="35"/>
      <w:bookmarkEnd w:id="36"/>
    </w:p>
    <w:p w:rsidR="00CE181A" w:rsidRPr="00083316" w:rsidRDefault="00B021C0">
      <w:pPr>
        <w:pStyle w:val="L1-FlLfSp12"/>
      </w:pPr>
      <w:r w:rsidRPr="00083316">
        <w:t xml:space="preserve">The dwelling unit ID (DUID) is a seven-digit </w:t>
      </w:r>
      <w:r w:rsidR="000276CB" w:rsidRPr="00083316">
        <w:t xml:space="preserve">ID </w:t>
      </w:r>
      <w:r w:rsidRPr="00083316">
        <w:t xml:space="preserve">number </w:t>
      </w:r>
      <w:r w:rsidR="000276CB" w:rsidRPr="00083316">
        <w:t xml:space="preserve">consisting of a 2-digit panel number followed by a five-digit random number </w:t>
      </w:r>
      <w:r w:rsidRPr="00083316">
        <w:t xml:space="preserve">assigned after the case </w:t>
      </w:r>
      <w:proofErr w:type="gramStart"/>
      <w:r w:rsidRPr="00083316">
        <w:t>was sampled</w:t>
      </w:r>
      <w:proofErr w:type="gramEnd"/>
      <w:r w:rsidRPr="00083316">
        <w:t xml:space="preserve"> for MEPS. A three-digit person number (PID) uniquely identifies each person within the dwelling unit. The ten-character variable DUPERSID uniquely identifies each person represented on the file and is the combination of the variables DUID and PID. </w:t>
      </w:r>
      <w:r w:rsidR="00BA752D" w:rsidRPr="00083316">
        <w:t>Beginning in 2018, all</w:t>
      </w:r>
      <w:r w:rsidRPr="00083316">
        <w:t xml:space="preserve"> ID variables </w:t>
      </w:r>
      <w:r w:rsidR="00BA752D" w:rsidRPr="00083316">
        <w:t xml:space="preserve">begin with the 2-digit panel number. </w:t>
      </w:r>
    </w:p>
    <w:p w:rsidR="00B021C0" w:rsidRPr="00083316" w:rsidRDefault="00B021C0">
      <w:pPr>
        <w:pStyle w:val="L1-FlLfSp12"/>
      </w:pPr>
      <w:r w:rsidRPr="00083316">
        <w:t>For detailed information on dwelling units and families, please refer t</w:t>
      </w:r>
      <w:r w:rsidR="003759B8" w:rsidRPr="00083316">
        <w:t>o the documentation for the 2019</w:t>
      </w:r>
      <w:r w:rsidRPr="00083316">
        <w:t xml:space="preserve"> Full Year Population Characteristics file.</w:t>
      </w:r>
    </w:p>
    <w:p w:rsidR="00B021C0" w:rsidRPr="00083316" w:rsidRDefault="00B021C0" w:rsidP="0057208E">
      <w:pPr>
        <w:pStyle w:val="Heading6"/>
      </w:pPr>
      <w:bookmarkStart w:id="37" w:name="_Toc29804782"/>
      <w:bookmarkStart w:id="38" w:name="_Toc72756888"/>
      <w:r w:rsidRPr="00083316">
        <w:t>2.5.1.2</w:t>
      </w:r>
      <w:r w:rsidRPr="00083316">
        <w:tab/>
        <w:t>Record Identifiers (EVNTIDX, ERHEVIDX, FFEEIDX)</w:t>
      </w:r>
      <w:bookmarkEnd w:id="37"/>
      <w:bookmarkEnd w:id="38"/>
    </w:p>
    <w:p w:rsidR="00B021C0" w:rsidRPr="00083316" w:rsidRDefault="00B021C0">
      <w:pPr>
        <w:pStyle w:val="L1-FlLfSp12"/>
      </w:pPr>
      <w:r w:rsidRPr="00083316">
        <w:t>EVNTIDX uniquely identifies each emergency room visit/event (i.e., each record on the Emergency Room Visits file) and is the variable required to link emergency room events to data files containing details on conditions and/or</w:t>
      </w:r>
      <w:r w:rsidR="003759B8" w:rsidRPr="00083316">
        <w:t xml:space="preserve"> prescribed medicines (MEPS 2019</w:t>
      </w:r>
      <w:r w:rsidRPr="00083316">
        <w:t xml:space="preserve"> Medical C</w:t>
      </w:r>
      <w:r w:rsidR="003759B8" w:rsidRPr="00083316">
        <w:t>onditions File and the MEPS 2019</w:t>
      </w:r>
      <w:r w:rsidRPr="00083316">
        <w:t xml:space="preserve"> Prescribed Medicines File, respectively). </w:t>
      </w:r>
      <w:r w:rsidR="00583709" w:rsidRPr="00083316">
        <w:t xml:space="preserve">Beginning in 2018, </w:t>
      </w:r>
      <w:r w:rsidRPr="00083316">
        <w:t xml:space="preserve">the 2-digit panel number </w:t>
      </w:r>
      <w:proofErr w:type="gramStart"/>
      <w:r w:rsidR="00CE181A" w:rsidRPr="00083316">
        <w:t xml:space="preserve">is </w:t>
      </w:r>
      <w:r w:rsidRPr="00083316">
        <w:t>added</w:t>
      </w:r>
      <w:proofErr w:type="gramEnd"/>
      <w:r w:rsidRPr="00083316">
        <w:t xml:space="preserve"> in the beginning</w:t>
      </w:r>
      <w:r w:rsidR="00583709" w:rsidRPr="00083316">
        <w:t xml:space="preserve"> of EVNTIDX and</w:t>
      </w:r>
      <w:r w:rsidRPr="00083316">
        <w:t xml:space="preserve"> a 2-digit event type number is added to the end. For details on linking, see Secti</w:t>
      </w:r>
      <w:bookmarkStart w:id="39" w:name="_Hlt524519687"/>
      <w:r w:rsidRPr="00083316">
        <w:t>o</w:t>
      </w:r>
      <w:bookmarkEnd w:id="39"/>
      <w:r w:rsidR="003759B8" w:rsidRPr="00083316">
        <w:t>n 5.0 or the MEPS 2019</w:t>
      </w:r>
      <w:r w:rsidRPr="00083316">
        <w:t xml:space="preserve"> Appendix File, HC-</w:t>
      </w:r>
      <w:r w:rsidR="006C04E9" w:rsidRPr="00083316">
        <w:t>213</w:t>
      </w:r>
      <w:r w:rsidRPr="00083316">
        <w:t xml:space="preserve">I. </w:t>
      </w:r>
    </w:p>
    <w:p w:rsidR="00B021C0" w:rsidRPr="00083316" w:rsidRDefault="00B021C0">
      <w:pPr>
        <w:pStyle w:val="L1-FlLfSp12"/>
      </w:pPr>
      <w:bookmarkStart w:id="40" w:name="_Hlt12681265"/>
      <w:bookmarkEnd w:id="40"/>
      <w:r w:rsidRPr="00083316">
        <w:t xml:space="preserve">ERHEVIDX is a constructed variable identifying an EROM record that has its facility expenditures represented on an associated </w:t>
      </w:r>
      <w:proofErr w:type="gramStart"/>
      <w:r w:rsidRPr="00083316">
        <w:t>hospital inpatient stay record</w:t>
      </w:r>
      <w:proofErr w:type="gramEnd"/>
      <w:r w:rsidRPr="00083316">
        <w:t xml:space="preserve">. </w:t>
      </w:r>
      <w:r w:rsidRPr="00083316">
        <w:rPr>
          <w:szCs w:val="24"/>
        </w:rPr>
        <w:t xml:space="preserve">For events where the provider-reported data are not available, this variable </w:t>
      </w:r>
      <w:proofErr w:type="gramStart"/>
      <w:r w:rsidRPr="00083316">
        <w:rPr>
          <w:szCs w:val="24"/>
        </w:rPr>
        <w:t>is derived</w:t>
      </w:r>
      <w:proofErr w:type="gramEnd"/>
      <w:r w:rsidRPr="00083316">
        <w:rPr>
          <w:szCs w:val="24"/>
        </w:rPr>
        <w:t xml:space="preserve"> from the final link between a hospital inpatient stay and an emergency room visit reported by the household (see Section 2.5.6.7). </w:t>
      </w:r>
      <w:r w:rsidRPr="00083316">
        <w:t>For events where the provider-reported data are available,</w:t>
      </w:r>
      <w:r w:rsidRPr="00083316">
        <w:rPr>
          <w:szCs w:val="24"/>
        </w:rPr>
        <w:t xml:space="preserve"> </w:t>
      </w:r>
      <w:r w:rsidRPr="00083316">
        <w:t xml:space="preserve">this </w:t>
      </w:r>
      <w:r w:rsidRPr="00083316">
        <w:rPr>
          <w:bCs/>
        </w:rPr>
        <w:t xml:space="preserve">variable is derived from provider-reported information on linked emergency room and inpatient stay events that matched to corresponding events reported by the household. </w:t>
      </w:r>
      <w:r w:rsidRPr="00083316">
        <w:t xml:space="preserve">The variable ERHEVIDX contains the EVNTIDX of the linked event. On the </w:t>
      </w:r>
      <w:r w:rsidR="003759B8" w:rsidRPr="00083316">
        <w:t>2019</w:t>
      </w:r>
      <w:r w:rsidRPr="00083316">
        <w:t xml:space="preserve"> EROM file, there are </w:t>
      </w:r>
      <w:r w:rsidR="0039303E" w:rsidRPr="00083316">
        <w:t>1,156</w:t>
      </w:r>
      <w:r w:rsidRPr="00083316">
        <w:t xml:space="preserve"> emergency room</w:t>
      </w:r>
      <w:r w:rsidRPr="00083316">
        <w:rPr>
          <w:color w:val="000000"/>
        </w:rPr>
        <w:t xml:space="preserve"> events</w:t>
      </w:r>
      <w:r w:rsidRPr="00083316">
        <w:t xml:space="preserve"> linked to subsequent hospital stays. Please note that where the emergency room visit is associated with a hospital stay (and its expenditures and charges are included with the hospital stay), the physician expenditures associated with the emergency room visit remain on the Emergency Room Visits file.</w:t>
      </w:r>
    </w:p>
    <w:p w:rsidR="00B021C0" w:rsidRPr="00083316" w:rsidRDefault="00B021C0">
      <w:pPr>
        <w:pStyle w:val="L1-FlLfSp12"/>
      </w:pPr>
      <w:r w:rsidRPr="00083316">
        <w:t xml:space="preserve">FFEEIDX is a constructed </w:t>
      </w:r>
      <w:proofErr w:type="gramStart"/>
      <w:r w:rsidRPr="00083316">
        <w:t>variable which</w:t>
      </w:r>
      <w:proofErr w:type="gramEnd"/>
      <w:r w:rsidRPr="00083316">
        <w:t xml:space="preserve"> uniquely identifies a flat fee group, that is, all events that were a part of a flat fee payment. </w:t>
      </w:r>
    </w:p>
    <w:p w:rsidR="00B021C0" w:rsidRPr="00083316" w:rsidRDefault="00B021C0" w:rsidP="0057208E">
      <w:pPr>
        <w:pStyle w:val="Heading6"/>
      </w:pPr>
      <w:bookmarkStart w:id="41" w:name="_Toc29804783"/>
      <w:bookmarkStart w:id="42" w:name="_Toc72756889"/>
      <w:r w:rsidRPr="00083316">
        <w:t>2.5.1.3</w:t>
      </w:r>
      <w:r w:rsidRPr="00083316">
        <w:tab/>
        <w:t>Round Indicator (EVENTRN)</w:t>
      </w:r>
      <w:bookmarkEnd w:id="41"/>
      <w:bookmarkEnd w:id="42"/>
    </w:p>
    <w:p w:rsidR="00B021C0" w:rsidRPr="00083316" w:rsidRDefault="00B021C0">
      <w:pPr>
        <w:pStyle w:val="L1-FlLfSp12"/>
      </w:pPr>
      <w:r w:rsidRPr="00083316">
        <w:t xml:space="preserve">EVENTRN indicates the round in which the emergency room visit </w:t>
      </w:r>
      <w:proofErr w:type="gramStart"/>
      <w:r w:rsidRPr="00083316">
        <w:t>was reported</w:t>
      </w:r>
      <w:proofErr w:type="gramEnd"/>
      <w:r w:rsidRPr="00083316">
        <w:t>. Please note: Rounds 3, 4, and 5 are associated with MEPS sur</w:t>
      </w:r>
      <w:r w:rsidR="003759B8" w:rsidRPr="00083316">
        <w:t>vey data collected from Panel 23</w:t>
      </w:r>
      <w:r w:rsidRPr="00083316">
        <w:t xml:space="preserve">. Likewise, Round </w:t>
      </w:r>
      <w:proofErr w:type="gramStart"/>
      <w:r w:rsidRPr="00083316">
        <w:t>1</w:t>
      </w:r>
      <w:proofErr w:type="gramEnd"/>
      <w:r w:rsidRPr="00083316">
        <w:t>, 2, and 3 are associated w</w:t>
      </w:r>
      <w:r w:rsidR="003759B8" w:rsidRPr="00083316">
        <w:t>ith data collected from Panel 24</w:t>
      </w:r>
      <w:r w:rsidRPr="00083316">
        <w:t>.</w:t>
      </w:r>
    </w:p>
    <w:p w:rsidR="00B021C0" w:rsidRPr="00083316" w:rsidRDefault="00B021C0" w:rsidP="0057208E">
      <w:pPr>
        <w:pStyle w:val="Heading6"/>
      </w:pPr>
      <w:bookmarkStart w:id="43" w:name="_Toc72756890"/>
      <w:r w:rsidRPr="00083316">
        <w:t>2.5.1.4</w:t>
      </w:r>
      <w:r w:rsidRPr="00083316">
        <w:tab/>
        <w:t>Panel Indicator (PANEL)</w:t>
      </w:r>
      <w:bookmarkEnd w:id="43"/>
    </w:p>
    <w:p w:rsidR="00B021C0" w:rsidRPr="00083316" w:rsidRDefault="00B021C0">
      <w:pPr>
        <w:pStyle w:val="L1-FlLfSp12"/>
      </w:pPr>
      <w:r w:rsidRPr="00083316">
        <w:t xml:space="preserve">PANEL is a constructed variable used to specify the panel number for the person. PANEL will indicate either </w:t>
      </w:r>
      <w:r w:rsidR="003759B8" w:rsidRPr="00083316">
        <w:t>Panel 23</w:t>
      </w:r>
      <w:r w:rsidRPr="00083316">
        <w:t xml:space="preserve"> or </w:t>
      </w:r>
      <w:r w:rsidR="003759B8" w:rsidRPr="00083316">
        <w:t>Panel 24</w:t>
      </w:r>
      <w:r w:rsidRPr="00083316">
        <w:t xml:space="preserve"> for each person on the file. </w:t>
      </w:r>
      <w:r w:rsidR="003759B8" w:rsidRPr="00083316">
        <w:t>Panel 23</w:t>
      </w:r>
      <w:r w:rsidRPr="00083316">
        <w:t xml:space="preserve"> is the panel that started in </w:t>
      </w:r>
      <w:r w:rsidR="003759B8" w:rsidRPr="00083316">
        <w:t>2018</w:t>
      </w:r>
      <w:r w:rsidRPr="00083316">
        <w:t xml:space="preserve">, and </w:t>
      </w:r>
      <w:r w:rsidR="003759B8" w:rsidRPr="00083316">
        <w:t>Panel 24</w:t>
      </w:r>
      <w:r w:rsidRPr="00083316">
        <w:t xml:space="preserve"> is the panel that started in </w:t>
      </w:r>
      <w:r w:rsidR="003759B8" w:rsidRPr="00083316">
        <w:t>2019</w:t>
      </w:r>
      <w:r w:rsidRPr="00083316">
        <w:t>.</w:t>
      </w:r>
    </w:p>
    <w:p w:rsidR="00B021C0" w:rsidRPr="00083316" w:rsidRDefault="00B021C0" w:rsidP="0057208E">
      <w:pPr>
        <w:pStyle w:val="Heading5"/>
        <w:rPr>
          <w:lang w:val="en-US"/>
        </w:rPr>
      </w:pPr>
      <w:bookmarkStart w:id="44" w:name="_Toc14855411"/>
      <w:bookmarkStart w:id="45" w:name="_Toc72756891"/>
      <w:r w:rsidRPr="00083316">
        <w:rPr>
          <w:lang w:val="en-US"/>
        </w:rPr>
        <w:t>2.5.2</w:t>
      </w:r>
      <w:r w:rsidRPr="00083316">
        <w:rPr>
          <w:lang w:val="en-US"/>
        </w:rPr>
        <w:tab/>
        <w:t>MPC Data Indicator (MPCDATA)</w:t>
      </w:r>
      <w:bookmarkEnd w:id="44"/>
      <w:bookmarkEnd w:id="45"/>
    </w:p>
    <w:p w:rsidR="00B021C0" w:rsidRPr="00083316" w:rsidRDefault="00B021C0">
      <w:pPr>
        <w:pStyle w:val="L1-FlLfSp12"/>
      </w:pPr>
      <w:r w:rsidRPr="00083316">
        <w:t xml:space="preserve">MPCDATA is a constructed </w:t>
      </w:r>
      <w:proofErr w:type="gramStart"/>
      <w:r w:rsidRPr="00083316">
        <w:t>variable which</w:t>
      </w:r>
      <w:proofErr w:type="gramEnd"/>
      <w:r w:rsidRPr="00083316">
        <w:t xml:space="preserve"> indicates whether or not MPC data were collected for the emergency room visit. While all emergency room events </w:t>
      </w:r>
      <w:proofErr w:type="gramStart"/>
      <w:r w:rsidRPr="00083316">
        <w:t>are sampled</w:t>
      </w:r>
      <w:proofErr w:type="gramEnd"/>
      <w:r w:rsidRPr="00083316">
        <w:t xml:space="preserve"> into the Medical Provider Component, not all emergency room event records have MPC data associated with them. This is dependent upon the cooperation of the household respondent to provide permission forms to contact the emergency room facility as well as the cooperation of the emergency room facility to participate in the survey.</w:t>
      </w:r>
    </w:p>
    <w:p w:rsidR="00B021C0" w:rsidRPr="00083316" w:rsidRDefault="00B021C0" w:rsidP="0057208E">
      <w:pPr>
        <w:pStyle w:val="Heading5"/>
        <w:rPr>
          <w:lang w:val="en-US"/>
        </w:rPr>
      </w:pPr>
      <w:bookmarkStart w:id="46" w:name="_Hlt524511556"/>
      <w:bookmarkStart w:id="47" w:name="_Toc29804784"/>
      <w:bookmarkStart w:id="48" w:name="_Toc72756892"/>
      <w:bookmarkEnd w:id="46"/>
      <w:r w:rsidRPr="00083316">
        <w:rPr>
          <w:lang w:val="en-US"/>
        </w:rPr>
        <w:t>2.5.3</w:t>
      </w:r>
      <w:r w:rsidRPr="00083316">
        <w:rPr>
          <w:lang w:val="en-US"/>
        </w:rPr>
        <w:tab/>
        <w:t>Emergency Room Visit Event Variables</w:t>
      </w:r>
      <w:bookmarkEnd w:id="47"/>
      <w:bookmarkEnd w:id="48"/>
    </w:p>
    <w:p w:rsidR="00B021C0" w:rsidRPr="00083316" w:rsidRDefault="00B021C0">
      <w:pPr>
        <w:pStyle w:val="L1-FlLfSp12"/>
      </w:pPr>
      <w:r w:rsidRPr="00083316">
        <w:t xml:space="preserve">This file contains </w:t>
      </w:r>
      <w:bookmarkStart w:id="49" w:name="_Hlt527349613"/>
      <w:bookmarkEnd w:id="49"/>
      <w:r w:rsidRPr="00083316">
        <w:t xml:space="preserve">variables describing emergency room </w:t>
      </w:r>
      <w:bookmarkStart w:id="50" w:name="_Hlt525635800"/>
      <w:r w:rsidRPr="00083316">
        <w:t>visits</w:t>
      </w:r>
      <w:bookmarkEnd w:id="50"/>
      <w:r w:rsidRPr="00083316">
        <w:t>/</w:t>
      </w:r>
      <w:bookmarkStart w:id="51" w:name="_Hlt525637108"/>
      <w:bookmarkEnd w:id="51"/>
      <w:r w:rsidRPr="00083316">
        <w:t xml:space="preserve">events reported by household respondents in the Emergency Room section of the MEPS HC questionnaire. The questionnaire contains specific probes for determining details about the emergency room event. These variables </w:t>
      </w:r>
      <w:proofErr w:type="gramStart"/>
      <w:r w:rsidRPr="00083316">
        <w:t>have not been edited</w:t>
      </w:r>
      <w:proofErr w:type="gramEnd"/>
      <w:r w:rsidRPr="00083316">
        <w:t>.</w:t>
      </w:r>
    </w:p>
    <w:p w:rsidR="00B021C0" w:rsidRPr="00083316" w:rsidRDefault="00B021C0" w:rsidP="0057208E">
      <w:pPr>
        <w:pStyle w:val="Heading6"/>
      </w:pPr>
      <w:bookmarkStart w:id="52" w:name="_Toc29804785"/>
      <w:bookmarkStart w:id="53" w:name="_Toc72756893"/>
      <w:bookmarkStart w:id="54" w:name="_Toc29804786"/>
      <w:r w:rsidRPr="00083316">
        <w:t>2.5.3.1</w:t>
      </w:r>
      <w:r w:rsidRPr="00083316">
        <w:tab/>
        <w:t>Visit Details (ERDATEYR-VSTRELCN)</w:t>
      </w:r>
      <w:bookmarkEnd w:id="52"/>
      <w:bookmarkEnd w:id="53"/>
    </w:p>
    <w:p w:rsidR="00B021C0" w:rsidRPr="00083316" w:rsidRDefault="00B021C0" w:rsidP="003C147D">
      <w:pPr>
        <w:pStyle w:val="L1-FlLfSp12"/>
      </w:pPr>
      <w:r w:rsidRPr="00083316">
        <w:t xml:space="preserve">When a person reported having had a visit to the emergency room, the year and month of the emergency room visit was recorded (ERDATEYR and ERDATEMM respectively). The type of care the person received </w:t>
      </w:r>
      <w:bookmarkStart w:id="55" w:name="_Hlt12681377"/>
      <w:bookmarkEnd w:id="55"/>
      <w:r w:rsidRPr="00083316">
        <w:t xml:space="preserve">(VSTCTGRY) and whether or not the visit was related to a specific condition (VSTRELCN) </w:t>
      </w:r>
      <w:proofErr w:type="gramStart"/>
      <w:r w:rsidRPr="00083316">
        <w:t>were also</w:t>
      </w:r>
      <w:proofErr w:type="gramEnd"/>
      <w:r w:rsidRPr="00083316">
        <w:t xml:space="preserve"> determined. </w:t>
      </w:r>
    </w:p>
    <w:p w:rsidR="00B021C0" w:rsidRPr="00E00EB6" w:rsidRDefault="00B021C0" w:rsidP="00E00EB6">
      <w:pPr>
        <w:pStyle w:val="Heading6"/>
      </w:pPr>
      <w:bookmarkStart w:id="56" w:name="_Toc72756894"/>
      <w:r w:rsidRPr="00763D65">
        <w:t>2.5.3.2</w:t>
      </w:r>
      <w:r w:rsidRPr="009E75FA">
        <w:rPr>
          <w:rStyle w:val="Heading5Char"/>
          <w:b/>
          <w:lang w:val="en-US"/>
        </w:rPr>
        <w:tab/>
      </w:r>
      <w:r w:rsidRPr="00E00EB6">
        <w:t>Services, Procedures, and Prescription Medicines (LABTEST_M18-MEDPRESC)</w:t>
      </w:r>
      <w:bookmarkEnd w:id="54"/>
      <w:bookmarkEnd w:id="56"/>
    </w:p>
    <w:p w:rsidR="00B021C0" w:rsidRPr="00083316" w:rsidRDefault="00B021C0" w:rsidP="003C147D">
      <w:pPr>
        <w:pStyle w:val="L1-FlLfSp12"/>
      </w:pPr>
      <w:r w:rsidRPr="00083316">
        <w:t xml:space="preserve">Services received during the visit included whether or not the person received lab tests (LABTEST_M18), a sonogram or ultrasound (SONOGRAM_M18), x-rays (XRAYS_M18), a mammogram (MAMMOG_M18), an MRI or CAT scan (MRI_M18), an electrocardiogram / an electroencephalogram (EKG_M18), or a vaccination (RCVVAC_M18). Due to design changes, beginning in 2017, EEG was combined with EKG; ANESTH (This visit did p receive anesthesia) and THRTSWAB (This visit did p have a throat swab) were removed. Beginning in 2018, OTHSVCE </w:t>
      </w:r>
      <w:proofErr w:type="gramStart"/>
      <w:r w:rsidRPr="00083316">
        <w:t>is removed</w:t>
      </w:r>
      <w:proofErr w:type="gramEnd"/>
      <w:r w:rsidRPr="00083316">
        <w:t xml:space="preserve">. </w:t>
      </w:r>
      <w:proofErr w:type="gramStart"/>
      <w:r w:rsidRPr="00083316">
        <w:t>Whether or not</w:t>
      </w:r>
      <w:proofErr w:type="gramEnd"/>
      <w:r w:rsidRPr="00083316">
        <w:t xml:space="preserve"> a surgical procedure was performed during the visit was asked (SURGPROC). The questionnaire determined if a medicine </w:t>
      </w:r>
      <w:proofErr w:type="gramStart"/>
      <w:r w:rsidRPr="00083316">
        <w:t>was prescribed</w:t>
      </w:r>
      <w:proofErr w:type="gramEnd"/>
      <w:r w:rsidRPr="00083316">
        <w:t xml:space="preserve"> for the person during the emergency room visit (MEDPRESC). See Se</w:t>
      </w:r>
      <w:bookmarkStart w:id="57" w:name="_Hlt524511627"/>
      <w:r w:rsidRPr="00083316">
        <w:t>c</w:t>
      </w:r>
      <w:bookmarkEnd w:id="57"/>
      <w:r w:rsidRPr="00083316">
        <w:t>tion 5.2 for information on linking to the prescribed medicines events file.</w:t>
      </w:r>
    </w:p>
    <w:p w:rsidR="00B021C0" w:rsidRPr="00083316" w:rsidRDefault="00B021C0" w:rsidP="0057208E">
      <w:pPr>
        <w:pStyle w:val="Heading5"/>
        <w:rPr>
          <w:lang w:val="en-US"/>
        </w:rPr>
      </w:pPr>
      <w:bookmarkStart w:id="58" w:name="_Toc72756895"/>
      <w:bookmarkStart w:id="59" w:name="_Toc29804788"/>
      <w:r w:rsidRPr="00083316">
        <w:rPr>
          <w:lang w:val="en-US"/>
        </w:rPr>
        <w:t>2.5.4</w:t>
      </w:r>
      <w:r w:rsidRPr="00083316">
        <w:rPr>
          <w:lang w:val="en-US"/>
        </w:rPr>
        <w:tab/>
        <w:t>Clinical Classification Software Refined</w:t>
      </w:r>
      <w:bookmarkEnd w:id="58"/>
      <w:r w:rsidRPr="00083316">
        <w:rPr>
          <w:lang w:val="en-US"/>
        </w:rPr>
        <w:t xml:space="preserve"> </w:t>
      </w:r>
      <w:bookmarkEnd w:id="59"/>
    </w:p>
    <w:p w:rsidR="00B021C0" w:rsidRPr="00083316" w:rsidRDefault="00B021C0" w:rsidP="003C147D">
      <w:pPr>
        <w:pStyle w:val="L1-FlLSp12"/>
      </w:pPr>
      <w:r w:rsidRPr="00083316">
        <w:t xml:space="preserve">Information on household-reported medical conditions (ICD-10-CM condition codes) and aggregated clinically meaningful categories generated using Clinical Classification Software Refined (CSSR) for each emergency room visit </w:t>
      </w:r>
      <w:proofErr w:type="gramStart"/>
      <w:r w:rsidRPr="00083316">
        <w:t>are not provided</w:t>
      </w:r>
      <w:proofErr w:type="gramEnd"/>
      <w:r w:rsidRPr="00083316">
        <w:t xml:space="preserve"> on this file. </w:t>
      </w:r>
      <w:r w:rsidRPr="00083316">
        <w:rPr>
          <w:szCs w:val="24"/>
        </w:rPr>
        <w:t>For information on ICD-10-CM condition codes and associated CCSR codes, see the MEPS 201</w:t>
      </w:r>
      <w:r w:rsidR="004D50B3" w:rsidRPr="00083316">
        <w:rPr>
          <w:szCs w:val="24"/>
        </w:rPr>
        <w:t>9</w:t>
      </w:r>
      <w:r w:rsidRPr="00083316">
        <w:rPr>
          <w:szCs w:val="24"/>
        </w:rPr>
        <w:t xml:space="preserve"> Medical Conditions file</w:t>
      </w:r>
      <w:r w:rsidRPr="00083316">
        <w:t>.</w:t>
      </w:r>
    </w:p>
    <w:p w:rsidR="00B021C0" w:rsidRPr="00083316" w:rsidRDefault="00B021C0" w:rsidP="0057208E">
      <w:pPr>
        <w:pStyle w:val="Heading5"/>
        <w:rPr>
          <w:lang w:val="en-US"/>
        </w:rPr>
      </w:pPr>
      <w:bookmarkStart w:id="60" w:name="_Hlt524519561"/>
      <w:bookmarkStart w:id="61" w:name="_Toc29804789"/>
      <w:bookmarkStart w:id="62" w:name="_Toc72756896"/>
      <w:bookmarkEnd w:id="60"/>
      <w:r w:rsidRPr="00083316">
        <w:rPr>
          <w:lang w:val="en-US"/>
        </w:rPr>
        <w:t>2.5.5</w:t>
      </w:r>
      <w:r w:rsidRPr="00083316">
        <w:rPr>
          <w:lang w:val="en-US"/>
        </w:rPr>
        <w:tab/>
        <w:t>Flat Fee Variables</w:t>
      </w:r>
      <w:bookmarkEnd w:id="61"/>
      <w:r w:rsidRPr="00083316">
        <w:rPr>
          <w:lang w:val="en-US"/>
        </w:rPr>
        <w:t xml:space="preserve"> (FFEEIDX, FFERTYPE, FFBEF</w:t>
      </w:r>
      <w:r w:rsidR="004D50B3" w:rsidRPr="00083316">
        <w:rPr>
          <w:lang w:val="en-US"/>
        </w:rPr>
        <w:t>19</w:t>
      </w:r>
      <w:r w:rsidRPr="00083316">
        <w:rPr>
          <w:lang w:val="en-US"/>
        </w:rPr>
        <w:t xml:space="preserve">, </w:t>
      </w:r>
      <w:r w:rsidR="004D50B3" w:rsidRPr="00083316">
        <w:rPr>
          <w:lang w:val="en-US"/>
        </w:rPr>
        <w:t>FFTOT20</w:t>
      </w:r>
      <w:r w:rsidRPr="00083316">
        <w:rPr>
          <w:lang w:val="en-US"/>
        </w:rPr>
        <w:t>)</w:t>
      </w:r>
      <w:bookmarkEnd w:id="62"/>
    </w:p>
    <w:p w:rsidR="00B021C0" w:rsidRPr="00083316" w:rsidRDefault="00B021C0" w:rsidP="0057208E">
      <w:pPr>
        <w:pStyle w:val="Heading6"/>
      </w:pPr>
      <w:bookmarkStart w:id="63" w:name="_Toc29804790"/>
      <w:bookmarkStart w:id="64" w:name="_Toc72756897"/>
      <w:r w:rsidRPr="00083316">
        <w:t>2.5.5.1</w:t>
      </w:r>
      <w:r w:rsidRPr="00083316">
        <w:tab/>
        <w:t>Definition of Flat Fee Payments</w:t>
      </w:r>
      <w:bookmarkEnd w:id="63"/>
      <w:bookmarkEnd w:id="64"/>
    </w:p>
    <w:p w:rsidR="00B021C0" w:rsidRPr="00083316" w:rsidRDefault="00B021C0">
      <w:pPr>
        <w:pStyle w:val="L1-FlLfSp12"/>
      </w:pPr>
      <w:r w:rsidRPr="00083316">
        <w:t xml:space="preserve">A flat fee is the fixed dollar amount a person is charged for a package of health care services provided during a defined </w:t>
      </w:r>
      <w:proofErr w:type="gramStart"/>
      <w:r w:rsidRPr="00083316">
        <w:t>period of time</w:t>
      </w:r>
      <w:proofErr w:type="gramEnd"/>
      <w:r w:rsidRPr="00083316">
        <w:t xml:space="preserve">. Examples would </w:t>
      </w:r>
      <w:proofErr w:type="gramStart"/>
      <w:r w:rsidRPr="00083316">
        <w:t>be:</w:t>
      </w:r>
      <w:proofErr w:type="gramEnd"/>
      <w:r w:rsidRPr="00083316">
        <w:t xml:space="preserve"> obstetrician’s fee covering a normal delivery, as well as pre- and post-natal care; or a surgeon’s fee covering a surgical procedure and post-surgical care. A flat fee group is the set of medical services (i.e., events) that </w:t>
      </w:r>
      <w:proofErr w:type="gramStart"/>
      <w:r w:rsidRPr="00083316">
        <w:t>are covered</w:t>
      </w:r>
      <w:proofErr w:type="gramEnd"/>
      <w:r w:rsidRPr="00083316">
        <w:t xml:space="preserve"> under the same flat fee payment. The flat fee groups represented on this file include flat fee groups where at least one of the health care events, as reported by the HC respondent, occurred during </w:t>
      </w:r>
      <w:r w:rsidR="004D50B3" w:rsidRPr="00083316">
        <w:t>2019</w:t>
      </w:r>
      <w:r w:rsidRPr="00083316">
        <w:t>. By definition, a flat fee group can span multiple years. Furthermore, a single person can have multiple flat fee groups.</w:t>
      </w:r>
    </w:p>
    <w:p w:rsidR="00B021C0" w:rsidRPr="00083316" w:rsidRDefault="00B021C0" w:rsidP="0057208E">
      <w:pPr>
        <w:pStyle w:val="Heading6"/>
      </w:pPr>
      <w:bookmarkStart w:id="65" w:name="_Toc29804791"/>
      <w:bookmarkStart w:id="66" w:name="_Toc72756898"/>
      <w:r w:rsidRPr="00083316">
        <w:t>2.5.5.2</w:t>
      </w:r>
      <w:r w:rsidRPr="00083316">
        <w:tab/>
        <w:t>Flat Fee Variable Descriptions</w:t>
      </w:r>
      <w:bookmarkEnd w:id="65"/>
      <w:bookmarkEnd w:id="66"/>
    </w:p>
    <w:p w:rsidR="00B021C0" w:rsidRPr="00083316" w:rsidRDefault="00B021C0" w:rsidP="007C628C">
      <w:pPr>
        <w:pStyle w:val="SH-SglSpHead"/>
      </w:pPr>
      <w:bookmarkStart w:id="67" w:name="_Hlt525447516"/>
      <w:bookmarkStart w:id="68" w:name="_Toc29804792"/>
      <w:bookmarkEnd w:id="67"/>
      <w:r w:rsidRPr="00083316">
        <w:t>Flat Fee ID (FFEEIDX)</w:t>
      </w:r>
      <w:bookmarkEnd w:id="68"/>
    </w:p>
    <w:p w:rsidR="00B021C0" w:rsidRPr="00083316" w:rsidRDefault="00B021C0">
      <w:pPr>
        <w:pStyle w:val="L1-FlLfSp12"/>
      </w:pPr>
      <w:r w:rsidRPr="00083316">
        <w:t xml:space="preserve">As noted earlier in Section 2.5.1.2 “Record Identifiers,” the variable FFEEIDX uniquely identifies all events that are part of the same flat fee group for a person. On any </w:t>
      </w:r>
      <w:r w:rsidR="004D50B3" w:rsidRPr="00083316">
        <w:t>2019</w:t>
      </w:r>
      <w:r w:rsidRPr="00083316">
        <w:t xml:space="preserve"> MEPS event file, every event that was a part of a specific flat fee group will have the same value for FFEEIDX. Note that prescribed medicine and home health events are never included in a flat fee group and FFEEIDX is not a variable on those event files.</w:t>
      </w:r>
    </w:p>
    <w:p w:rsidR="00B021C0" w:rsidRPr="00083316" w:rsidRDefault="00B021C0" w:rsidP="007C628C">
      <w:pPr>
        <w:pStyle w:val="SH-SglSpHead"/>
      </w:pPr>
      <w:bookmarkStart w:id="69" w:name="_Toc29804793"/>
      <w:r w:rsidRPr="00083316">
        <w:t>Flat Fee Type (FFERTYPE)</w:t>
      </w:r>
      <w:bookmarkEnd w:id="69"/>
      <w:r w:rsidRPr="00083316">
        <w:t xml:space="preserve"> </w:t>
      </w:r>
    </w:p>
    <w:p w:rsidR="00B021C0" w:rsidRPr="00083316" w:rsidRDefault="00B021C0">
      <w:pPr>
        <w:pStyle w:val="L1-FlLfSp12"/>
      </w:pPr>
      <w:r w:rsidRPr="00083316">
        <w:t>FFE</w:t>
      </w:r>
      <w:r w:rsidR="004D50B3" w:rsidRPr="00083316">
        <w:t>RTYPE indicates whether the 2019</w:t>
      </w:r>
      <w:r w:rsidRPr="00083316">
        <w:t xml:space="preserve"> emergency room visit is the “stem” or “leaf” of a flat fee group. A stem (records with FFERTYPE = 1) is the initial medical service (event) which is followed by other medical events that are covered under the same flat fee payment. The leaves of the flat fee group (records with FFERTYPE = 2) are those medical events that are tied back to the initial medical event (the stem) in the flat fee group. These “leaf” records have their expenditure variables set to zero. For the emergency room visits that are not part of a flat fee payment, the FFERTYPE </w:t>
      </w:r>
      <w:proofErr w:type="gramStart"/>
      <w:r w:rsidRPr="00083316">
        <w:t>is set</w:t>
      </w:r>
      <w:proofErr w:type="gramEnd"/>
      <w:r w:rsidRPr="00083316">
        <w:t xml:space="preserve"> to –1, “INAPPLICABLE.”</w:t>
      </w:r>
    </w:p>
    <w:p w:rsidR="00B021C0" w:rsidRPr="00083316" w:rsidRDefault="00B021C0" w:rsidP="007C628C">
      <w:pPr>
        <w:pStyle w:val="SH-SglSpHead"/>
        <w:rPr>
          <w:snapToGrid w:val="0"/>
        </w:rPr>
      </w:pPr>
      <w:bookmarkStart w:id="70" w:name="_Toc29804794"/>
      <w:r w:rsidRPr="00083316">
        <w:t>Counts of Flat Fee Events that Cross Years (FFBEF</w:t>
      </w:r>
      <w:r w:rsidR="004D50B3" w:rsidRPr="00083316">
        <w:t>19</w:t>
      </w:r>
      <w:r w:rsidRPr="00083316">
        <w:t xml:space="preserve">, </w:t>
      </w:r>
      <w:r w:rsidR="004D50B3" w:rsidRPr="00083316">
        <w:t>FFTOT20</w:t>
      </w:r>
      <w:r w:rsidRPr="00083316">
        <w:t>)</w:t>
      </w:r>
      <w:bookmarkEnd w:id="70"/>
      <w:r w:rsidRPr="00083316">
        <w:t xml:space="preserve"> </w:t>
      </w:r>
    </w:p>
    <w:p w:rsidR="00B021C0" w:rsidRPr="00083316" w:rsidRDefault="00B021C0" w:rsidP="0057208E">
      <w:pPr>
        <w:pStyle w:val="L2-FlLSp12"/>
      </w:pPr>
      <w:r w:rsidRPr="00083316">
        <w:t xml:space="preserve">As described in </w:t>
      </w:r>
      <w:bookmarkStart w:id="71" w:name="_Hlk525710360"/>
      <w:r w:rsidRPr="00083316">
        <w:t>Section 2.5.5.1</w:t>
      </w:r>
      <w:bookmarkEnd w:id="71"/>
      <w:r w:rsidRPr="00083316">
        <w:t>, a flat fee payment may cover multiple events, and the multiple events could span multiple years. For situations where the emerg</w:t>
      </w:r>
      <w:r w:rsidR="004D50B3" w:rsidRPr="00083316">
        <w:t>ency room event occurred in 2019</w:t>
      </w:r>
      <w:r w:rsidRPr="00083316">
        <w:t xml:space="preserve"> as part of a group of events, and some even</w:t>
      </w:r>
      <w:r w:rsidR="004D50B3" w:rsidRPr="00083316">
        <w:t>ts occurred before or after 2019</w:t>
      </w:r>
      <w:r w:rsidRPr="00083316">
        <w:t xml:space="preserve">, counts of the known events </w:t>
      </w:r>
      <w:proofErr w:type="gramStart"/>
      <w:r w:rsidRPr="00083316">
        <w:t>are provided</w:t>
      </w:r>
      <w:proofErr w:type="gramEnd"/>
      <w:r w:rsidRPr="00083316">
        <w:t xml:space="preserve"> on the emergency room event record. Variables indicating events that occurred before or afte</w:t>
      </w:r>
      <w:r w:rsidR="004D50B3" w:rsidRPr="00083316">
        <w:t>r 2019</w:t>
      </w:r>
      <w:r w:rsidRPr="00083316">
        <w:t xml:space="preserve"> are as follows:</w:t>
      </w:r>
    </w:p>
    <w:p w:rsidR="00B021C0" w:rsidRPr="00083316" w:rsidRDefault="004D50B3" w:rsidP="0057208E">
      <w:pPr>
        <w:pStyle w:val="N0-FlLftBullet"/>
        <w:ind w:left="720" w:firstLine="0"/>
        <w:rPr>
          <w:szCs w:val="24"/>
        </w:rPr>
      </w:pPr>
      <w:r w:rsidRPr="00083316">
        <w:t>FFBEF19 – total number of pre-2019</w:t>
      </w:r>
      <w:r w:rsidR="00B021C0" w:rsidRPr="00083316">
        <w:t xml:space="preserve"> events in the</w:t>
      </w:r>
      <w:r w:rsidRPr="00083316">
        <w:t xml:space="preserve"> same flat fee group as the 2019</w:t>
      </w:r>
      <w:r w:rsidR="00B021C0" w:rsidRPr="00083316">
        <w:t xml:space="preserve"> emergency room visit(s). This </w:t>
      </w:r>
      <w:r w:rsidRPr="00083316">
        <w:t>count would not include the 2019</w:t>
      </w:r>
      <w:r w:rsidR="00B021C0" w:rsidRPr="00083316">
        <w:t xml:space="preserve"> emergency room visit(s). </w:t>
      </w:r>
    </w:p>
    <w:p w:rsidR="00B021C0" w:rsidRPr="00083316" w:rsidRDefault="0057208E" w:rsidP="0057208E">
      <w:pPr>
        <w:pStyle w:val="N0-FlLftBullet"/>
        <w:ind w:left="720" w:firstLine="0"/>
        <w:rPr>
          <w:szCs w:val="24"/>
        </w:rPr>
      </w:pPr>
      <w:r w:rsidRPr="00083316">
        <w:t>FFTOT20</w:t>
      </w:r>
      <w:r w:rsidR="004D50B3" w:rsidRPr="00083316">
        <w:t xml:space="preserve"> –the number of 2020</w:t>
      </w:r>
      <w:r w:rsidR="00B021C0" w:rsidRPr="00083316">
        <w:t xml:space="preserve"> emergency room visits, expected to be in the same flat fee group as the emergency room event that occurred in </w:t>
      </w:r>
      <w:r w:rsidR="004D50B3" w:rsidRPr="00083316">
        <w:t>2019</w:t>
      </w:r>
      <w:r w:rsidR="00B021C0" w:rsidRPr="00083316">
        <w:rPr>
          <w:szCs w:val="24"/>
        </w:rPr>
        <w:t>.</w:t>
      </w:r>
      <w:bookmarkStart w:id="72" w:name="_Toc29804795"/>
      <w:r w:rsidR="00B021C0" w:rsidRPr="00083316">
        <w:rPr>
          <w:szCs w:val="24"/>
        </w:rPr>
        <w:t xml:space="preserve"> </w:t>
      </w:r>
    </w:p>
    <w:p w:rsidR="00E102C4" w:rsidRPr="00083316" w:rsidRDefault="00E102C4" w:rsidP="001440CF">
      <w:pPr>
        <w:pStyle w:val="L1-FlLfSp12"/>
      </w:pPr>
      <w:r w:rsidRPr="00083316">
        <w:t xml:space="preserve">If </w:t>
      </w:r>
      <w:r w:rsidR="006167F7" w:rsidRPr="00083316">
        <w:t>there</w:t>
      </w:r>
      <w:r w:rsidRPr="00083316">
        <w:t xml:space="preserve"> are no 201</w:t>
      </w:r>
      <w:r w:rsidR="00CE181A" w:rsidRPr="00083316">
        <w:t>8</w:t>
      </w:r>
      <w:r w:rsidRPr="00083316">
        <w:t xml:space="preserve"> events on the file</w:t>
      </w:r>
      <w:r w:rsidR="00FD2B25" w:rsidRPr="00083316">
        <w:t>,</w:t>
      </w:r>
      <w:r w:rsidRPr="00083316">
        <w:t xml:space="preserve"> FFBEF</w:t>
      </w:r>
      <w:r w:rsidR="00F57376" w:rsidRPr="00083316">
        <w:t>19</w:t>
      </w:r>
      <w:r w:rsidRPr="00083316">
        <w:t xml:space="preserve"> </w:t>
      </w:r>
      <w:proofErr w:type="gramStart"/>
      <w:r w:rsidRPr="00083316">
        <w:t>will be omitted</w:t>
      </w:r>
      <w:proofErr w:type="gramEnd"/>
      <w:r w:rsidRPr="00083316">
        <w:t>. Likewise, if there are no 2020 events on the file, FFT</w:t>
      </w:r>
      <w:r w:rsidR="00F57376" w:rsidRPr="00083316">
        <w:t>OT</w:t>
      </w:r>
      <w:r w:rsidRPr="00083316">
        <w:t xml:space="preserve">20 </w:t>
      </w:r>
      <w:proofErr w:type="gramStart"/>
      <w:r w:rsidRPr="00083316">
        <w:t>will be omitted</w:t>
      </w:r>
      <w:proofErr w:type="gramEnd"/>
      <w:r w:rsidRPr="00083316">
        <w:t xml:space="preserve">. If there </w:t>
      </w:r>
      <w:proofErr w:type="gramStart"/>
      <w:r w:rsidRPr="00083316">
        <w:t>are</w:t>
      </w:r>
      <w:proofErr w:type="gramEnd"/>
      <w:r w:rsidRPr="00083316">
        <w:t xml:space="preserve"> no flat fee data related to the records in this file, FFEEIDX and FFERTYPE will be omitted as well. Please note that the crosswalk in this document lists all possible flat fee variables.</w:t>
      </w:r>
    </w:p>
    <w:p w:rsidR="00B021C0" w:rsidRPr="00083316" w:rsidRDefault="00B021C0" w:rsidP="0057208E">
      <w:pPr>
        <w:pStyle w:val="Heading6"/>
      </w:pPr>
      <w:bookmarkStart w:id="73" w:name="_Toc72756899"/>
      <w:r w:rsidRPr="00083316">
        <w:t>2.5.5.3</w:t>
      </w:r>
      <w:r w:rsidRPr="00083316">
        <w:tab/>
        <w:t>Caveats of Flat Fee Groups</w:t>
      </w:r>
      <w:bookmarkEnd w:id="72"/>
      <w:bookmarkEnd w:id="73"/>
    </w:p>
    <w:p w:rsidR="00B021C0" w:rsidRPr="00083316" w:rsidRDefault="00B021C0">
      <w:pPr>
        <w:pStyle w:val="L1-FlLfSp12"/>
      </w:pPr>
      <w:r w:rsidRPr="00083316">
        <w:t xml:space="preserve">There are </w:t>
      </w:r>
      <w:proofErr w:type="gramStart"/>
      <w:r w:rsidR="0039303E" w:rsidRPr="00083316">
        <w:t>7</w:t>
      </w:r>
      <w:proofErr w:type="gramEnd"/>
      <w:r w:rsidRPr="00083316">
        <w:t xml:space="preserve"> emergency room visits that are identified as being part of a flat fee payment group. In general, every flat fee group should have an initial visit (stem) and at least one subsequent visit (leaf). There are some situations where this is not true. For some flat fee groups, the initial visit reported occurred in </w:t>
      </w:r>
      <w:r w:rsidR="00613E03" w:rsidRPr="00083316">
        <w:t>2019</w:t>
      </w:r>
      <w:r w:rsidRPr="00083316">
        <w:t xml:space="preserve">, but the remaining visits that were part of this flat fee group occurred in </w:t>
      </w:r>
      <w:r w:rsidR="00613E03" w:rsidRPr="00083316">
        <w:t>2020</w:t>
      </w:r>
      <w:r w:rsidRPr="00083316">
        <w:t xml:space="preserve">. In this case, the </w:t>
      </w:r>
      <w:r w:rsidR="00613E03" w:rsidRPr="00083316">
        <w:t>2019</w:t>
      </w:r>
      <w:r w:rsidRPr="00083316">
        <w:t xml:space="preserve"> flat fee group represented on this file would consist of one event, the stem. The </w:t>
      </w:r>
      <w:r w:rsidR="00613E03" w:rsidRPr="00083316">
        <w:t>2020</w:t>
      </w:r>
      <w:r w:rsidRPr="00083316">
        <w:t xml:space="preserve"> events that are part of this flat fee group </w:t>
      </w:r>
      <w:proofErr w:type="gramStart"/>
      <w:r w:rsidRPr="00083316">
        <w:t>are not represented</w:t>
      </w:r>
      <w:proofErr w:type="gramEnd"/>
      <w:r w:rsidRPr="00083316">
        <w:t xml:space="preserve"> on the file. Similarly, the household respondent may have reported a flat fee group where the initial visit began in </w:t>
      </w:r>
      <w:r w:rsidR="00613E03" w:rsidRPr="00083316">
        <w:t>2018</w:t>
      </w:r>
      <w:r w:rsidRPr="00083316">
        <w:t xml:space="preserve"> but subsequent visits occurred during </w:t>
      </w:r>
      <w:r w:rsidR="00613E03" w:rsidRPr="00083316">
        <w:t>2019</w:t>
      </w:r>
      <w:r w:rsidRPr="00083316">
        <w:t xml:space="preserve">. In this case, the initial visit </w:t>
      </w:r>
      <w:proofErr w:type="gramStart"/>
      <w:r w:rsidRPr="00083316">
        <w:t>would not be represented</w:t>
      </w:r>
      <w:proofErr w:type="gramEnd"/>
      <w:r w:rsidRPr="00083316">
        <w:t xml:space="preserve"> on the file. This </w:t>
      </w:r>
      <w:r w:rsidR="00613E03" w:rsidRPr="00083316">
        <w:t>2019</w:t>
      </w:r>
      <w:r w:rsidRPr="00083316">
        <w:t xml:space="preserve"> flat fee group would then only consist of one or more leaf records and no stem. Please note that the crosswalk in this document lists all possible flat fee variables.</w:t>
      </w:r>
    </w:p>
    <w:p w:rsidR="00B021C0" w:rsidRPr="00083316" w:rsidRDefault="00B021C0" w:rsidP="0057208E">
      <w:pPr>
        <w:pStyle w:val="Heading5"/>
        <w:rPr>
          <w:lang w:val="en-US"/>
        </w:rPr>
      </w:pPr>
      <w:bookmarkStart w:id="74" w:name="_Hlt524521496"/>
      <w:bookmarkStart w:id="75" w:name="_Toc29804796"/>
      <w:bookmarkStart w:id="76" w:name="_Toc72756900"/>
      <w:bookmarkEnd w:id="74"/>
      <w:r w:rsidRPr="00083316">
        <w:rPr>
          <w:lang w:val="en-US"/>
        </w:rPr>
        <w:t>2.5.6</w:t>
      </w:r>
      <w:r w:rsidRPr="00083316">
        <w:rPr>
          <w:lang w:val="en-US"/>
        </w:rPr>
        <w:tab/>
        <w:t>Expenditure Data</w:t>
      </w:r>
      <w:bookmarkEnd w:id="75"/>
      <w:bookmarkEnd w:id="76"/>
    </w:p>
    <w:p w:rsidR="00B021C0" w:rsidRPr="00083316" w:rsidRDefault="00B021C0" w:rsidP="0057208E">
      <w:pPr>
        <w:pStyle w:val="Heading6"/>
      </w:pPr>
      <w:bookmarkStart w:id="77" w:name="_Toc29804797"/>
      <w:bookmarkStart w:id="78" w:name="_Toc72756901"/>
      <w:r w:rsidRPr="00083316">
        <w:t>2.5.6.1</w:t>
      </w:r>
      <w:r w:rsidRPr="00083316">
        <w:tab/>
        <w:t>Definition of Expenditures</w:t>
      </w:r>
      <w:bookmarkEnd w:id="77"/>
      <w:bookmarkEnd w:id="78"/>
    </w:p>
    <w:p w:rsidR="00B021C0" w:rsidRPr="00083316" w:rsidRDefault="00B021C0">
      <w:pPr>
        <w:pStyle w:val="L1-FlLfSp12"/>
      </w:pPr>
      <w:r w:rsidRPr="00083316">
        <w:t xml:space="preserve">Expenditures on this file refer to what </w:t>
      </w:r>
      <w:proofErr w:type="gramStart"/>
      <w:r w:rsidRPr="00083316">
        <w:t>is paid</w:t>
      </w:r>
      <w:proofErr w:type="gramEnd"/>
      <w:r w:rsidRPr="00083316">
        <w:t xml:space="preserve"> for health care services. More specifically, expenditures in MEPS </w:t>
      </w:r>
      <w:proofErr w:type="gramStart"/>
      <w:r w:rsidRPr="00083316">
        <w:t>are defined</w:t>
      </w:r>
      <w:proofErr w:type="gramEnd"/>
      <w:r w:rsidRPr="00083316">
        <w:t xml:space="preserve"> as the sum of payments for care received for each emergency room visit, including out-of-pocket payments and payments made by private insurance, Medicaid, Medicare, and other sources. The definition of expenditures used in MEPS differs slightly from its predecessors: the 1987 NMES and 1977 NMCES surveys where “charges” rather than sum of payments were used to measure expenditures. This change </w:t>
      </w:r>
      <w:proofErr w:type="gramStart"/>
      <w:r w:rsidRPr="00083316">
        <w:t>was adopted</w:t>
      </w:r>
      <w:proofErr w:type="gramEnd"/>
      <w:r w:rsidRPr="00083316">
        <w:t xml:space="preserve"> because charges became a less appropriate proxy for medical expenditures during the </w:t>
      </w:r>
      <w:proofErr w:type="spellStart"/>
      <w:r w:rsidRPr="00083316">
        <w:t>1990s</w:t>
      </w:r>
      <w:proofErr w:type="spellEnd"/>
      <w:r w:rsidRPr="00083316">
        <w:t xml:space="preserve"> due to the increasingly common practice of discounting. Although measuring expenditures as the sum of payments incorporates discounts in the MEPS expenditure estimates, the estimates do not incorporate any payment not directly tied to specific medical care visits, such as bonuses or retrospective payment adjustments by third party payers. Currently, charges associated with uncollected liability, bad debt, and charitable care (unless provided by a public clinic or hospital) are not counted as expenditures because there are no payments associated with those classifications. While charge data </w:t>
      </w:r>
      <w:proofErr w:type="gramStart"/>
      <w:r w:rsidRPr="00083316">
        <w:t>are provided</w:t>
      </w:r>
      <w:proofErr w:type="gramEnd"/>
      <w:r w:rsidRPr="00083316">
        <w:t xml:space="preserve"> on this file, data users/analysts should use caution when working with these data because a charge does not typically represent actual dollars exchanged for services or the resource costs of those services; nor are they directly comparable to the expenditures defined in the 1987 NMES. For details on expenditure definitions, please reference “Informing American Health Care Policy” (</w:t>
      </w:r>
      <w:proofErr w:type="spellStart"/>
      <w:r w:rsidRPr="00083316">
        <w:t>Monheit</w:t>
      </w:r>
      <w:proofErr w:type="spellEnd"/>
      <w:r w:rsidRPr="00083316">
        <w:t xml:space="preserve"> et al., 1999). AHRQ has developed factors to apply to the 1987 NMES expenditure data to facilitate longitudinal analysis. These factors can be accessed via the CFACT data center</w:t>
      </w:r>
      <w:r w:rsidR="00720D0B" w:rsidRPr="00083316">
        <w:t xml:space="preserve">, </w:t>
      </w:r>
      <w:proofErr w:type="gramStart"/>
      <w:r w:rsidR="00720D0B" w:rsidRPr="00083316">
        <w:t>and also</w:t>
      </w:r>
      <w:proofErr w:type="gramEnd"/>
      <w:r w:rsidR="00720D0B" w:rsidRPr="00083316">
        <w:t xml:space="preserve"> are available in </w:t>
      </w:r>
      <w:proofErr w:type="spellStart"/>
      <w:r w:rsidR="00720D0B" w:rsidRPr="00083316">
        <w:t>Zuvekas</w:t>
      </w:r>
      <w:proofErr w:type="spellEnd"/>
      <w:r w:rsidR="00720D0B" w:rsidRPr="00083316">
        <w:t xml:space="preserve"> and Cohen, 2002</w:t>
      </w:r>
      <w:r w:rsidRPr="00083316">
        <w:t xml:space="preserve">. For more information, see the </w:t>
      </w:r>
      <w:hyperlink r:id="rId20" w:history="1">
        <w:r w:rsidRPr="00083316">
          <w:rPr>
            <w:rStyle w:val="Hyperlink"/>
          </w:rPr>
          <w:t>Data Center section of the MEPS website</w:t>
        </w:r>
      </w:hyperlink>
      <w:r w:rsidRPr="00083316">
        <w:rPr>
          <w:szCs w:val="24"/>
        </w:rPr>
        <w:t>.</w:t>
      </w:r>
    </w:p>
    <w:p w:rsidR="00B021C0" w:rsidRPr="00083316" w:rsidRDefault="00B021C0">
      <w:pPr>
        <w:pStyle w:val="L1-FlLfSp12"/>
      </w:pPr>
      <w:proofErr w:type="gramStart"/>
      <w:r w:rsidRPr="00083316">
        <w:t>Expenditure data related to emergency room visits are broken out by facility and separately billing doctor</w:t>
      </w:r>
      <w:proofErr w:type="gramEnd"/>
      <w:r w:rsidRPr="00083316">
        <w:t xml:space="preserve"> expenditures. </w:t>
      </w:r>
      <w:r w:rsidR="00C56DBD" w:rsidRPr="00083316">
        <w:t xml:space="preserve">When a facility bills directly for the services provided by physicians and other providers, in MEPS, the facility charge and payments in such cases include the physician and other providers’ charge and payments. </w:t>
      </w:r>
      <w:proofErr w:type="gramStart"/>
      <w:r w:rsidRPr="00083316">
        <w:t>This file contains six categories of expenditure variables per visit: basic hospital emergency room facility expenses; expenses for doctors who billed separately from the hospital for any emergency room services provided during the emergency room visit; total expenses, which is the sum of the facility and physician expenses; facility charge; physician charge; and total charges, which is the sum of the facility and physician charges.</w:t>
      </w:r>
      <w:proofErr w:type="gramEnd"/>
      <w:r w:rsidRPr="00083316">
        <w:t xml:space="preserve"> If examining trends in MEPS expenditures, please refer to Section 3.3 for more information. </w:t>
      </w:r>
    </w:p>
    <w:p w:rsidR="00B021C0" w:rsidRPr="00083316" w:rsidRDefault="00B021C0" w:rsidP="0057208E">
      <w:pPr>
        <w:pStyle w:val="Heading6"/>
      </w:pPr>
      <w:bookmarkStart w:id="79" w:name="_Toc29804798"/>
      <w:bookmarkStart w:id="80" w:name="_Toc72756902"/>
      <w:r w:rsidRPr="00083316">
        <w:t>2.5.6.2</w:t>
      </w:r>
      <w:r w:rsidRPr="00083316">
        <w:tab/>
        <w:t>Data Editing and Imputation Methodologies of Expenditure Variables</w:t>
      </w:r>
      <w:bookmarkEnd w:id="79"/>
      <w:bookmarkEnd w:id="80"/>
      <w:r w:rsidRPr="00083316">
        <w:t xml:space="preserve"> </w:t>
      </w:r>
    </w:p>
    <w:p w:rsidR="00B021C0" w:rsidRPr="00083316" w:rsidRDefault="00B021C0">
      <w:pPr>
        <w:pStyle w:val="L1-FlLfSp12"/>
      </w:pPr>
      <w:r w:rsidRPr="00083316">
        <w:t xml:space="preserve">The expenditure data included on this file </w:t>
      </w:r>
      <w:proofErr w:type="gramStart"/>
      <w:r w:rsidRPr="00083316">
        <w:t>were derived</w:t>
      </w:r>
      <w:proofErr w:type="gramEnd"/>
      <w:r w:rsidRPr="00083316">
        <w:t xml:space="preserve"> from both the MEPS Household (HC) and Medical Provider Components (MPC). The MPC contacted medical providers identified by household respondents. The charge and payment data from medical providers </w:t>
      </w:r>
      <w:proofErr w:type="gramStart"/>
      <w:r w:rsidRPr="00083316">
        <w:t>were used</w:t>
      </w:r>
      <w:proofErr w:type="gramEnd"/>
      <w:r w:rsidRPr="00083316">
        <w:t xml:space="preserve"> in the expenditure imputation process to supplement missing household data. For all emergency room visits, MPC data </w:t>
      </w:r>
      <w:proofErr w:type="gramStart"/>
      <w:r w:rsidRPr="00083316">
        <w:t>were used</w:t>
      </w:r>
      <w:proofErr w:type="gramEnd"/>
      <w:r w:rsidRPr="00083316">
        <w:t xml:space="preserve"> if available; otherwise, HC data were used. Missing data for emergency room visits, where HC data were not complete and MPC data </w:t>
      </w:r>
      <w:proofErr w:type="gramStart"/>
      <w:r w:rsidRPr="00083316">
        <w:t>were not collected</w:t>
      </w:r>
      <w:proofErr w:type="gramEnd"/>
      <w:r w:rsidRPr="00083316">
        <w:t xml:space="preserve">, or MPC data were not complete, were imputed through the imputation process. </w:t>
      </w:r>
    </w:p>
    <w:p w:rsidR="00B021C0" w:rsidRPr="00083316" w:rsidRDefault="00B021C0" w:rsidP="007C628C">
      <w:pPr>
        <w:pStyle w:val="SH-SglSpHead"/>
      </w:pPr>
      <w:bookmarkStart w:id="81" w:name="_Toc29804800"/>
      <w:r w:rsidRPr="00083316">
        <w:t>General Data Editing Methodology</w:t>
      </w:r>
      <w:bookmarkEnd w:id="81"/>
    </w:p>
    <w:p w:rsidR="00B021C0" w:rsidRPr="00083316" w:rsidRDefault="00B021C0">
      <w:pPr>
        <w:pStyle w:val="L1-FlLfSp12"/>
      </w:pPr>
      <w:r w:rsidRPr="00083316">
        <w:t xml:space="preserve">Logical edits </w:t>
      </w:r>
      <w:proofErr w:type="gramStart"/>
      <w:r w:rsidRPr="00083316">
        <w:t>were used</w:t>
      </w:r>
      <w:proofErr w:type="gramEnd"/>
      <w:r w:rsidRPr="00083316">
        <w:t xml:space="preserve"> to resolve internal inconsistencies and other problems in the HC and MPC survey-reported data. The edits </w:t>
      </w:r>
      <w:proofErr w:type="gramStart"/>
      <w:r w:rsidRPr="00083316">
        <w:t>were designed</w:t>
      </w:r>
      <w:proofErr w:type="gramEnd"/>
      <w:r w:rsidRPr="00083316">
        <w:t xml:space="preserve"> to preserve partial payment data from households and providers, and to identify actual and potential sources of payment for each household-reported event. In general, these edits accounted for outliers, copayments or charges reported as total payments, and reimbursed amounts that </w:t>
      </w:r>
      <w:proofErr w:type="gramStart"/>
      <w:r w:rsidRPr="00083316">
        <w:t>were reported</w:t>
      </w:r>
      <w:proofErr w:type="gramEnd"/>
      <w:r w:rsidRPr="00083316">
        <w:t xml:space="preserve"> as out-of-pocket payments. In addition, edits </w:t>
      </w:r>
      <w:proofErr w:type="gramStart"/>
      <w:r w:rsidRPr="00083316">
        <w:t>were implemented</w:t>
      </w:r>
      <w:proofErr w:type="gramEnd"/>
      <w:r w:rsidRPr="00083316">
        <w:t xml:space="preserve"> to correct for misclassifications between Medicare and Medicaid and between Medicare HMOs and private HMOs as payment sources. These edits produced a complete vector of expenditures for some events, and provided the starting point for imputing missing expenditures in the remaining events. </w:t>
      </w:r>
    </w:p>
    <w:p w:rsidR="00B021C0" w:rsidRPr="00083316" w:rsidRDefault="00B021C0" w:rsidP="007C628C">
      <w:pPr>
        <w:pStyle w:val="SH-SglSpHead"/>
      </w:pPr>
      <w:bookmarkStart w:id="82" w:name="_Hlt12682393"/>
      <w:bookmarkStart w:id="83" w:name="_Toc29804801"/>
      <w:bookmarkEnd w:id="82"/>
      <w:r w:rsidRPr="00083316">
        <w:t xml:space="preserve">Imputation </w:t>
      </w:r>
      <w:bookmarkEnd w:id="83"/>
      <w:r w:rsidRPr="00083316">
        <w:t>Methodologies</w:t>
      </w:r>
    </w:p>
    <w:p w:rsidR="00B021C0" w:rsidRPr="00083316" w:rsidRDefault="00B021C0">
      <w:pPr>
        <w:pStyle w:val="L1-FlLfSp12"/>
      </w:pPr>
      <w:r w:rsidRPr="00083316">
        <w:t xml:space="preserve">The predictive mean matching imputation method </w:t>
      </w:r>
      <w:proofErr w:type="gramStart"/>
      <w:r w:rsidRPr="00083316">
        <w:t>was used</w:t>
      </w:r>
      <w:proofErr w:type="gramEnd"/>
      <w:r w:rsidRPr="00083316">
        <w:t xml:space="preserve"> to impute missing expenditures. This procedure uses regression models (based on events with completely reported expenditure data) to predict total expenses for each event. Then, for each event with missing payment information, a donor event with the closest predicted payment with the same pattern of expected payment sources as the event with missing payment </w:t>
      </w:r>
      <w:proofErr w:type="gramStart"/>
      <w:r w:rsidRPr="00083316">
        <w:t>was used</w:t>
      </w:r>
      <w:proofErr w:type="gramEnd"/>
      <w:r w:rsidRPr="00083316">
        <w:t xml:space="preserve"> to impute the missing payment value. The imputations for the flat fee events </w:t>
      </w:r>
      <w:proofErr w:type="gramStart"/>
      <w:r w:rsidRPr="00083316">
        <w:t>were carried out</w:t>
      </w:r>
      <w:proofErr w:type="gramEnd"/>
      <w:r w:rsidRPr="00083316">
        <w:t xml:space="preserve"> separately from the simple events.</w:t>
      </w:r>
    </w:p>
    <w:p w:rsidR="00B021C0" w:rsidRPr="00083316" w:rsidRDefault="00B021C0">
      <w:pPr>
        <w:pStyle w:val="L1-FlLfSp12"/>
      </w:pPr>
      <w:r w:rsidRPr="00083316">
        <w:t xml:space="preserve">The weighted sequential hot-deck procedure </w:t>
      </w:r>
      <w:proofErr w:type="gramStart"/>
      <w:r w:rsidRPr="00083316">
        <w:t>was used</w:t>
      </w:r>
      <w:proofErr w:type="gramEnd"/>
      <w:r w:rsidRPr="00083316">
        <w:t xml:space="preserve"> to impute the missing total charges. This procedure uses survey data from respondents to replace missing data while taking into account the persons’ weighted distribution in the imputation process. </w:t>
      </w:r>
    </w:p>
    <w:p w:rsidR="00B021C0" w:rsidRPr="00083316" w:rsidRDefault="00B021C0" w:rsidP="007C628C">
      <w:pPr>
        <w:pStyle w:val="SH-SglSpHead"/>
      </w:pPr>
      <w:bookmarkStart w:id="84" w:name="_Toc29804802"/>
      <w:r w:rsidRPr="00083316">
        <w:t>Emergency Room Visit Data Editing and Imputation</w:t>
      </w:r>
      <w:bookmarkEnd w:id="84"/>
    </w:p>
    <w:p w:rsidR="00B021C0" w:rsidRPr="00083316" w:rsidRDefault="00B021C0">
      <w:pPr>
        <w:pStyle w:val="L1-FlLfSp12"/>
      </w:pPr>
      <w:r w:rsidRPr="00083316">
        <w:t xml:space="preserve">Facility expenditures for emergency room services </w:t>
      </w:r>
      <w:proofErr w:type="gramStart"/>
      <w:r w:rsidRPr="00083316">
        <w:t>were developed</w:t>
      </w:r>
      <w:proofErr w:type="gramEnd"/>
      <w:r w:rsidRPr="00083316">
        <w:t xml:space="preserve"> in a sequence of logical edits and imputations. “Household” edits </w:t>
      </w:r>
      <w:proofErr w:type="gramStart"/>
      <w:r w:rsidRPr="00083316">
        <w:t>were applied</w:t>
      </w:r>
      <w:proofErr w:type="gramEnd"/>
      <w:r w:rsidRPr="00083316">
        <w:t xml:space="preserve"> to sources and amounts of payment for all events reported by HC respondents. “MPC” edits </w:t>
      </w:r>
      <w:proofErr w:type="gramStart"/>
      <w:r w:rsidRPr="00083316">
        <w:t>were applied</w:t>
      </w:r>
      <w:proofErr w:type="gramEnd"/>
      <w:r w:rsidRPr="00083316">
        <w:t xml:space="preserve"> to provider-reported sources and amounts of payment for records matched to household-reported events. Both sets of edits </w:t>
      </w:r>
      <w:proofErr w:type="gramStart"/>
      <w:r w:rsidRPr="00083316">
        <w:t>were used</w:t>
      </w:r>
      <w:proofErr w:type="gramEnd"/>
      <w:r w:rsidRPr="00083316">
        <w:t xml:space="preserve"> to correct obvious errors in the reporting of expenditures. After the data from each source </w:t>
      </w:r>
      <w:proofErr w:type="gramStart"/>
      <w:r w:rsidRPr="00083316">
        <w:t>were edited</w:t>
      </w:r>
      <w:proofErr w:type="gramEnd"/>
      <w:r w:rsidRPr="00083316">
        <w:t xml:space="preserve">, a decision was made as to whether household- or MPC-reported information would be used in the final editing and predictive mean matching imputations for missing expenditures. The general rule was that MPC data would be used where a household-reported event corresponded to an MPC-reported event (i.e., a matched event), since providers usually have more complete and accurate data on sources and amounts of payment than </w:t>
      </w:r>
      <w:proofErr w:type="gramStart"/>
      <w:r w:rsidRPr="00083316">
        <w:t>households</w:t>
      </w:r>
      <w:proofErr w:type="gramEnd"/>
      <w:r w:rsidRPr="00083316">
        <w:t>.</w:t>
      </w:r>
    </w:p>
    <w:p w:rsidR="00B021C0" w:rsidRPr="00083316" w:rsidRDefault="00B021C0">
      <w:pPr>
        <w:pStyle w:val="L1-FlLfSp12"/>
      </w:pPr>
      <w:r w:rsidRPr="00083316">
        <w:t xml:space="preserve">One of the more important edits separated flat fee events from simple events. This edit was necessary because groups of events covered by a flat fee (i.e., a flat fee bundle) </w:t>
      </w:r>
      <w:proofErr w:type="gramStart"/>
      <w:r w:rsidRPr="00083316">
        <w:t>were edited and imputed separately from individual events covered by a single charge (i.e., simple events)</w:t>
      </w:r>
      <w:proofErr w:type="gramEnd"/>
      <w:r w:rsidRPr="00083316">
        <w:t xml:space="preserve">. Most emergency room events </w:t>
      </w:r>
      <w:proofErr w:type="gramStart"/>
      <w:r w:rsidRPr="00083316">
        <w:t>were imputed</w:t>
      </w:r>
      <w:proofErr w:type="gramEnd"/>
      <w:r w:rsidRPr="00083316">
        <w:t xml:space="preserve"> as simple events because hospital facility charges are rarely bundled with other events. (See Sectio</w:t>
      </w:r>
      <w:bookmarkStart w:id="85" w:name="_Hlt526242369"/>
      <w:r w:rsidRPr="00083316">
        <w:t>n</w:t>
      </w:r>
      <w:bookmarkEnd w:id="85"/>
      <w:r w:rsidRPr="00083316">
        <w:t xml:space="preserve"> 2.5.5 for more details on flat fee groups). However, some emergency room visits </w:t>
      </w:r>
      <w:proofErr w:type="gramStart"/>
      <w:r w:rsidRPr="00083316">
        <w:t>were treated</w:t>
      </w:r>
      <w:proofErr w:type="gramEnd"/>
      <w:r w:rsidRPr="00083316">
        <w:t xml:space="preserve"> as free events because the person was admitted to a hospital through its emergency room. In these cases, emergency room charges are included in the charge for an inpatient hospital stay.</w:t>
      </w:r>
      <w:bookmarkStart w:id="86" w:name="_Hlt524521485"/>
      <w:bookmarkEnd w:id="86"/>
    </w:p>
    <w:p w:rsidR="00B021C0" w:rsidRPr="00083316" w:rsidRDefault="00B021C0">
      <w:pPr>
        <w:pStyle w:val="L1-FlLfSp12"/>
      </w:pPr>
      <w:r w:rsidRPr="00083316">
        <w:t xml:space="preserve">Logical edits also </w:t>
      </w:r>
      <w:proofErr w:type="gramStart"/>
      <w:r w:rsidRPr="00083316">
        <w:t>were used</w:t>
      </w:r>
      <w:proofErr w:type="gramEnd"/>
      <w:r w:rsidRPr="00083316">
        <w:t xml:space="preserve"> to sort each event into a specific category for the imputations. Events with complete expenditures </w:t>
      </w:r>
      <w:proofErr w:type="gramStart"/>
      <w:r w:rsidRPr="00083316">
        <w:t>were flagged</w:t>
      </w:r>
      <w:proofErr w:type="gramEnd"/>
      <w:r w:rsidRPr="00083316">
        <w:t xml:space="preserve"> as potential donors for the predictive mean matching imputations, while events with missing expenditure data were assigned to various recipient categories. Each event with missing expenditure data </w:t>
      </w:r>
      <w:proofErr w:type="gramStart"/>
      <w:r w:rsidRPr="00083316">
        <w:t>was assigned</w:t>
      </w:r>
      <w:proofErr w:type="gramEnd"/>
      <w:r w:rsidRPr="00083316">
        <w:t xml:space="preserve"> to a recipient category based on the extent of its missing charge and expenditure data. For example, an event with a known total charge but no expenditure information </w:t>
      </w:r>
      <w:proofErr w:type="gramStart"/>
      <w:r w:rsidRPr="00083316">
        <w:t>was assigned</w:t>
      </w:r>
      <w:proofErr w:type="gramEnd"/>
      <w:r w:rsidRPr="00083316">
        <w:t xml:space="preserve"> to one category, while an event with a known total charge and partial expenditure information was assigned to a different category. Similarly, events without a known total charge and no or partial expenditure information were assigned to various recipient categories. </w:t>
      </w:r>
    </w:p>
    <w:p w:rsidR="00B021C0" w:rsidRPr="00083316" w:rsidRDefault="00B021C0">
      <w:pPr>
        <w:pStyle w:val="L1-FlLfSp12"/>
      </w:pPr>
      <w:r w:rsidRPr="00083316">
        <w:t xml:space="preserve">The logical edits produced eight recipient categories in which all events had a common extent of missing data. </w:t>
      </w:r>
      <w:proofErr w:type="gramStart"/>
      <w:r w:rsidRPr="00083316">
        <w:t>However, for predictive mean matching imputations, the recipients were grouped into four categories based on the known status of total charge and the sources of payment: 1. Known charge but unknown payment status of at least one potential paying source; 2. Unknown charge and unknown payment status of at least one potential paying source; 3. Known charge and known status of all payment sources; and 4. Unknown charge and known status of all payment sources.</w:t>
      </w:r>
      <w:proofErr w:type="gramEnd"/>
      <w:r w:rsidRPr="00083316">
        <w:t xml:space="preserve"> Separate predictive mean matching imputations </w:t>
      </w:r>
      <w:proofErr w:type="gramStart"/>
      <w:r w:rsidRPr="00083316">
        <w:t>were performed</w:t>
      </w:r>
      <w:proofErr w:type="gramEnd"/>
      <w:r w:rsidRPr="00083316">
        <w:t xml:space="preserve"> on events in each recipient group. For emergency room</w:t>
      </w:r>
      <w:r w:rsidRPr="00083316">
        <w:rPr>
          <w:b/>
          <w:color w:val="000000"/>
        </w:rPr>
        <w:t xml:space="preserve"> </w:t>
      </w:r>
      <w:r w:rsidRPr="00083316">
        <w:t>events, the donor pool was restricted to events with complete expenditures from the MPC.</w:t>
      </w:r>
      <w:r w:rsidR="00EB7362" w:rsidRPr="00083316">
        <w:t xml:space="preserve"> To improve the reliability of imputation, current year donors and inflation-adjusted prior year donors </w:t>
      </w:r>
      <w:proofErr w:type="gramStart"/>
      <w:r w:rsidR="00EB7362" w:rsidRPr="00083316">
        <w:t>are used</w:t>
      </w:r>
      <w:proofErr w:type="gramEnd"/>
      <w:r w:rsidR="00EB7362" w:rsidRPr="00083316">
        <w:t xml:space="preserve"> for the predictive mean matching imputations.</w:t>
      </w:r>
    </w:p>
    <w:p w:rsidR="00B021C0" w:rsidRPr="00083316" w:rsidRDefault="00B021C0">
      <w:pPr>
        <w:pStyle w:val="L1-FlLfSp12"/>
      </w:pPr>
      <w:r w:rsidRPr="00083316">
        <w:t xml:space="preserve">The donor pool included “free events” because, in some instances, providers </w:t>
      </w:r>
      <w:proofErr w:type="gramStart"/>
      <w:r w:rsidRPr="00083316">
        <w:t>are not paid</w:t>
      </w:r>
      <w:proofErr w:type="gramEnd"/>
      <w:r w:rsidRPr="00083316">
        <w:t xml:space="preserve"> for their services. These events represent charity care, bad debt, provider failure to bill, and third party payer restrictions on reimbursement in certain circumstances. If free events </w:t>
      </w:r>
      <w:proofErr w:type="gramStart"/>
      <w:r w:rsidRPr="00083316">
        <w:t>were excluded</w:t>
      </w:r>
      <w:proofErr w:type="gramEnd"/>
      <w:r w:rsidRPr="00083316">
        <w:t xml:space="preserve"> from the donor pool, total expenditures would be over-counted because the distribution of free events among complete events (donors) would not be represented among incomplete events (recipients).</w:t>
      </w:r>
    </w:p>
    <w:p w:rsidR="00B021C0" w:rsidRPr="00083316" w:rsidRDefault="00B021C0">
      <w:pPr>
        <w:pStyle w:val="L1-FlLfSp12"/>
      </w:pPr>
      <w:r w:rsidRPr="00083316">
        <w:t xml:space="preserve">Expenditures for some emergency room visits </w:t>
      </w:r>
      <w:proofErr w:type="gramStart"/>
      <w:r w:rsidRPr="00083316">
        <w:t>are not shown</w:t>
      </w:r>
      <w:proofErr w:type="gramEnd"/>
      <w:r w:rsidRPr="00083316">
        <w:t xml:space="preserve"> because the person was admitted to the hospital through the emergency room. These emergency room events are not free, but the expenditures are included in the inpatient stay expenditures. The variable ERHEVIDX </w:t>
      </w:r>
      <w:proofErr w:type="gramStart"/>
      <w:r w:rsidRPr="00083316">
        <w:t>can be used</w:t>
      </w:r>
      <w:proofErr w:type="gramEnd"/>
      <w:r w:rsidRPr="00083316">
        <w:t xml:space="preserve"> to differentiate between free emergency room care and situations where the emergency room charges have been included in the inpatient hospital charges.</w:t>
      </w:r>
    </w:p>
    <w:p w:rsidR="00B021C0" w:rsidRPr="00083316" w:rsidRDefault="00B021C0">
      <w:pPr>
        <w:pStyle w:val="L1-FlLfSp12"/>
      </w:pPr>
      <w:r w:rsidRPr="00083316">
        <w:t xml:space="preserve">Expenditures for services provided by separately billing doctors in hospital settings </w:t>
      </w:r>
      <w:proofErr w:type="gramStart"/>
      <w:r w:rsidRPr="00083316">
        <w:t>were also edited and imputed</w:t>
      </w:r>
      <w:proofErr w:type="gramEnd"/>
      <w:r w:rsidRPr="00083316">
        <w:t xml:space="preserve">. These expenditures </w:t>
      </w:r>
      <w:proofErr w:type="gramStart"/>
      <w:r w:rsidRPr="00083316">
        <w:t>are shown</w:t>
      </w:r>
      <w:proofErr w:type="gramEnd"/>
      <w:r w:rsidRPr="00083316">
        <w:t xml:space="preserve"> separately from hospital facility charges for hospital inpatient, outpatient, and emergency room care. </w:t>
      </w:r>
    </w:p>
    <w:p w:rsidR="00B021C0" w:rsidRPr="00083316" w:rsidRDefault="00B021C0" w:rsidP="0057208E">
      <w:pPr>
        <w:pStyle w:val="Heading6"/>
      </w:pPr>
      <w:bookmarkStart w:id="87" w:name="_Toc29804804"/>
      <w:bookmarkStart w:id="88" w:name="_Toc72756903"/>
      <w:r w:rsidRPr="00083316">
        <w:t>2.5.6.3</w:t>
      </w:r>
      <w:r w:rsidRPr="00083316">
        <w:tab/>
        <w:t>Imputation Flag (IMPFLAG)</w:t>
      </w:r>
      <w:bookmarkEnd w:id="87"/>
      <w:bookmarkEnd w:id="88"/>
    </w:p>
    <w:p w:rsidR="00B021C0" w:rsidRPr="00083316" w:rsidRDefault="00B021C0" w:rsidP="0057208E">
      <w:pPr>
        <w:pStyle w:val="L2-FlLSp12"/>
      </w:pPr>
      <w:r w:rsidRPr="00083316">
        <w:t xml:space="preserve">IMPFLAG is a six-category variable that indicates if the event contains complete Household Component (HC) or Medical Provider Component (MPC) data, was fully or partially imputed, or was imputed in the capitated imputation process (for OP and OB events only). The following list identifies how the imputation flag </w:t>
      </w:r>
      <w:proofErr w:type="gramStart"/>
      <w:r w:rsidRPr="00083316">
        <w:t>is coded</w:t>
      </w:r>
      <w:proofErr w:type="gramEnd"/>
      <w:r w:rsidRPr="00083316">
        <w:t>; the categories are mutually exclusive.</w:t>
      </w:r>
    </w:p>
    <w:p w:rsidR="00B021C0" w:rsidRPr="00083316" w:rsidRDefault="00B021C0" w:rsidP="0057208E">
      <w:pPr>
        <w:pStyle w:val="N0-FlLftBullet"/>
        <w:ind w:left="720" w:firstLine="0"/>
      </w:pPr>
      <w:r w:rsidRPr="00083316">
        <w:t>IMPFLAG = 0 not eligible for imputation (includes zeroed out and flat fee leaf events)</w:t>
      </w:r>
    </w:p>
    <w:p w:rsidR="00B021C0" w:rsidRPr="00083316" w:rsidRDefault="00B021C0" w:rsidP="0057208E">
      <w:pPr>
        <w:pStyle w:val="N0-FlLftBullet"/>
        <w:ind w:left="720" w:firstLine="0"/>
      </w:pPr>
      <w:r w:rsidRPr="00083316">
        <w:t>IMPFLAG = 1 complete HC data</w:t>
      </w:r>
    </w:p>
    <w:p w:rsidR="00B021C0" w:rsidRPr="00083316" w:rsidRDefault="00B021C0" w:rsidP="0057208E">
      <w:pPr>
        <w:pStyle w:val="N0-FlLftBullet"/>
        <w:ind w:left="720" w:firstLine="0"/>
      </w:pPr>
      <w:r w:rsidRPr="00083316">
        <w:t>IMPFLAG = 2 complete MPC data</w:t>
      </w:r>
    </w:p>
    <w:p w:rsidR="00B021C0" w:rsidRPr="00083316" w:rsidRDefault="00B021C0" w:rsidP="0057208E">
      <w:pPr>
        <w:pStyle w:val="N0-FlLftBullet"/>
        <w:ind w:left="720" w:firstLine="0"/>
      </w:pPr>
      <w:r w:rsidRPr="00083316">
        <w:t>IMPFLAG = 3 fully imputed</w:t>
      </w:r>
    </w:p>
    <w:p w:rsidR="00B021C0" w:rsidRPr="00083316" w:rsidRDefault="00B021C0" w:rsidP="0057208E">
      <w:pPr>
        <w:pStyle w:val="N0-FlLftBullet"/>
        <w:ind w:left="720" w:firstLine="0"/>
      </w:pPr>
      <w:r w:rsidRPr="00083316">
        <w:t>IMPFLAG = 4 partially imputed</w:t>
      </w:r>
    </w:p>
    <w:p w:rsidR="00B021C0" w:rsidRPr="00083316" w:rsidRDefault="00B021C0" w:rsidP="0057208E">
      <w:pPr>
        <w:pStyle w:val="N0-FlLftBullet"/>
        <w:ind w:left="720" w:firstLine="0"/>
      </w:pPr>
      <w:r w:rsidRPr="00083316">
        <w:t>IMPFLAG =</w:t>
      </w:r>
      <w:r w:rsidR="00F3552C" w:rsidRPr="00083316">
        <w:t xml:space="preserve"> </w:t>
      </w:r>
      <w:r w:rsidRPr="00083316">
        <w:t>5 complete MPC data through capitation imputation (not applicable to ER events)</w:t>
      </w:r>
    </w:p>
    <w:p w:rsidR="00B021C0" w:rsidRPr="00083316" w:rsidRDefault="00B021C0" w:rsidP="0057208E">
      <w:pPr>
        <w:pStyle w:val="Heading6"/>
      </w:pPr>
      <w:bookmarkStart w:id="89" w:name="_Toc29804805"/>
      <w:bookmarkStart w:id="90" w:name="_Toc72756904"/>
      <w:r w:rsidRPr="00083316">
        <w:t>2.5.6.4</w:t>
      </w:r>
      <w:r w:rsidRPr="00083316">
        <w:tab/>
        <w:t>Flat Fee Expenditures</w:t>
      </w:r>
      <w:bookmarkEnd w:id="89"/>
      <w:bookmarkEnd w:id="90"/>
    </w:p>
    <w:p w:rsidR="00B021C0" w:rsidRPr="00083316" w:rsidRDefault="00B021C0">
      <w:pPr>
        <w:pStyle w:val="L1-FlLfSp12"/>
      </w:pPr>
      <w:r w:rsidRPr="00083316">
        <w:t xml:space="preserve">The approach used to count expenditures for flat fees was to place the expenditure on the first visit of the flat fee group. The remaining visits have zero facility payments, while physician’s expenditures may still be present. Thus, if the first visit in the flat fee group occurred prior to </w:t>
      </w:r>
      <w:r w:rsidR="00613E03" w:rsidRPr="00083316">
        <w:t>2019</w:t>
      </w:r>
      <w:r w:rsidRPr="00083316">
        <w:t xml:space="preserve">, all of the events that occurred in </w:t>
      </w:r>
      <w:r w:rsidR="00613E03" w:rsidRPr="00083316">
        <w:t>2019</w:t>
      </w:r>
      <w:r w:rsidRPr="00083316">
        <w:t xml:space="preserve"> will have zero payments. Conversely, if the first event in the flat fee group occurred at the end of </w:t>
      </w:r>
      <w:r w:rsidR="00613E03" w:rsidRPr="00083316">
        <w:t>2019</w:t>
      </w:r>
      <w:r w:rsidRPr="00083316">
        <w:t xml:space="preserve">, the total expenditure for the entire flat fee group will be on that event, regardless of the number of events it covered after </w:t>
      </w:r>
      <w:r w:rsidR="00613E03" w:rsidRPr="00083316">
        <w:t>2019</w:t>
      </w:r>
      <w:r w:rsidRPr="00083316">
        <w:t>. See Section 2.5.5 for details on the flat fee variables.</w:t>
      </w:r>
    </w:p>
    <w:p w:rsidR="00B021C0" w:rsidRPr="00083316" w:rsidRDefault="00B021C0" w:rsidP="0057208E">
      <w:pPr>
        <w:pStyle w:val="Heading6"/>
      </w:pPr>
      <w:bookmarkStart w:id="91" w:name="_Toc29804806"/>
      <w:bookmarkStart w:id="92" w:name="_Toc72756905"/>
      <w:r w:rsidRPr="00083316">
        <w:t>2.5.6.5</w:t>
      </w:r>
      <w:r w:rsidRPr="00083316">
        <w:tab/>
        <w:t>Zero Expenditures</w:t>
      </w:r>
      <w:bookmarkEnd w:id="91"/>
      <w:bookmarkEnd w:id="92"/>
    </w:p>
    <w:p w:rsidR="00B021C0" w:rsidRPr="00083316" w:rsidRDefault="00B021C0">
      <w:pPr>
        <w:pStyle w:val="L1-FlLfSp12"/>
      </w:pPr>
      <w:r w:rsidRPr="00083316">
        <w:t xml:space="preserve">There are some medical events reported by respondents where the payments were zero. </w:t>
      </w:r>
      <w:proofErr w:type="gramStart"/>
      <w:r w:rsidRPr="00083316">
        <w:t>Zero payment events can occur in MEPS for the following reasons: (1) the visit was covered under a flat fee arrangement (flat fee payments are included only on the first event covered by the arrangement), (2) there was no charge for a follow-up visit, (3) the provider was never paid by an individual, insurance plan, or other source for services provided, (4) charges were included in the bill for a subsequent hospital admission (emergency room events only), or (5) the event was paid for through government or privately-funded research or clinical trials.</w:t>
      </w:r>
      <w:proofErr w:type="gramEnd"/>
    </w:p>
    <w:p w:rsidR="00B021C0" w:rsidRPr="00083316" w:rsidRDefault="00B021C0" w:rsidP="0057208E">
      <w:pPr>
        <w:pStyle w:val="Heading6"/>
      </w:pPr>
      <w:bookmarkStart w:id="93" w:name="_Toc29804807"/>
      <w:bookmarkStart w:id="94" w:name="_Toc72756906"/>
      <w:r w:rsidRPr="00083316">
        <w:t>2.5.6.6</w:t>
      </w:r>
      <w:r w:rsidRPr="00083316">
        <w:tab/>
        <w:t>Discount Adjustment Factor</w:t>
      </w:r>
      <w:bookmarkEnd w:id="93"/>
      <w:bookmarkEnd w:id="94"/>
    </w:p>
    <w:p w:rsidR="00B021C0" w:rsidRPr="00083316" w:rsidRDefault="00B021C0">
      <w:pPr>
        <w:pStyle w:val="L1-FlLfSp12"/>
      </w:pPr>
      <w:r w:rsidRPr="00083316">
        <w:t xml:space="preserve">An adjustment </w:t>
      </w:r>
      <w:proofErr w:type="gramStart"/>
      <w:r w:rsidRPr="00083316">
        <w:t>was also applied</w:t>
      </w:r>
      <w:proofErr w:type="gramEnd"/>
      <w:r w:rsidRPr="00083316">
        <w:t xml:space="preserve"> to some HC-reported expenditure data because an evaluation of matched HC/MPC data showed that respondents who reported that charges and payments were equal were often unaware that insurance payments for the care had been based on a discounted charge. To compensate for this systematic reporting error, a weighted sequential hot-deck imputation procedure </w:t>
      </w:r>
      <w:proofErr w:type="gramStart"/>
      <w:r w:rsidRPr="00083316">
        <w:t>was implemented</w:t>
      </w:r>
      <w:proofErr w:type="gramEnd"/>
      <w:r w:rsidRPr="00083316">
        <w:t xml:space="preserve"> to determine an adjustment factor for HC-reported insurance payments when charges and payments were reported to be equal. As for the other imputations, selected predictor variables </w:t>
      </w:r>
      <w:proofErr w:type="gramStart"/>
      <w:r w:rsidRPr="00083316">
        <w:t>were used</w:t>
      </w:r>
      <w:proofErr w:type="gramEnd"/>
      <w:r w:rsidRPr="00083316">
        <w:t xml:space="preserve"> to form groups of donor and recipient events for the imputation process. </w:t>
      </w:r>
    </w:p>
    <w:p w:rsidR="00B021C0" w:rsidRPr="00083316" w:rsidRDefault="00B021C0" w:rsidP="0057208E">
      <w:pPr>
        <w:pStyle w:val="Heading6"/>
      </w:pPr>
      <w:bookmarkStart w:id="95" w:name="_Toc29804808"/>
      <w:bookmarkStart w:id="96" w:name="_Toc72756907"/>
      <w:r w:rsidRPr="00083316">
        <w:t>2.5.6.7</w:t>
      </w:r>
      <w:r w:rsidRPr="00083316">
        <w:tab/>
        <w:t>Emergency Room/Hospital Inpatient Stay Expenditures</w:t>
      </w:r>
      <w:bookmarkEnd w:id="95"/>
      <w:bookmarkEnd w:id="96"/>
    </w:p>
    <w:p w:rsidR="00B021C0" w:rsidRPr="00083316" w:rsidRDefault="00580281" w:rsidP="003C147D">
      <w:pPr>
        <w:pStyle w:val="L1-FlLfSp12"/>
      </w:pPr>
      <w:r w:rsidRPr="00083316">
        <w:t>Records in the MEPS 2019</w:t>
      </w:r>
      <w:r w:rsidR="00B021C0" w:rsidRPr="00083316">
        <w:t xml:space="preserve"> data files include the HC survey data collected using the new CAPI instrument. For persons reporting an emergency room visit that preceded a hospital stay, the instrument creates links between the two events. </w:t>
      </w:r>
    </w:p>
    <w:p w:rsidR="00B021C0" w:rsidRPr="00083316" w:rsidRDefault="00B021C0" w:rsidP="003C147D">
      <w:pPr>
        <w:pStyle w:val="L1-FlLfSp12"/>
      </w:pPr>
      <w:r w:rsidRPr="00083316">
        <w:t xml:space="preserve">For events where the provider-reported data are not available, a final link between a hospital inpatient stay and an emergency room visit of a person </w:t>
      </w:r>
      <w:proofErr w:type="gramStart"/>
      <w:r w:rsidRPr="00083316">
        <w:t>is created</w:t>
      </w:r>
      <w:proofErr w:type="gramEnd"/>
      <w:r w:rsidRPr="00083316">
        <w:t xml:space="preserve"> using the household-reported information in addition to the CAPI generated links. For a given person and facility provider pair, if the emergency room visit occurred anytime within two days before and one day after the hospital inpatient event, then the two events </w:t>
      </w:r>
      <w:proofErr w:type="gramStart"/>
      <w:r w:rsidRPr="00083316">
        <w:t>are linked</w:t>
      </w:r>
      <w:proofErr w:type="gramEnd"/>
      <w:r w:rsidRPr="00083316">
        <w:t xml:space="preserve">. The facility expenditures, if any, reported for the emergency room visit </w:t>
      </w:r>
      <w:proofErr w:type="gramStart"/>
      <w:r w:rsidRPr="00083316">
        <w:t>are rolled</w:t>
      </w:r>
      <w:proofErr w:type="gramEnd"/>
      <w:r w:rsidRPr="00083316">
        <w:t xml:space="preserve"> onto the facility expenditures of the inpatient event linked to the emergency room visit. </w:t>
      </w:r>
    </w:p>
    <w:p w:rsidR="00B021C0" w:rsidRPr="00083316" w:rsidRDefault="00B021C0" w:rsidP="003C147D">
      <w:pPr>
        <w:pStyle w:val="L1-FlLfSp12"/>
      </w:pPr>
      <w:r w:rsidRPr="00083316">
        <w:t>For events where the provider-reported data are available, the provider-reported information is used. That is, such a relationship could be identified (using the MPC start and end dates of the events as well as other information from the provider) where the facility expenditures associated with the preceding emergency room visit were included in the hospital facility expenditures.</w:t>
      </w:r>
    </w:p>
    <w:p w:rsidR="00B021C0" w:rsidRPr="00083316" w:rsidRDefault="00B021C0" w:rsidP="003C147D">
      <w:pPr>
        <w:pStyle w:val="L1-FlLfSp12"/>
      </w:pPr>
      <w:r w:rsidRPr="00083316">
        <w:t xml:space="preserve">The record of a linked preceding emergency visit on the MEPS </w:t>
      </w:r>
      <w:r w:rsidR="00580281" w:rsidRPr="00083316">
        <w:t>2019</w:t>
      </w:r>
      <w:r w:rsidRPr="00083316">
        <w:t xml:space="preserve"> Emergency Room Visits file will have its facility expenditure information zeroed out to avoid </w:t>
      </w:r>
      <w:proofErr w:type="gramStart"/>
      <w:r w:rsidRPr="00083316">
        <w:t>double-counting</w:t>
      </w:r>
      <w:proofErr w:type="gramEnd"/>
      <w:r w:rsidRPr="00083316">
        <w:t xml:space="preserve">. The variable ERHEVIDX identifies those hospital stays whose expenditures include the facility expenditures for the preceding emergency room visit (see ERHEVIDX in Section 2.5.1.2). It </w:t>
      </w:r>
      <w:proofErr w:type="gramStart"/>
      <w:r w:rsidRPr="00083316">
        <w:t>should also be noted</w:t>
      </w:r>
      <w:proofErr w:type="gramEnd"/>
      <w:r w:rsidRPr="00083316">
        <w:t xml:space="preserve"> that for these cases, there is only one hospital stay associated with the emergency room stay. </w:t>
      </w:r>
    </w:p>
    <w:p w:rsidR="00B021C0" w:rsidRPr="00083316" w:rsidRDefault="00B021C0" w:rsidP="0057208E">
      <w:pPr>
        <w:pStyle w:val="Heading6"/>
      </w:pPr>
      <w:bookmarkStart w:id="97" w:name="_Toc29804809"/>
      <w:bookmarkStart w:id="98" w:name="_Toc72756908"/>
      <w:r w:rsidRPr="00083316">
        <w:t>2.5.6.8</w:t>
      </w:r>
      <w:r w:rsidRPr="00083316">
        <w:tab/>
        <w:t>Sources of Payment</w:t>
      </w:r>
      <w:bookmarkEnd w:id="97"/>
      <w:bookmarkEnd w:id="98"/>
    </w:p>
    <w:p w:rsidR="00B021C0" w:rsidRPr="00083316" w:rsidRDefault="00B021C0" w:rsidP="0057208E">
      <w:pPr>
        <w:pStyle w:val="L2-FlLSp12"/>
      </w:pPr>
      <w:r w:rsidRPr="00083316">
        <w:t xml:space="preserve">In addition to total expenditures, variables </w:t>
      </w:r>
      <w:proofErr w:type="gramStart"/>
      <w:r w:rsidRPr="00083316">
        <w:t>are provided</w:t>
      </w:r>
      <w:proofErr w:type="gramEnd"/>
      <w:r w:rsidRPr="00083316">
        <w:t xml:space="preserve"> which itemize expenditures according to major source of payment categories. These categories are:</w:t>
      </w:r>
    </w:p>
    <w:p w:rsidR="00B021C0" w:rsidRPr="00083316" w:rsidRDefault="00B021C0" w:rsidP="00D17D4F">
      <w:pPr>
        <w:pStyle w:val="NL-1stNumberedBullet"/>
        <w:numPr>
          <w:ilvl w:val="0"/>
          <w:numId w:val="58"/>
        </w:numPr>
      </w:pPr>
      <w:r w:rsidRPr="00083316">
        <w:t>Out-of-pocket by User</w:t>
      </w:r>
      <w:r w:rsidR="003F4656" w:rsidRPr="00083316">
        <w:t xml:space="preserve"> (self</w:t>
      </w:r>
      <w:r w:rsidRPr="00083316">
        <w:t xml:space="preserve"> or </w:t>
      </w:r>
      <w:r w:rsidR="00C86EC9" w:rsidRPr="00083316">
        <w:t>f</w:t>
      </w:r>
      <w:r w:rsidRPr="00083316">
        <w:t>amily</w:t>
      </w:r>
      <w:r w:rsidR="003F4656" w:rsidRPr="00083316">
        <w:t>)</w:t>
      </w:r>
      <w:r w:rsidR="00731692" w:rsidRPr="00083316">
        <w:t xml:space="preserve"> </w:t>
      </w:r>
      <w:r w:rsidRPr="00083316">
        <w:t>- includes any deductible, coinsurance, and copayment amounts not covered by other sources, as well as payments for services and providers not covered by the person’s insurance or other sources,</w:t>
      </w:r>
    </w:p>
    <w:p w:rsidR="00B021C0" w:rsidRPr="00083316" w:rsidRDefault="00B021C0" w:rsidP="00D17D4F">
      <w:pPr>
        <w:pStyle w:val="NL-1stNumberedBullet"/>
        <w:numPr>
          <w:ilvl w:val="0"/>
          <w:numId w:val="58"/>
        </w:numPr>
      </w:pPr>
      <w:r w:rsidRPr="00083316">
        <w:t>Medicare,</w:t>
      </w:r>
    </w:p>
    <w:p w:rsidR="00B021C0" w:rsidRPr="00083316" w:rsidRDefault="00B021C0" w:rsidP="00D17D4F">
      <w:pPr>
        <w:pStyle w:val="NL-1stNumberedBullet"/>
        <w:numPr>
          <w:ilvl w:val="0"/>
          <w:numId w:val="58"/>
        </w:numPr>
      </w:pPr>
      <w:r w:rsidRPr="00083316">
        <w:t>Medicaid,</w:t>
      </w:r>
    </w:p>
    <w:p w:rsidR="00B021C0" w:rsidRPr="00083316" w:rsidRDefault="00B021C0" w:rsidP="00D17D4F">
      <w:pPr>
        <w:pStyle w:val="NL-1stNumberedBullet"/>
        <w:numPr>
          <w:ilvl w:val="0"/>
          <w:numId w:val="58"/>
        </w:numPr>
      </w:pPr>
      <w:r w:rsidRPr="00083316">
        <w:t>Private Insurance,</w:t>
      </w:r>
    </w:p>
    <w:p w:rsidR="00B021C0" w:rsidRPr="00083316" w:rsidRDefault="00B021C0" w:rsidP="00D17D4F">
      <w:pPr>
        <w:pStyle w:val="NL-1stNumberedBullet"/>
        <w:numPr>
          <w:ilvl w:val="0"/>
          <w:numId w:val="58"/>
        </w:numPr>
      </w:pPr>
      <w:r w:rsidRPr="00083316">
        <w:t>Veterans Administration/CHAMPVA, excluding TRICARE</w:t>
      </w:r>
    </w:p>
    <w:p w:rsidR="00B021C0" w:rsidRPr="00083316" w:rsidRDefault="00B021C0" w:rsidP="00D17D4F">
      <w:pPr>
        <w:pStyle w:val="NL-1stNumberedBullet"/>
        <w:numPr>
          <w:ilvl w:val="0"/>
          <w:numId w:val="58"/>
        </w:numPr>
      </w:pPr>
      <w:r w:rsidRPr="00083316">
        <w:t xml:space="preserve">TRICARE, </w:t>
      </w:r>
    </w:p>
    <w:p w:rsidR="00B021C0" w:rsidRPr="00083316" w:rsidRDefault="00B021C0" w:rsidP="00D17D4F">
      <w:pPr>
        <w:pStyle w:val="NL-1stNumberedBullet"/>
        <w:numPr>
          <w:ilvl w:val="0"/>
          <w:numId w:val="58"/>
        </w:numPr>
      </w:pPr>
      <w:r w:rsidRPr="00083316">
        <w:t>Other Federal Sources - includes Indian Health Service, military treatment facilities, and other care by the federal government,</w:t>
      </w:r>
    </w:p>
    <w:p w:rsidR="00B021C0" w:rsidRPr="00083316" w:rsidRDefault="00B021C0" w:rsidP="00D17D4F">
      <w:pPr>
        <w:pStyle w:val="NL-1stNumberedBullet"/>
        <w:numPr>
          <w:ilvl w:val="0"/>
          <w:numId w:val="58"/>
        </w:numPr>
      </w:pPr>
      <w:r w:rsidRPr="00083316">
        <w:t>Other State and Local Source - includes community and neighborhood clinics, state and local health departments, and state programs other than Medicaid,</w:t>
      </w:r>
    </w:p>
    <w:p w:rsidR="00B021C0" w:rsidRPr="00083316" w:rsidRDefault="00B021C0" w:rsidP="00D17D4F">
      <w:pPr>
        <w:pStyle w:val="NL-1stNumberedBullet"/>
        <w:numPr>
          <w:ilvl w:val="0"/>
          <w:numId w:val="58"/>
        </w:numPr>
      </w:pPr>
      <w:r w:rsidRPr="00083316">
        <w:t>Workers’ Compensation, and</w:t>
      </w:r>
    </w:p>
    <w:p w:rsidR="00B021C0" w:rsidRPr="00083316" w:rsidRDefault="00B021C0" w:rsidP="00D17D4F">
      <w:pPr>
        <w:pStyle w:val="NL-1stNumberedBullet"/>
        <w:numPr>
          <w:ilvl w:val="0"/>
          <w:numId w:val="58"/>
        </w:numPr>
      </w:pPr>
      <w:r w:rsidRPr="00083316">
        <w:t>Other Unclassified Sources - includes sources such as automobile, homeowner’s, and liability insurance, and other miscellaneous or unknown sources.</w:t>
      </w:r>
    </w:p>
    <w:p w:rsidR="0006602C" w:rsidRPr="00083316" w:rsidRDefault="0006602C" w:rsidP="0006602C">
      <w:pPr>
        <w:pStyle w:val="L1-FlLfSp12"/>
      </w:pPr>
      <w:r w:rsidRPr="00083316">
        <w:t xml:space="preserve">Prior to 2019, for cases where reported insurance coverage and sources of payment are inconsistent, the positive amount from a source inconsistent with reported insurance coverage </w:t>
      </w:r>
      <w:proofErr w:type="gramStart"/>
      <w:r w:rsidRPr="00083316">
        <w:t>was moved</w:t>
      </w:r>
      <w:proofErr w:type="gramEnd"/>
      <w:r w:rsidRPr="00083316">
        <w:t xml:space="preserve"> to one or both of the source categories Other Private and Other Public. Beginning in 2019, this step </w:t>
      </w:r>
      <w:proofErr w:type="gramStart"/>
      <w:r w:rsidRPr="00083316">
        <w:t>is removed</w:t>
      </w:r>
      <w:proofErr w:type="gramEnd"/>
      <w:r w:rsidRPr="00083316">
        <w:t xml:space="preserve"> and the inconsistency between the payment sources and insurance coverage is intact - the amounts are not moved to Other Private and Other Public categories any more. The two source of payment categories, Other Private and Other Public, are no longer available.</w:t>
      </w:r>
      <w:bookmarkStart w:id="99" w:name="_Toc29804810"/>
    </w:p>
    <w:p w:rsidR="00B021C0" w:rsidRPr="00083316" w:rsidRDefault="00B021C0" w:rsidP="0057208E">
      <w:pPr>
        <w:pStyle w:val="Heading6"/>
      </w:pPr>
      <w:bookmarkStart w:id="100" w:name="_Toc72756909"/>
      <w:r w:rsidRPr="00083316">
        <w:t>2.5.6.9</w:t>
      </w:r>
      <w:r w:rsidRPr="00083316">
        <w:tab/>
        <w:t>Imputed Emergency Room Expenditure Variables</w:t>
      </w:r>
      <w:bookmarkEnd w:id="99"/>
      <w:bookmarkEnd w:id="100"/>
    </w:p>
    <w:p w:rsidR="00B021C0" w:rsidRPr="00083316" w:rsidRDefault="00B021C0">
      <w:pPr>
        <w:pStyle w:val="L1-FlLfSp12"/>
      </w:pPr>
      <w:r w:rsidRPr="00083316">
        <w:t xml:space="preserve">This file contains two sets of imputed expenditure variables: facility expenditures and physician expenditures. </w:t>
      </w:r>
    </w:p>
    <w:p w:rsidR="00B021C0" w:rsidRPr="00083316" w:rsidRDefault="00B021C0" w:rsidP="00D247DD">
      <w:pPr>
        <w:pStyle w:val="SH-SglSpHead"/>
      </w:pPr>
      <w:bookmarkStart w:id="101" w:name="_Hlt526311094"/>
      <w:bookmarkStart w:id="102" w:name="_Toc29804811"/>
      <w:bookmarkEnd w:id="101"/>
      <w:r w:rsidRPr="00083316">
        <w:t>Emergency Roo</w:t>
      </w:r>
      <w:r w:rsidR="00611CDE" w:rsidRPr="00083316">
        <w:t>m Facility Expenditures (ERFSF19X-ERFOT19</w:t>
      </w:r>
      <w:r w:rsidRPr="00083316">
        <w:t>X, ERFXP1</w:t>
      </w:r>
      <w:r w:rsidR="00611CDE" w:rsidRPr="00083316">
        <w:t>9</w:t>
      </w:r>
      <w:r w:rsidRPr="00083316">
        <w:t>X, ERFTC1</w:t>
      </w:r>
      <w:r w:rsidR="00611CDE" w:rsidRPr="00083316">
        <w:t>9</w:t>
      </w:r>
      <w:r w:rsidRPr="00083316">
        <w:t>X)</w:t>
      </w:r>
      <w:bookmarkEnd w:id="102"/>
    </w:p>
    <w:p w:rsidR="00B021C0" w:rsidRPr="00083316" w:rsidRDefault="00B021C0">
      <w:pPr>
        <w:pStyle w:val="L1-FlLfSp12"/>
      </w:pPr>
      <w:r w:rsidRPr="00083316">
        <w:t>Emergency room expenses include all expenses for treatment, services, tests, diagnostic and laboratory work, x-rays, and similar charges, as well as any physician services included in the emergency room charge.</w:t>
      </w:r>
    </w:p>
    <w:p w:rsidR="00B021C0" w:rsidRPr="00083316" w:rsidRDefault="00B021C0">
      <w:pPr>
        <w:pStyle w:val="L1-FlLfSp12"/>
        <w:rPr>
          <w:b/>
        </w:rPr>
      </w:pPr>
      <w:r w:rsidRPr="00083316">
        <w:t>ERFSF1</w:t>
      </w:r>
      <w:r w:rsidR="00611CDE" w:rsidRPr="00083316">
        <w:t>9</w:t>
      </w:r>
      <w:r w:rsidRPr="00083316">
        <w:t>X - ERFOT1</w:t>
      </w:r>
      <w:r w:rsidR="00611CDE" w:rsidRPr="00083316">
        <w:t>9</w:t>
      </w:r>
      <w:r w:rsidRPr="00083316">
        <w:t>X are the 1</w:t>
      </w:r>
      <w:r w:rsidR="00611CDE" w:rsidRPr="00083316">
        <w:t>0</w:t>
      </w:r>
      <w:r w:rsidRPr="00083316">
        <w:rPr>
          <w:b/>
        </w:rPr>
        <w:t xml:space="preserve"> </w:t>
      </w:r>
      <w:r w:rsidRPr="00083316">
        <w:t>sources of payment. The 1</w:t>
      </w:r>
      <w:r w:rsidR="00611CDE" w:rsidRPr="00083316">
        <w:t>0</w:t>
      </w:r>
      <w:r w:rsidRPr="00083316">
        <w:t xml:space="preserve"> sources of payment are: self/family (ERFSF</w:t>
      </w:r>
      <w:r w:rsidR="007C7C0C" w:rsidRPr="00083316">
        <w:t>19</w:t>
      </w:r>
      <w:r w:rsidRPr="00083316">
        <w:t>X), Medicare (ERFMR</w:t>
      </w:r>
      <w:r w:rsidR="007C7C0C" w:rsidRPr="00083316">
        <w:t>19</w:t>
      </w:r>
      <w:r w:rsidRPr="00083316">
        <w:t>X), Medicaid (ERFMD</w:t>
      </w:r>
      <w:r w:rsidR="007C7C0C" w:rsidRPr="00083316">
        <w:t>19</w:t>
      </w:r>
      <w:r w:rsidRPr="00083316">
        <w:t>X), private insurance (ERFPV</w:t>
      </w:r>
      <w:r w:rsidR="007C7C0C" w:rsidRPr="00083316">
        <w:t>19</w:t>
      </w:r>
      <w:r w:rsidRPr="00083316">
        <w:t>X), Veterans Administration/CHAMPVA (ERFVA</w:t>
      </w:r>
      <w:r w:rsidR="007C7C0C" w:rsidRPr="00083316">
        <w:t>19</w:t>
      </w:r>
      <w:r w:rsidRPr="00083316">
        <w:t>X), TRICARE (ERFTR</w:t>
      </w:r>
      <w:r w:rsidR="007C7C0C" w:rsidRPr="00083316">
        <w:t>19</w:t>
      </w:r>
      <w:r w:rsidRPr="00083316">
        <w:t>X), other federal sources (ERFOF</w:t>
      </w:r>
      <w:r w:rsidR="007C7C0C" w:rsidRPr="00083316">
        <w:t>19</w:t>
      </w:r>
      <w:r w:rsidRPr="00083316">
        <w:t>X), state and local (non-federal) government sources (ERFSL</w:t>
      </w:r>
      <w:r w:rsidR="007C7C0C" w:rsidRPr="00083316">
        <w:t>19</w:t>
      </w:r>
      <w:r w:rsidRPr="00083316">
        <w:t>X), Worker’s Compensation (ERFWC</w:t>
      </w:r>
      <w:r w:rsidR="007C7C0C" w:rsidRPr="00083316">
        <w:t>19</w:t>
      </w:r>
      <w:r w:rsidRPr="00083316">
        <w:t>X</w:t>
      </w:r>
      <w:r w:rsidR="00340F82" w:rsidRPr="00083316">
        <w:t xml:space="preserve">), </w:t>
      </w:r>
      <w:r w:rsidRPr="00083316">
        <w:t>and other insurance (ERFOT</w:t>
      </w:r>
      <w:r w:rsidR="007C7C0C" w:rsidRPr="00083316">
        <w:t>19</w:t>
      </w:r>
      <w:r w:rsidRPr="00083316">
        <w:t>X). ERFXP</w:t>
      </w:r>
      <w:r w:rsidR="007C7C0C" w:rsidRPr="00083316">
        <w:t>19</w:t>
      </w:r>
      <w:r w:rsidRPr="00083316">
        <w:t>X is the sum of the 1</w:t>
      </w:r>
      <w:r w:rsidR="00611CDE" w:rsidRPr="00083316">
        <w:t>0</w:t>
      </w:r>
      <w:r w:rsidRPr="00083316">
        <w:t xml:space="preserve"> sources of payment for the emergency room expenditures, and ERFTC</w:t>
      </w:r>
      <w:r w:rsidR="007C7C0C" w:rsidRPr="00083316">
        <w:t>19</w:t>
      </w:r>
      <w:r w:rsidRPr="00083316">
        <w:t xml:space="preserve">X is the total charge. Please note that where an emergency room visit record </w:t>
      </w:r>
      <w:proofErr w:type="gramStart"/>
      <w:r w:rsidRPr="00083316">
        <w:t>is linked</w:t>
      </w:r>
      <w:proofErr w:type="gramEnd"/>
      <w:r w:rsidRPr="00083316">
        <w:t xml:space="preserve"> to a hospital inpatient stay record, all facility sources of payment variables, as well as ERFTC</w:t>
      </w:r>
      <w:r w:rsidR="00611CDE" w:rsidRPr="00083316">
        <w:t>19</w:t>
      </w:r>
      <w:r w:rsidRPr="00083316">
        <w:t xml:space="preserve">X, have been zeroed out. </w:t>
      </w:r>
    </w:p>
    <w:p w:rsidR="00B021C0" w:rsidRPr="00083316" w:rsidRDefault="00B021C0" w:rsidP="007C628C">
      <w:pPr>
        <w:pStyle w:val="SH-SglSpHead"/>
      </w:pPr>
      <w:bookmarkStart w:id="103" w:name="_Toc29804812"/>
      <w:r w:rsidRPr="00083316">
        <w:t>Emergency Room Physician Expenditures (ERDSF</w:t>
      </w:r>
      <w:r w:rsidR="00611CDE" w:rsidRPr="00083316">
        <w:t>19</w:t>
      </w:r>
      <w:r w:rsidRPr="00083316">
        <w:t>X - ERDOT</w:t>
      </w:r>
      <w:r w:rsidR="00611CDE" w:rsidRPr="00083316">
        <w:t>19</w:t>
      </w:r>
      <w:r w:rsidRPr="00083316">
        <w:t xml:space="preserve">X, </w:t>
      </w:r>
      <w:bookmarkStart w:id="104" w:name="_Hlt526311096"/>
      <w:bookmarkEnd w:id="104"/>
      <w:r w:rsidRPr="00083316">
        <w:t>ERDXP</w:t>
      </w:r>
      <w:r w:rsidR="00611CDE" w:rsidRPr="00083316">
        <w:t>19</w:t>
      </w:r>
      <w:r w:rsidRPr="00083316">
        <w:t>X, ERDTC</w:t>
      </w:r>
      <w:r w:rsidR="00611CDE" w:rsidRPr="00083316">
        <w:t>19</w:t>
      </w:r>
      <w:r w:rsidRPr="00083316">
        <w:t>X)</w:t>
      </w:r>
      <w:bookmarkEnd w:id="103"/>
    </w:p>
    <w:p w:rsidR="00B021C0" w:rsidRPr="00083316" w:rsidRDefault="004007E8">
      <w:pPr>
        <w:pStyle w:val="L1-FlLfSp12"/>
      </w:pPr>
      <w:r w:rsidRPr="00083316">
        <w:t xml:space="preserve">Charges for services provided in a hospital setting by physicians and other providers </w:t>
      </w:r>
      <w:proofErr w:type="gramStart"/>
      <w:r w:rsidRPr="00083316">
        <w:t>are sometimes billed</w:t>
      </w:r>
      <w:proofErr w:type="gramEnd"/>
      <w:r w:rsidRPr="00083316">
        <w:t xml:space="preserve"> directly by the hospital. In such cases, these charges are included in the hospital-facility charge and payments. When the charges are not billed directly by the hospital, physicians and other providers bill charges for the provided services directly to the </w:t>
      </w:r>
      <w:proofErr w:type="gramStart"/>
      <w:r w:rsidRPr="00083316">
        <w:t>third-party</w:t>
      </w:r>
      <w:proofErr w:type="gramEnd"/>
      <w:r w:rsidRPr="00083316">
        <w:t xml:space="preserve"> and the patient. In such cases, these providers are called sep</w:t>
      </w:r>
      <w:r w:rsidR="00055342" w:rsidRPr="00083316">
        <w:t xml:space="preserve">arately billing doctors (SBD). </w:t>
      </w:r>
      <w:r w:rsidR="00B021C0" w:rsidRPr="00083316">
        <w:t xml:space="preserve">SBD expenses typically cover services provided to patients in hospital settings by providers like anesthesiologists, radiologists, and pathologists, whose charges are often not included in emergency room visit bills. </w:t>
      </w:r>
    </w:p>
    <w:p w:rsidR="00B021C0" w:rsidRPr="00083316" w:rsidRDefault="00B021C0">
      <w:pPr>
        <w:pStyle w:val="L1-FlLfSp12"/>
      </w:pPr>
      <w:r w:rsidRPr="00083316">
        <w:t xml:space="preserve">For physicians who bill separately (i.e., outside the emergency room visit bill), a separate data collection effort within the Medical Provider Component was performed to obtain this same set of expenditure information from each separately billing doctor. It </w:t>
      </w:r>
      <w:proofErr w:type="gramStart"/>
      <w:r w:rsidRPr="00083316">
        <w:t>should be noted</w:t>
      </w:r>
      <w:proofErr w:type="gramEnd"/>
      <w:r w:rsidRPr="00083316">
        <w:t xml:space="preserve"> that there could be several separately billing doctors associated with a medical event. For example, an emergency room visit could have a radiologist and an internist associated with it. If their services are not included in the emergency room visit bill then this is one medical event with two separately billing doctors. The imputed expenditure information associated with the separately billing doctors </w:t>
      </w:r>
      <w:proofErr w:type="gramStart"/>
      <w:r w:rsidRPr="00083316">
        <w:t>was summed</w:t>
      </w:r>
      <w:proofErr w:type="gramEnd"/>
      <w:r w:rsidRPr="00083316">
        <w:t xml:space="preserve"> to the event level and is provided on the file. ERDSF1</w:t>
      </w:r>
      <w:r w:rsidR="00611CDE" w:rsidRPr="00083316">
        <w:t>9X - ERDOT19</w:t>
      </w:r>
      <w:r w:rsidRPr="00083316">
        <w:t>X are the 1</w:t>
      </w:r>
      <w:r w:rsidR="00611CDE" w:rsidRPr="00083316">
        <w:t>0 sources of payment, ERDXP19</w:t>
      </w:r>
      <w:r w:rsidRPr="00083316">
        <w:t>X is the sum of the 1</w:t>
      </w:r>
      <w:r w:rsidR="00611CDE" w:rsidRPr="00083316">
        <w:t>0</w:t>
      </w:r>
      <w:r w:rsidRPr="00083316">
        <w:t xml:space="preserve"> sources of payments, and ERDTC1</w:t>
      </w:r>
      <w:r w:rsidR="00611CDE" w:rsidRPr="00083316">
        <w:t>9</w:t>
      </w:r>
      <w:r w:rsidRPr="00083316">
        <w:t>X is the physician’s total charge.</w:t>
      </w:r>
    </w:p>
    <w:p w:rsidR="00B021C0" w:rsidRPr="00083316" w:rsidRDefault="00B021C0">
      <w:pPr>
        <w:pStyle w:val="L1-FlLfSp12"/>
      </w:pPr>
      <w:r w:rsidRPr="00083316">
        <w:t xml:space="preserve">Data users/analysts need to take into consideration whether to analyze facility and SBD expenditures separately, combine them within service categories, or collapse them across service categories (e.g., combine SBD expenditures with expenditures for physician visits to offices and/or outpatient departments). </w:t>
      </w:r>
    </w:p>
    <w:p w:rsidR="00B021C0" w:rsidRPr="00083316" w:rsidRDefault="00B021C0" w:rsidP="007C628C">
      <w:pPr>
        <w:pStyle w:val="SH-SglSpHead"/>
      </w:pPr>
      <w:bookmarkStart w:id="105" w:name="_Toc29804813"/>
      <w:r w:rsidRPr="00083316">
        <w:t>Total Expenditures and Charges for Emergency Room Visits (ER</w:t>
      </w:r>
      <w:bookmarkStart w:id="106" w:name="_Hlt527351084"/>
      <w:bookmarkEnd w:id="106"/>
      <w:r w:rsidRPr="00083316">
        <w:t>XP</w:t>
      </w:r>
      <w:bookmarkStart w:id="107" w:name="_Hlt526311007"/>
      <w:bookmarkEnd w:id="107"/>
      <w:r w:rsidRPr="00083316">
        <w:t>1</w:t>
      </w:r>
      <w:r w:rsidR="00611CDE" w:rsidRPr="00083316">
        <w:t>9</w:t>
      </w:r>
      <w:r w:rsidRPr="00083316">
        <w:t>X, ERTC</w:t>
      </w:r>
      <w:r w:rsidR="00611CDE" w:rsidRPr="00083316">
        <w:t>19</w:t>
      </w:r>
      <w:r w:rsidRPr="00083316">
        <w:t>X)</w:t>
      </w:r>
      <w:bookmarkEnd w:id="105"/>
    </w:p>
    <w:p w:rsidR="00B021C0" w:rsidRPr="00083316" w:rsidRDefault="00B021C0">
      <w:pPr>
        <w:pStyle w:val="L1-FlLfSp12"/>
      </w:pPr>
      <w:r w:rsidRPr="00083316">
        <w:t>Data users/analysts interested in total expenditure should use the variable ERXP</w:t>
      </w:r>
      <w:r w:rsidR="00611CDE" w:rsidRPr="00083316">
        <w:t>19</w:t>
      </w:r>
      <w:r w:rsidRPr="00083316">
        <w:t>X, which includes both the facility and physician amounts. Those interested in total charges should use the variable ERTC</w:t>
      </w:r>
      <w:r w:rsidR="00611CDE" w:rsidRPr="00083316">
        <w:t>19</w:t>
      </w:r>
      <w:r w:rsidRPr="00083316">
        <w:t xml:space="preserve">X, which includes both facility and physician charges (see Section 2.5.6.1 for an explanation of the “charge” concept). However, please note that where the emergency room visit </w:t>
      </w:r>
      <w:proofErr w:type="gramStart"/>
      <w:r w:rsidRPr="00083316">
        <w:t>is linked</w:t>
      </w:r>
      <w:proofErr w:type="gramEnd"/>
      <w:r w:rsidRPr="00083316">
        <w:t xml:space="preserve"> to a hospital inpatient stay record, ERFTC</w:t>
      </w:r>
      <w:r w:rsidR="00611CDE" w:rsidRPr="00083316">
        <w:t>19</w:t>
      </w:r>
      <w:r w:rsidRPr="00083316">
        <w:t>X has been zeroed out. Thus, ERTC</w:t>
      </w:r>
      <w:r w:rsidR="00611CDE" w:rsidRPr="00083316">
        <w:t>19</w:t>
      </w:r>
      <w:r w:rsidRPr="00083316">
        <w:t>X may be equal to “0” or the doctor total charge (ERDTC</w:t>
      </w:r>
      <w:r w:rsidR="00611CDE" w:rsidRPr="00083316">
        <w:t>19</w:t>
      </w:r>
      <w:r w:rsidRPr="00083316">
        <w:t>X).</w:t>
      </w:r>
    </w:p>
    <w:p w:rsidR="00B021C0" w:rsidRPr="00083316" w:rsidRDefault="00B021C0" w:rsidP="0057208E">
      <w:pPr>
        <w:pStyle w:val="Heading5"/>
        <w:rPr>
          <w:lang w:val="en-US"/>
        </w:rPr>
      </w:pPr>
      <w:bookmarkStart w:id="108" w:name="_Hlt8786345"/>
      <w:bookmarkStart w:id="109" w:name="_Toc29804814"/>
      <w:bookmarkStart w:id="110" w:name="_Toc72756910"/>
      <w:bookmarkEnd w:id="108"/>
      <w:r w:rsidRPr="00083316">
        <w:rPr>
          <w:lang w:val="en-US"/>
        </w:rPr>
        <w:t>2.5.7</w:t>
      </w:r>
      <w:r w:rsidRPr="00083316">
        <w:rPr>
          <w:lang w:val="en-US"/>
        </w:rPr>
        <w:tab/>
        <w:t>Rounding</w:t>
      </w:r>
      <w:bookmarkEnd w:id="109"/>
      <w:bookmarkEnd w:id="110"/>
    </w:p>
    <w:p w:rsidR="00B021C0" w:rsidRPr="00083316" w:rsidRDefault="00B021C0" w:rsidP="003C147D">
      <w:pPr>
        <w:pStyle w:val="L1-FlLfSp12"/>
      </w:pPr>
      <w:r w:rsidRPr="00083316">
        <w:t xml:space="preserve">The expenditure variables </w:t>
      </w:r>
      <w:proofErr w:type="gramStart"/>
      <w:r w:rsidRPr="00083316">
        <w:t>have been rounded</w:t>
      </w:r>
      <w:proofErr w:type="gramEnd"/>
      <w:r w:rsidRPr="00083316">
        <w:t xml:space="preserve"> to the nearest penny. Person-level expenditure infor</w:t>
      </w:r>
      <w:r w:rsidR="006D35B8" w:rsidRPr="00083316">
        <w:t>mation released on the MEPS 2019</w:t>
      </w:r>
      <w:r w:rsidRPr="00083316">
        <w:t xml:space="preserve"> Person-Level Use and Expenditure File </w:t>
      </w:r>
      <w:proofErr w:type="gramStart"/>
      <w:r w:rsidRPr="00083316">
        <w:t>were rounded</w:t>
      </w:r>
      <w:proofErr w:type="gramEnd"/>
      <w:r w:rsidRPr="00083316">
        <w:t xml:space="preserve"> to the nearest dollar. It should b</w:t>
      </w:r>
      <w:r w:rsidR="006D35B8" w:rsidRPr="00083316">
        <w:t>e noted that using the MEPS 2019</w:t>
      </w:r>
      <w:r w:rsidRPr="00083316">
        <w:t xml:space="preserve"> event files to create person-level totals </w:t>
      </w:r>
      <w:proofErr w:type="gramStart"/>
      <w:r w:rsidRPr="00083316">
        <w:t>will</w:t>
      </w:r>
      <w:proofErr w:type="gramEnd"/>
      <w:r w:rsidRPr="00083316">
        <w:t xml:space="preserve"> yield slightly different totals than those found on the full year consolidated</w:t>
      </w:r>
      <w:r w:rsidRPr="00083316">
        <w:rPr>
          <w:b/>
        </w:rPr>
        <w:t xml:space="preserve"> </w:t>
      </w:r>
      <w:r w:rsidRPr="00083316">
        <w:t>file. These differences are due to rounding only. Moreover, in some instances, the number of persons having expenditures on the event files for a particular source of payment may differ from the number of persons with expenditures on the person-level expenditures file for that source of payment. This difference is also an artifact of rounding only.</w:t>
      </w:r>
      <w:bookmarkStart w:id="111" w:name="_Hlt23927098"/>
      <w:bookmarkStart w:id="112" w:name="_Toc25050561"/>
      <w:bookmarkStart w:id="113" w:name="_Toc29804822"/>
      <w:bookmarkEnd w:id="111"/>
    </w:p>
    <w:p w:rsidR="00B021C0" w:rsidRPr="00083316" w:rsidRDefault="00B021C0" w:rsidP="0057208E">
      <w:pPr>
        <w:pStyle w:val="Heading3"/>
        <w:rPr>
          <w:lang w:val="en-US"/>
        </w:rPr>
      </w:pPr>
      <w:bookmarkStart w:id="114" w:name="_Toc72756911"/>
      <w:r w:rsidRPr="00083316">
        <w:rPr>
          <w:lang w:val="en-US"/>
        </w:rPr>
        <w:t>3.0</w:t>
      </w:r>
      <w:r w:rsidRPr="00083316">
        <w:rPr>
          <w:lang w:val="en-US"/>
        </w:rPr>
        <w:tab/>
        <w:t>Sample Weight (PERWT1</w:t>
      </w:r>
      <w:r w:rsidR="006D35B8" w:rsidRPr="00083316">
        <w:rPr>
          <w:lang w:val="en-US"/>
        </w:rPr>
        <w:t>9</w:t>
      </w:r>
      <w:r w:rsidRPr="00083316">
        <w:rPr>
          <w:lang w:val="en-US"/>
        </w:rPr>
        <w:t>F)</w:t>
      </w:r>
      <w:bookmarkEnd w:id="114"/>
    </w:p>
    <w:p w:rsidR="00B021C0" w:rsidRPr="00083316" w:rsidRDefault="00B021C0" w:rsidP="0057208E">
      <w:pPr>
        <w:pStyle w:val="Heading4"/>
      </w:pPr>
      <w:bookmarkStart w:id="115" w:name="_Toc72756912"/>
      <w:r w:rsidRPr="00083316">
        <w:t>3.1</w:t>
      </w:r>
      <w:r w:rsidRPr="00083316">
        <w:tab/>
        <w:t>Overview</w:t>
      </w:r>
      <w:bookmarkEnd w:id="115"/>
    </w:p>
    <w:p w:rsidR="00B021C0" w:rsidRPr="00083316" w:rsidRDefault="00B021C0" w:rsidP="003C147D">
      <w:pPr>
        <w:pStyle w:val="L1-FlLfSp12"/>
      </w:pPr>
      <w:r w:rsidRPr="00083316">
        <w:t>There is a single full year person-level weight (PERWT1</w:t>
      </w:r>
      <w:r w:rsidR="006D35B8" w:rsidRPr="00083316">
        <w:t>9</w:t>
      </w:r>
      <w:r w:rsidRPr="00083316">
        <w:t>F) assigned to each record for each key, in-scope person who responded to MEPS for the full period of time that he or she was in-scope during 201</w:t>
      </w:r>
      <w:r w:rsidR="006D35B8" w:rsidRPr="00083316">
        <w:t>9</w:t>
      </w:r>
      <w:r w:rsidRPr="00083316">
        <w:t>. A key person was either a member of a responding NHIS household at the time of interview or joined a family associated with such a household after being out-of-scope at the time of the NHIS (the latter circumstance includes newborns as well as those returning from military service, an institution, or residence in a foreign country). A person is in-scope whenever he or she is a member of the civilian noninstitutionalized portion of the U.S. population.</w:t>
      </w:r>
    </w:p>
    <w:p w:rsidR="00B021C0" w:rsidRPr="00083316" w:rsidRDefault="00B021C0" w:rsidP="0057208E">
      <w:pPr>
        <w:pStyle w:val="Heading4"/>
      </w:pPr>
      <w:bookmarkStart w:id="116" w:name="_Toc72756913"/>
      <w:r w:rsidRPr="00083316">
        <w:t>3.2</w:t>
      </w:r>
      <w:r w:rsidRPr="00083316">
        <w:tab/>
        <w:t>Details on Person Weight Construction</w:t>
      </w:r>
      <w:bookmarkEnd w:id="116"/>
    </w:p>
    <w:p w:rsidR="00B021C0" w:rsidRPr="00083316" w:rsidRDefault="00B021C0" w:rsidP="003C147D">
      <w:pPr>
        <w:pStyle w:val="L1-FlLfSp12"/>
      </w:pPr>
      <w:r w:rsidRPr="00083316">
        <w:t>The person-level weight PERWT1</w:t>
      </w:r>
      <w:r w:rsidR="006D35B8" w:rsidRPr="00083316">
        <w:t>9</w:t>
      </w:r>
      <w:r w:rsidRPr="00083316">
        <w:t xml:space="preserve">F </w:t>
      </w:r>
      <w:proofErr w:type="gramStart"/>
      <w:r w:rsidRPr="00083316">
        <w:t>was developed</w:t>
      </w:r>
      <w:proofErr w:type="gramEnd"/>
      <w:r w:rsidRPr="00083316">
        <w:t xml:space="preserve"> in several stages. Person-level weights for Panel 2</w:t>
      </w:r>
      <w:r w:rsidR="006D35B8" w:rsidRPr="00083316">
        <w:t>3</w:t>
      </w:r>
      <w:r w:rsidRPr="00083316">
        <w:t xml:space="preserve"> and Panel 2</w:t>
      </w:r>
      <w:r w:rsidR="006D35B8" w:rsidRPr="00083316">
        <w:t>4</w:t>
      </w:r>
      <w:r w:rsidRPr="00083316">
        <w:t xml:space="preserve"> </w:t>
      </w:r>
      <w:proofErr w:type="gramStart"/>
      <w:r w:rsidRPr="00083316">
        <w:t>were created</w:t>
      </w:r>
      <w:proofErr w:type="gramEnd"/>
      <w:r w:rsidRPr="00083316">
        <w:t xml:space="preserve"> separately. The weighting process for each panel included an adjustment for nonresponse over time and calibration to independent population figures. The calibration was initially accomplished separately for each panel by raking the corresponding sample weights for </w:t>
      </w:r>
      <w:proofErr w:type="gramStart"/>
      <w:r w:rsidRPr="00083316">
        <w:t>those in-scope</w:t>
      </w:r>
      <w:proofErr w:type="gramEnd"/>
      <w:r w:rsidRPr="00083316">
        <w:t xml:space="preserve"> at the end of the calendar year to Current Population Survey (CPS) population estimates based on six variables. The six variables used in the establishment of the initial person-level control figures were: educational attainment of the reference person (no degree, high school/GED no college, some college, bachelor’s degree or higher); census region (Northeast, Midwest, South, West); MSA status (MSA, non-MSA); race/ethnicity (Hispanic; Black, non-Hispanic; Asian, non-Hispanic; and other); sex; and age. A 201</w:t>
      </w:r>
      <w:r w:rsidR="000E1C0D" w:rsidRPr="00083316">
        <w:t>9</w:t>
      </w:r>
      <w:r w:rsidRPr="00083316">
        <w:t xml:space="preserve"> composite weight was then formed by multiplying each weight from Panel 2</w:t>
      </w:r>
      <w:r w:rsidR="00FB544D" w:rsidRPr="00083316">
        <w:t>3</w:t>
      </w:r>
      <w:r w:rsidRPr="00083316">
        <w:t xml:space="preserve"> by the factor .</w:t>
      </w:r>
      <w:r w:rsidR="004C2965" w:rsidRPr="00083316">
        <w:t>50</w:t>
      </w:r>
      <w:r w:rsidRPr="00083316">
        <w:t xml:space="preserve"> and each weight from Panel 2</w:t>
      </w:r>
      <w:r w:rsidR="00FB544D" w:rsidRPr="00083316">
        <w:t>4</w:t>
      </w:r>
      <w:r w:rsidRPr="00083316">
        <w:t xml:space="preserve"> by the factor .5</w:t>
      </w:r>
      <w:r w:rsidR="00FB544D" w:rsidRPr="00083316">
        <w:t>0</w:t>
      </w:r>
      <w:r w:rsidRPr="00083316">
        <w:t xml:space="preserve">. The choice of factors reflected the relative sample sizes of the two panels, helping to limit the variance of estimates obtained from pooling the two samples. The composite weight </w:t>
      </w:r>
      <w:proofErr w:type="gramStart"/>
      <w:r w:rsidRPr="00083316">
        <w:t>was raked</w:t>
      </w:r>
      <w:proofErr w:type="gramEnd"/>
      <w:r w:rsidRPr="00083316">
        <w:t xml:space="preserve"> to the same set of CPS-based control totals. When the poverty status information derived from income variables became available, a final raking </w:t>
      </w:r>
      <w:proofErr w:type="gramStart"/>
      <w:r w:rsidRPr="00083316">
        <w:t>was undertaken</w:t>
      </w:r>
      <w:proofErr w:type="gramEnd"/>
      <w:r w:rsidRPr="00083316">
        <w:t>, establishing control figures reflecting poverty status rather than educational attainment. Thus, control totals were established using poverty status (five categories: below poverty, from 100 to 125 percent of poverty, from 125 to 200 percent of poverty, from 200 to 400 percent of poverty, at least 400 percent of poverty) as well as the other five variables previously used in the weight calibration.</w:t>
      </w:r>
    </w:p>
    <w:p w:rsidR="00B021C0" w:rsidRPr="00083316" w:rsidRDefault="00B021C0" w:rsidP="0057208E">
      <w:pPr>
        <w:pStyle w:val="Heading5"/>
        <w:rPr>
          <w:lang w:val="en-US"/>
        </w:rPr>
      </w:pPr>
      <w:bookmarkStart w:id="117" w:name="_Toc72756914"/>
      <w:r w:rsidRPr="00083316">
        <w:rPr>
          <w:lang w:val="en-US"/>
        </w:rPr>
        <w:t>3.2.1</w:t>
      </w:r>
      <w:r w:rsidRPr="00083316">
        <w:rPr>
          <w:lang w:val="en-US"/>
        </w:rPr>
        <w:tab/>
        <w:t>MEPS Panel 2</w:t>
      </w:r>
      <w:r w:rsidR="000E1C0D" w:rsidRPr="00083316">
        <w:rPr>
          <w:lang w:val="en-US"/>
        </w:rPr>
        <w:t>3</w:t>
      </w:r>
      <w:r w:rsidRPr="00083316">
        <w:rPr>
          <w:lang w:val="en-US"/>
        </w:rPr>
        <w:t xml:space="preserve"> Weight Development Process</w:t>
      </w:r>
      <w:bookmarkEnd w:id="117"/>
    </w:p>
    <w:p w:rsidR="00B021C0" w:rsidRPr="00083316" w:rsidRDefault="00B021C0" w:rsidP="003C147D">
      <w:pPr>
        <w:pStyle w:val="L1-FlLfSp12"/>
        <w:tabs>
          <w:tab w:val="left" w:pos="3240"/>
        </w:tabs>
      </w:pPr>
      <w:r w:rsidRPr="00083316">
        <w:t>The person-level weight for MEPS Panel 2</w:t>
      </w:r>
      <w:r w:rsidR="000E1C0D" w:rsidRPr="00083316">
        <w:t>3</w:t>
      </w:r>
      <w:r w:rsidRPr="00083316">
        <w:t xml:space="preserve"> was developed using the 201</w:t>
      </w:r>
      <w:r w:rsidR="000E1C0D" w:rsidRPr="00083316">
        <w:t>8</w:t>
      </w:r>
      <w:r w:rsidRPr="00083316">
        <w:t xml:space="preserve"> full year weight for an individual as a “base” weight for survey participants present in 201</w:t>
      </w:r>
      <w:r w:rsidR="000E1C0D" w:rsidRPr="00083316">
        <w:t>8</w:t>
      </w:r>
      <w:r w:rsidRPr="00083316">
        <w:t xml:space="preserve">. For key, in-scope members who joined an RU </w:t>
      </w:r>
      <w:r w:rsidR="00197BC0" w:rsidRPr="00083316">
        <w:t>sometime</w:t>
      </w:r>
      <w:r w:rsidRPr="00083316">
        <w:t xml:space="preserve"> in 201</w:t>
      </w:r>
      <w:r w:rsidR="000E1C0D" w:rsidRPr="00083316">
        <w:t>9</w:t>
      </w:r>
      <w:r w:rsidRPr="00083316">
        <w:t xml:space="preserve"> after being out-of-scope in 201</w:t>
      </w:r>
      <w:r w:rsidR="000E1C0D" w:rsidRPr="00083316">
        <w:t>8</w:t>
      </w:r>
      <w:r w:rsidRPr="00083316">
        <w:t>, the initially assigned person-level weight was the corresponding 201</w:t>
      </w:r>
      <w:r w:rsidR="000E1C0D" w:rsidRPr="00083316">
        <w:t>8</w:t>
      </w:r>
      <w:r w:rsidRPr="00083316">
        <w:t xml:space="preserve"> family weight. The weighting process included an adjustment for person-level nonresponse over Rounds 4 and 5 as well as raking to population control totals for December 201</w:t>
      </w:r>
      <w:r w:rsidR="000E1C0D" w:rsidRPr="00083316">
        <w:t>9</w:t>
      </w:r>
      <w:r w:rsidRPr="00083316">
        <w:t xml:space="preserve"> for key, responding </w:t>
      </w:r>
      <w:proofErr w:type="gramStart"/>
      <w:r w:rsidRPr="00083316">
        <w:t>persons</w:t>
      </w:r>
      <w:proofErr w:type="gramEnd"/>
      <w:r w:rsidRPr="00083316">
        <w:t xml:space="preserve"> in-scope on December 31, 201</w:t>
      </w:r>
      <w:r w:rsidR="000E1C0D" w:rsidRPr="00083316">
        <w:t>9</w:t>
      </w:r>
      <w:r w:rsidRPr="00083316">
        <w:t xml:space="preserve">. These control figures </w:t>
      </w:r>
      <w:proofErr w:type="gramStart"/>
      <w:r w:rsidRPr="00083316">
        <w:t>were derived</w:t>
      </w:r>
      <w:proofErr w:type="gramEnd"/>
      <w:r w:rsidRPr="00083316">
        <w:t xml:space="preserve"> by </w:t>
      </w:r>
      <w:r w:rsidR="007C7C0C" w:rsidRPr="00083316">
        <w:t>projecting forward</w:t>
      </w:r>
      <w:r w:rsidRPr="00083316">
        <w:t xml:space="preserve"> the population distribution obtained from the March 20</w:t>
      </w:r>
      <w:r w:rsidR="00B457E7" w:rsidRPr="00083316">
        <w:t>19</w:t>
      </w:r>
      <w:r w:rsidRPr="00083316">
        <w:t xml:space="preserve"> CPS to reflect the December 31, 201</w:t>
      </w:r>
      <w:r w:rsidR="000E1C0D" w:rsidRPr="00083316">
        <w:t>9</w:t>
      </w:r>
      <w:r w:rsidRPr="00083316">
        <w:t xml:space="preserve"> estimated population total (estimated based on Census projections for January 1, </w:t>
      </w:r>
      <w:r w:rsidR="00B43BC6" w:rsidRPr="00083316">
        <w:t>2020</w:t>
      </w:r>
      <w:r w:rsidRPr="00083316">
        <w:t xml:space="preserve">). Variables used for person-level raking </w:t>
      </w:r>
      <w:proofErr w:type="gramStart"/>
      <w:r w:rsidRPr="00083316">
        <w:t>included:</w:t>
      </w:r>
      <w:proofErr w:type="gramEnd"/>
      <w:r w:rsidRPr="00083316">
        <w:t xml:space="preserve"> educational attainment of the reference person (no degree, high school/GED no college, some college, bachelor’s degree or higher); census region (Northeast, Midwest, South, West); MSA status (MSA, non-MSA); race/ethnicity (Hispanic; Black, non-Hispanic; Asian, non-Hispanic; and other); sex; and age. The final weight for key, responding persons who were not in-scope on December 31, 201</w:t>
      </w:r>
      <w:r w:rsidR="000E1C0D" w:rsidRPr="00083316">
        <w:t>9</w:t>
      </w:r>
      <w:r w:rsidRPr="00083316">
        <w:t xml:space="preserve"> but were in-scope earlier in the year was the person weight after the nonresponse adjustment.</w:t>
      </w:r>
    </w:p>
    <w:p w:rsidR="00B021C0" w:rsidRPr="00083316" w:rsidRDefault="00B021C0" w:rsidP="003C147D">
      <w:pPr>
        <w:pStyle w:val="L1-FlLfSp12"/>
      </w:pPr>
      <w:r w:rsidRPr="00083316">
        <w:t>Note that the 201</w:t>
      </w:r>
      <w:r w:rsidR="000E1C0D" w:rsidRPr="00083316">
        <w:t>8</w:t>
      </w:r>
      <w:r w:rsidRPr="00083316">
        <w:t xml:space="preserve"> full-year weight that was used as the base weight for Panel 2</w:t>
      </w:r>
      <w:r w:rsidR="000E1C0D" w:rsidRPr="00083316">
        <w:t>3</w:t>
      </w:r>
      <w:r w:rsidRPr="00083316">
        <w:t xml:space="preserve"> was derived as follows; adjustment of the MEPS Round 1 weight for nonresponse over the remaining data collection rounds in 201</w:t>
      </w:r>
      <w:r w:rsidR="000E1C0D" w:rsidRPr="00083316">
        <w:t>8</w:t>
      </w:r>
      <w:r w:rsidRPr="00083316">
        <w:t>; and raking the resulting nonresponse adjusted weight to December 201</w:t>
      </w:r>
      <w:r w:rsidR="000E1C0D" w:rsidRPr="00083316">
        <w:t>8</w:t>
      </w:r>
      <w:r w:rsidRPr="00083316">
        <w:t xml:space="preserve"> population control figures.</w:t>
      </w:r>
    </w:p>
    <w:p w:rsidR="007C7C0C" w:rsidRPr="00083316" w:rsidRDefault="007C7C0C" w:rsidP="007C7C0C">
      <w:pPr>
        <w:pStyle w:val="L1-FlLfSp12"/>
      </w:pPr>
      <w:r w:rsidRPr="00083316">
        <w:rPr>
          <w:szCs w:val="23"/>
        </w:rPr>
        <w:t xml:space="preserve">It </w:t>
      </w:r>
      <w:proofErr w:type="gramStart"/>
      <w:r w:rsidRPr="00083316">
        <w:rPr>
          <w:szCs w:val="23"/>
        </w:rPr>
        <w:t>should also be noted</w:t>
      </w:r>
      <w:proofErr w:type="gramEnd"/>
      <w:r w:rsidRPr="00083316">
        <w:rPr>
          <w:szCs w:val="23"/>
        </w:rPr>
        <w:t xml:space="preserve"> that rather than projecting the March 2019 CPS population distribution estimates forward, the standard approach for MEPS has been to scale back from the following year’s CPS estimates. In this case, it would have been the March 2020 CPS estimates. However, there was evidence that the onset of the </w:t>
      </w:r>
      <w:proofErr w:type="spellStart"/>
      <w:r w:rsidRPr="00083316">
        <w:rPr>
          <w:szCs w:val="23"/>
        </w:rPr>
        <w:t>Covid</w:t>
      </w:r>
      <w:proofErr w:type="spellEnd"/>
      <w:r w:rsidRPr="00083316">
        <w:rPr>
          <w:szCs w:val="23"/>
        </w:rPr>
        <w:t>-19 pandemic in March 2020 in the U.S. affected estimates associated with income and education (</w:t>
      </w:r>
      <w:proofErr w:type="spellStart"/>
      <w:r w:rsidRPr="00083316">
        <w:rPr>
          <w:szCs w:val="23"/>
        </w:rPr>
        <w:t>Rothbaum</w:t>
      </w:r>
      <w:proofErr w:type="spellEnd"/>
      <w:r w:rsidRPr="00083316">
        <w:rPr>
          <w:szCs w:val="23"/>
        </w:rPr>
        <w:t xml:space="preserve"> &amp; Bee, 2020). Since education </w:t>
      </w:r>
      <w:proofErr w:type="gramStart"/>
      <w:r w:rsidRPr="00083316">
        <w:rPr>
          <w:szCs w:val="23"/>
        </w:rPr>
        <w:t>was planned</w:t>
      </w:r>
      <w:proofErr w:type="gramEnd"/>
      <w:r w:rsidRPr="00083316">
        <w:rPr>
          <w:szCs w:val="23"/>
        </w:rPr>
        <w:t xml:space="preserve"> as one of the variables to be used for raking, it was decided to use the 2019 March CPS data to establish the</w:t>
      </w:r>
      <w:r w:rsidR="000276CB" w:rsidRPr="00083316">
        <w:rPr>
          <w:szCs w:val="23"/>
        </w:rPr>
        <w:t xml:space="preserve"> population estimates for the Full Year</w:t>
      </w:r>
      <w:r w:rsidRPr="00083316">
        <w:rPr>
          <w:szCs w:val="23"/>
        </w:rPr>
        <w:t xml:space="preserve"> 2019 weights.</w:t>
      </w:r>
    </w:p>
    <w:p w:rsidR="00B021C0" w:rsidRPr="00083316" w:rsidRDefault="00B021C0" w:rsidP="0057208E">
      <w:pPr>
        <w:pStyle w:val="Heading5"/>
        <w:rPr>
          <w:lang w:val="en-US"/>
        </w:rPr>
      </w:pPr>
      <w:bookmarkStart w:id="118" w:name="_Toc72756915"/>
      <w:r w:rsidRPr="00083316">
        <w:rPr>
          <w:lang w:val="en-US"/>
        </w:rPr>
        <w:t>3.2.2</w:t>
      </w:r>
      <w:r w:rsidRPr="00083316">
        <w:rPr>
          <w:lang w:val="en-US"/>
        </w:rPr>
        <w:tab/>
        <w:t>MEPS Panel 2</w:t>
      </w:r>
      <w:r w:rsidR="000E1C0D" w:rsidRPr="00083316">
        <w:rPr>
          <w:lang w:val="en-US"/>
        </w:rPr>
        <w:t>4</w:t>
      </w:r>
      <w:r w:rsidRPr="00083316">
        <w:rPr>
          <w:lang w:val="en-US"/>
        </w:rPr>
        <w:t xml:space="preserve"> Weight Development Process</w:t>
      </w:r>
      <w:bookmarkEnd w:id="118"/>
    </w:p>
    <w:p w:rsidR="00B021C0" w:rsidRPr="00083316" w:rsidRDefault="00B021C0" w:rsidP="003C147D">
      <w:pPr>
        <w:pStyle w:val="L1-FlLfSp12"/>
      </w:pPr>
      <w:r w:rsidRPr="00083316">
        <w:t>The person-level weight for MEPS Panel 2</w:t>
      </w:r>
      <w:r w:rsidR="000E1C0D" w:rsidRPr="00083316">
        <w:t>4</w:t>
      </w:r>
      <w:r w:rsidRPr="00083316">
        <w:t xml:space="preserve"> was developed using the 201</w:t>
      </w:r>
      <w:r w:rsidR="000E1C0D" w:rsidRPr="00083316">
        <w:t>9</w:t>
      </w:r>
      <w:r w:rsidRPr="00083316">
        <w:t xml:space="preserve"> MEPS Round </w:t>
      </w:r>
      <w:proofErr w:type="gramStart"/>
      <w:r w:rsidRPr="00083316">
        <w:t>1</w:t>
      </w:r>
      <w:proofErr w:type="gramEnd"/>
      <w:r w:rsidRPr="00083316">
        <w:t xml:space="preserve"> person-level weight as a “base” weight. For key, in-scope members who joined an RU after Round 1, the Round 1 family weight served as a “base” weight. The weighting process included an adjustment for nonresponse over the remaining data collection rounds in 201</w:t>
      </w:r>
      <w:r w:rsidR="000E1C0D" w:rsidRPr="00083316">
        <w:t>9</w:t>
      </w:r>
      <w:r w:rsidRPr="00083316">
        <w:t xml:space="preserve"> as well as raking to the same population control figures for December 201</w:t>
      </w:r>
      <w:r w:rsidR="000E1C0D" w:rsidRPr="00083316">
        <w:t>9</w:t>
      </w:r>
      <w:r w:rsidRPr="00083316">
        <w:t xml:space="preserve"> used for the MEPS Panel 2</w:t>
      </w:r>
      <w:r w:rsidR="000E1C0D" w:rsidRPr="00083316">
        <w:t>3</w:t>
      </w:r>
      <w:r w:rsidRPr="00083316">
        <w:t xml:space="preserve"> weights for key, responding </w:t>
      </w:r>
      <w:proofErr w:type="gramStart"/>
      <w:r w:rsidRPr="00083316">
        <w:t>persons</w:t>
      </w:r>
      <w:proofErr w:type="gramEnd"/>
      <w:r w:rsidRPr="00083316">
        <w:t xml:space="preserve"> in-scope on December 31, 201</w:t>
      </w:r>
      <w:r w:rsidR="000E1C0D" w:rsidRPr="00083316">
        <w:t>9</w:t>
      </w:r>
      <w:r w:rsidRPr="00083316">
        <w:t>. The same six variables employed for Panel 2</w:t>
      </w:r>
      <w:r w:rsidR="000E1C0D" w:rsidRPr="00083316">
        <w:t>3</w:t>
      </w:r>
      <w:r w:rsidRPr="00083316">
        <w:t xml:space="preserve"> raking (educational attainment of the reference person, census region, MSA status, race/ethnicity, sex, and age) </w:t>
      </w:r>
      <w:proofErr w:type="gramStart"/>
      <w:r w:rsidRPr="00083316">
        <w:t>were used</w:t>
      </w:r>
      <w:proofErr w:type="gramEnd"/>
      <w:r w:rsidRPr="00083316">
        <w:t xml:space="preserve"> for Panel 2</w:t>
      </w:r>
      <w:r w:rsidR="000E1C0D" w:rsidRPr="00083316">
        <w:t>4</w:t>
      </w:r>
      <w:r w:rsidRPr="00083316">
        <w:t xml:space="preserve"> raking. Again, the final weight for key, responding persons who were not in-scope on December 31, 201</w:t>
      </w:r>
      <w:r w:rsidR="000E1C0D" w:rsidRPr="00083316">
        <w:t>9</w:t>
      </w:r>
      <w:r w:rsidRPr="00083316">
        <w:t xml:space="preserve"> but were in-scope earlier in the year was the person weight after the nonresponse adjustment.</w:t>
      </w:r>
    </w:p>
    <w:p w:rsidR="00B021C0" w:rsidRPr="00083316" w:rsidRDefault="00B021C0" w:rsidP="003C147D">
      <w:pPr>
        <w:pStyle w:val="L1-FlLfSp12"/>
      </w:pPr>
      <w:proofErr w:type="gramStart"/>
      <w:r w:rsidRPr="00083316">
        <w:t>Note that the MEPS Round 1 weights for Panel 2</w:t>
      </w:r>
      <w:r w:rsidR="000E1C0D" w:rsidRPr="00083316">
        <w:t>4</w:t>
      </w:r>
      <w:r w:rsidRPr="00083316">
        <w:t xml:space="preserve"> incorporated the following components: the original household probability of selection for the NHIS </w:t>
      </w:r>
      <w:r w:rsidR="00062FEB" w:rsidRPr="00083316">
        <w:t>and for</w:t>
      </w:r>
      <w:r w:rsidRPr="00083316">
        <w:t xml:space="preserve"> the NHIS sample reserved for MEPS; adjustment for NHIS nonresponse; the probability of selection of NHIS responding households for MEPS; an adjustment for nonresponse at the dwelling unit level for Round 1; and </w:t>
      </w:r>
      <w:proofErr w:type="spellStart"/>
      <w:r w:rsidRPr="00083316">
        <w:t>poststratification</w:t>
      </w:r>
      <w:proofErr w:type="spellEnd"/>
      <w:r w:rsidRPr="00083316">
        <w:t xml:space="preserve"> to U.S. civilian noninstitutionalized population estimates at the family and person level obtained from the corresponding March CPS databases.</w:t>
      </w:r>
      <w:proofErr w:type="gramEnd"/>
    </w:p>
    <w:p w:rsidR="00B021C0" w:rsidRPr="00083316" w:rsidRDefault="00B021C0" w:rsidP="0057208E">
      <w:pPr>
        <w:pStyle w:val="Heading5"/>
        <w:rPr>
          <w:lang w:val="en-US"/>
        </w:rPr>
      </w:pPr>
      <w:bookmarkStart w:id="119" w:name="_Toc72756916"/>
      <w:r w:rsidRPr="00083316">
        <w:rPr>
          <w:lang w:val="en-US"/>
        </w:rPr>
        <w:t>3.2.3</w:t>
      </w:r>
      <w:r w:rsidRPr="00083316">
        <w:rPr>
          <w:lang w:val="en-US"/>
        </w:rPr>
        <w:tab/>
        <w:t>The Final Weight for 201</w:t>
      </w:r>
      <w:r w:rsidR="000E1C0D" w:rsidRPr="00083316">
        <w:rPr>
          <w:lang w:val="en-US"/>
        </w:rPr>
        <w:t>9</w:t>
      </w:r>
      <w:bookmarkEnd w:id="119"/>
    </w:p>
    <w:p w:rsidR="00B021C0" w:rsidRPr="00083316" w:rsidRDefault="00B021C0" w:rsidP="003C147D">
      <w:pPr>
        <w:pStyle w:val="L1-FlLfSp12"/>
      </w:pPr>
      <w:r w:rsidRPr="00083316">
        <w:t xml:space="preserve">The final raking of </w:t>
      </w:r>
      <w:proofErr w:type="gramStart"/>
      <w:r w:rsidRPr="00083316">
        <w:t>those in-scope</w:t>
      </w:r>
      <w:proofErr w:type="gramEnd"/>
      <w:r w:rsidRPr="00083316">
        <w:t xml:space="preserve"> at the end of the year has been described above. In addition, the composite weights of two groups of persons who were out-of-scope on December 31, 201</w:t>
      </w:r>
      <w:r w:rsidR="000E1C0D" w:rsidRPr="00083316">
        <w:t>9</w:t>
      </w:r>
      <w:r w:rsidRPr="00083316">
        <w:t xml:space="preserve"> </w:t>
      </w:r>
      <w:proofErr w:type="gramStart"/>
      <w:r w:rsidRPr="00083316">
        <w:t xml:space="preserve">were </w:t>
      </w:r>
      <w:r w:rsidRPr="00083316">
        <w:rPr>
          <w:color w:val="000000" w:themeColor="text1"/>
        </w:rPr>
        <w:t>adjusted</w:t>
      </w:r>
      <w:proofErr w:type="gramEnd"/>
      <w:r w:rsidRPr="00083316">
        <w:rPr>
          <w:color w:val="000000" w:themeColor="text1"/>
        </w:rPr>
        <w:t xml:space="preserve"> for expected </w:t>
      </w:r>
      <w:proofErr w:type="spellStart"/>
      <w:r w:rsidRPr="00083316">
        <w:rPr>
          <w:color w:val="000000" w:themeColor="text1"/>
        </w:rPr>
        <w:t>undercoverage</w:t>
      </w:r>
      <w:proofErr w:type="spellEnd"/>
      <w:r w:rsidRPr="00083316">
        <w:t xml:space="preserve">. </w:t>
      </w:r>
      <w:proofErr w:type="gramStart"/>
      <w:r w:rsidRPr="00083316">
        <w:t xml:space="preserve">Specifically, the weights of those who were in-scope </w:t>
      </w:r>
      <w:r w:rsidR="000E1C0D" w:rsidRPr="00083316">
        <w:t>sometime</w:t>
      </w:r>
      <w:r w:rsidRPr="00083316">
        <w:t xml:space="preserve"> during the year, out-of-scope on December 31, and entered a nursing home during the year and still residing in a nursing home at the end of the year were </w:t>
      </w:r>
      <w:proofErr w:type="spellStart"/>
      <w:r w:rsidR="00062FEB" w:rsidRPr="00083316">
        <w:t>poststratified</w:t>
      </w:r>
      <w:proofErr w:type="spellEnd"/>
      <w:r w:rsidR="00062FEB" w:rsidRPr="00083316">
        <w:t xml:space="preserve"> to an estimate of the number of persons who were residents of Medicare</w:t>
      </w:r>
      <w:r w:rsidR="003E21A3" w:rsidRPr="00083316">
        <w:t>- and Medicaid-</w:t>
      </w:r>
      <w:r w:rsidR="00062FEB" w:rsidRPr="00083316">
        <w:t>certified nursing homes for part of the year (approximately 3-9 months) during 2014.</w:t>
      </w:r>
      <w:proofErr w:type="gramEnd"/>
      <w:r w:rsidR="00062FEB" w:rsidRPr="00083316">
        <w:t xml:space="preserve"> This estimate </w:t>
      </w:r>
      <w:proofErr w:type="gramStart"/>
      <w:r w:rsidR="00062FEB" w:rsidRPr="00083316">
        <w:t>was developed</w:t>
      </w:r>
      <w:proofErr w:type="gramEnd"/>
      <w:r w:rsidR="00062FEB" w:rsidRPr="00083316">
        <w:t xml:space="preserve"> from data on the Minimum Data Set (MDS) of the Center for Medicare and Medicaid Services (CMS). The weights of persons</w:t>
      </w:r>
      <w:r w:rsidR="00062FEB" w:rsidRPr="00083316">
        <w:rPr>
          <w:b/>
          <w:bCs/>
        </w:rPr>
        <w:t xml:space="preserve"> </w:t>
      </w:r>
      <w:r w:rsidR="00062FEB" w:rsidRPr="00083316">
        <w:t xml:space="preserve">who died while in-scope were </w:t>
      </w:r>
      <w:proofErr w:type="spellStart"/>
      <w:r w:rsidR="00062FEB" w:rsidRPr="00083316">
        <w:t>poststratified</w:t>
      </w:r>
      <w:proofErr w:type="spellEnd"/>
      <w:r w:rsidR="00062FEB" w:rsidRPr="00083316">
        <w:t xml:space="preserve"> to corresponding estimates derived using data obtained from the Centers for Disease Control and Prevention (CDC), National Center for Health Statistics (NCHS), Underlying Cause of Death, 1999-2018 on CDC </w:t>
      </w:r>
      <w:hyperlink r:id="rId21" w:history="1">
        <w:r w:rsidR="00062FEB" w:rsidRPr="00083316">
          <w:rPr>
            <w:rStyle w:val="Hyperlink"/>
          </w:rPr>
          <w:t>WONDER Online Database</w:t>
        </w:r>
      </w:hyperlink>
      <w:r w:rsidR="00062FEB" w:rsidRPr="00083316">
        <w:t>, released in 2020</w:t>
      </w:r>
      <w:r w:rsidR="00EF75A4" w:rsidRPr="00083316">
        <w:t>, the latest available data at the time</w:t>
      </w:r>
      <w:r w:rsidR="00062FEB" w:rsidRPr="00083316">
        <w:t>. Separate decedent control totals were developed for the “65 and older” and “under 65” civilian noninstitutionalized populations.</w:t>
      </w:r>
    </w:p>
    <w:p w:rsidR="00B021C0" w:rsidRPr="00083316" w:rsidRDefault="00B021C0" w:rsidP="003C147D">
      <w:pPr>
        <w:pStyle w:val="L1-FlLfSp12"/>
      </w:pPr>
      <w:r w:rsidRPr="00083316">
        <w:t>Overall, the weighted population estimate for the civilian noninstitutionalized population for December 31, 201</w:t>
      </w:r>
      <w:r w:rsidR="00F644FB" w:rsidRPr="00083316">
        <w:t>9</w:t>
      </w:r>
      <w:r w:rsidRPr="00083316">
        <w:t xml:space="preserve"> is </w:t>
      </w:r>
      <w:r w:rsidR="00F644FB" w:rsidRPr="00083316">
        <w:rPr>
          <w:bCs/>
        </w:rPr>
        <w:t>323,833,996</w:t>
      </w:r>
      <w:r w:rsidR="006B6934" w:rsidRPr="00083316">
        <w:rPr>
          <w:bCs/>
        </w:rPr>
        <w:t xml:space="preserve"> </w:t>
      </w:r>
      <w:r w:rsidRPr="00083316">
        <w:t>(PERWT1</w:t>
      </w:r>
      <w:r w:rsidR="00F644FB" w:rsidRPr="00083316">
        <w:t>9</w:t>
      </w:r>
      <w:r w:rsidRPr="00083316">
        <w:t>F&gt;</w:t>
      </w:r>
      <w:proofErr w:type="gramStart"/>
      <w:r w:rsidRPr="00083316">
        <w:t>0</w:t>
      </w:r>
      <w:proofErr w:type="gramEnd"/>
      <w:r w:rsidRPr="00083316">
        <w:t xml:space="preserve"> and INSC1231=1). The sum of person-level weights across all persons assigned a positive person-level weight is </w:t>
      </w:r>
      <w:r w:rsidR="00F644FB" w:rsidRPr="00083316">
        <w:rPr>
          <w:bCs/>
        </w:rPr>
        <w:t>327,396,693</w:t>
      </w:r>
      <w:r w:rsidRPr="00083316">
        <w:t xml:space="preserve">. </w:t>
      </w:r>
    </w:p>
    <w:p w:rsidR="00B021C0" w:rsidRPr="00083316" w:rsidRDefault="00B021C0" w:rsidP="0057208E">
      <w:pPr>
        <w:pStyle w:val="Heading5"/>
        <w:rPr>
          <w:lang w:val="en-US"/>
        </w:rPr>
      </w:pPr>
      <w:bookmarkStart w:id="120" w:name="_Toc72756917"/>
      <w:r w:rsidRPr="00083316">
        <w:rPr>
          <w:lang w:val="en-US"/>
        </w:rPr>
        <w:t>3.2.4</w:t>
      </w:r>
      <w:r w:rsidRPr="00083316">
        <w:rPr>
          <w:lang w:val="en-US"/>
        </w:rPr>
        <w:tab/>
        <w:t>Coverage</w:t>
      </w:r>
      <w:bookmarkEnd w:id="120"/>
    </w:p>
    <w:p w:rsidR="00B021C0" w:rsidRPr="00083316" w:rsidRDefault="00B021C0" w:rsidP="003C147D">
      <w:pPr>
        <w:pStyle w:val="L1-FlLfSp12"/>
      </w:pPr>
      <w:r w:rsidRPr="00083316">
        <w:t>The target population for MEPS in this file is the 201</w:t>
      </w:r>
      <w:r w:rsidR="00C226A4" w:rsidRPr="00083316">
        <w:t>9</w:t>
      </w:r>
      <w:r w:rsidRPr="00083316">
        <w:t xml:space="preserve"> U.S. civilian noninstitutionalized population. However, the MEPS sampled households are a subsample of the NHIS households interviewed in 201</w:t>
      </w:r>
      <w:r w:rsidR="00C226A4" w:rsidRPr="00083316">
        <w:t>7</w:t>
      </w:r>
      <w:r w:rsidRPr="00083316">
        <w:t xml:space="preserve"> (Panel 2</w:t>
      </w:r>
      <w:r w:rsidR="00C226A4" w:rsidRPr="00083316">
        <w:t>3</w:t>
      </w:r>
      <w:r w:rsidRPr="00083316">
        <w:t>) and 201</w:t>
      </w:r>
      <w:r w:rsidR="00C226A4" w:rsidRPr="00083316">
        <w:t>8</w:t>
      </w:r>
      <w:r w:rsidRPr="00083316">
        <w:t xml:space="preserve"> (Panel 2</w:t>
      </w:r>
      <w:r w:rsidR="00C226A4" w:rsidRPr="00083316">
        <w:t>4</w:t>
      </w:r>
      <w:r w:rsidRPr="00083316">
        <w:t>). New households created after the NHIS interviews for the respective Panels and consisting exclusively of persons who entered the target population after 201</w:t>
      </w:r>
      <w:r w:rsidR="00C226A4" w:rsidRPr="00083316">
        <w:t>7</w:t>
      </w:r>
      <w:r w:rsidRPr="00083316">
        <w:t xml:space="preserve"> (Panel 2</w:t>
      </w:r>
      <w:r w:rsidR="00C226A4" w:rsidRPr="00083316">
        <w:t>3</w:t>
      </w:r>
      <w:r w:rsidRPr="00083316">
        <w:t>) or after 201</w:t>
      </w:r>
      <w:r w:rsidR="00C226A4" w:rsidRPr="00083316">
        <w:t>8</w:t>
      </w:r>
      <w:r w:rsidRPr="00083316">
        <w:t xml:space="preserve"> (Panel 2</w:t>
      </w:r>
      <w:r w:rsidR="00C226A4" w:rsidRPr="00083316">
        <w:t>4</w:t>
      </w:r>
      <w:r w:rsidRPr="00083316">
        <w:t xml:space="preserve">) are not covered by MEPS. </w:t>
      </w:r>
      <w:proofErr w:type="gramStart"/>
      <w:r w:rsidRPr="00083316">
        <w:t>Neither are</w:t>
      </w:r>
      <w:proofErr w:type="gramEnd"/>
      <w:r w:rsidRPr="00083316">
        <w:t xml:space="preserve"> previously out-of-scope persons who join an existing household but are unrelated to the current household residents. Persons not covered by a given MEPS panel thus include some members of the following groups: immigrants; persons leaving the military; U.S. citizens returning from residence in another country; and persons leaving institutions. The set of uncovered persons constitutes only a small segment of the MEPS target population.</w:t>
      </w:r>
    </w:p>
    <w:p w:rsidR="00B021C0" w:rsidRPr="00083316" w:rsidRDefault="00B021C0" w:rsidP="0057208E">
      <w:pPr>
        <w:pStyle w:val="Heading4"/>
      </w:pPr>
      <w:bookmarkStart w:id="121" w:name="_Toc72756918"/>
      <w:r w:rsidRPr="00083316">
        <w:t>3.3</w:t>
      </w:r>
      <w:r w:rsidRPr="00083316">
        <w:tab/>
        <w:t>Using MEPS Data for Trend Analysis</w:t>
      </w:r>
      <w:bookmarkEnd w:id="121"/>
    </w:p>
    <w:p w:rsidR="00B021C0" w:rsidRPr="00083316" w:rsidRDefault="00B021C0" w:rsidP="003C147D">
      <w:pPr>
        <w:pStyle w:val="L1-FlLfSp12"/>
      </w:pPr>
      <w:r w:rsidRPr="00083316">
        <w:t>MEPS began in 1996, and the utility of the survey for analyzing health care trends expands with each additional year of data;</w:t>
      </w:r>
      <w:r w:rsidRPr="00083316">
        <w:rPr>
          <w:color w:val="00B0F0"/>
        </w:rPr>
        <w:t xml:space="preserve"> </w:t>
      </w:r>
      <w:r w:rsidRPr="00083316">
        <w:t xml:space="preserve">however, there </w:t>
      </w:r>
      <w:proofErr w:type="gramStart"/>
      <w:r w:rsidRPr="00083316">
        <w:t>are a variety</w:t>
      </w:r>
      <w:proofErr w:type="gramEnd"/>
      <w:r w:rsidRPr="00083316">
        <w:t xml:space="preserve"> of methodological and statistical considerations when examining trends over time using MEPS. Tests of statistical significance should be conducted to assess the likelihood that observed trends </w:t>
      </w:r>
      <w:proofErr w:type="gramStart"/>
      <w:r w:rsidRPr="00083316">
        <w:t>may</w:t>
      </w:r>
      <w:proofErr w:type="gramEnd"/>
      <w:r w:rsidRPr="00083316">
        <w:t xml:space="preserve"> be attributable to sampling variation. The length of time </w:t>
      </w:r>
      <w:proofErr w:type="gramStart"/>
      <w:r w:rsidRPr="00083316">
        <w:t>being analyzed</w:t>
      </w:r>
      <w:proofErr w:type="gramEnd"/>
      <w:r w:rsidRPr="00083316">
        <w:t xml:space="preserve"> should also be considered. In particular, large shifts in survey estimates over short </w:t>
      </w:r>
      <w:proofErr w:type="gramStart"/>
      <w:r w:rsidRPr="00083316">
        <w:t>periods of time</w:t>
      </w:r>
      <w:proofErr w:type="gramEnd"/>
      <w:r w:rsidRPr="00083316">
        <w:t xml:space="preserve"> (e.g. from one year to the next) that are statistically significant should be interpreted with caution unless they are attributable to known factors such as changes in public policy, economic conditions, or MEPS survey methodology. </w:t>
      </w:r>
    </w:p>
    <w:p w:rsidR="00355563" w:rsidRPr="00083316" w:rsidRDefault="00355563" w:rsidP="00355563">
      <w:pPr>
        <w:pStyle w:val="L1-FlLfSp12"/>
      </w:pPr>
      <w:r w:rsidRPr="00083316">
        <w:t xml:space="preserve">In 2013 </w:t>
      </w:r>
      <w:proofErr w:type="gramStart"/>
      <w:r w:rsidRPr="00083316">
        <w:t>MEPS</w:t>
      </w:r>
      <w:proofErr w:type="gramEnd"/>
      <w:r w:rsidRPr="00083316">
        <w:t xml:space="preserve"> survey operations introduced an effort to obtain more complete information about health care utilization from MEPS respondents with full implementation in 2014. This effort resulted in improved data quality and a reduction in underreporting in the second half of 2013 and throughout 2014. Respondents tended to report more visits, especially non-physician visits, by sample members and the new approach appeared particularly effective among those subgroups with relatively large numbers of visits, such as the elderly, Medicare beneficiaries, and people with multiple chronic conditions, disabilities, or poor health. Reported spending on visits also tended to increase, especially for such subgroups. </w:t>
      </w:r>
    </w:p>
    <w:p w:rsidR="00355563" w:rsidRPr="00083316" w:rsidRDefault="00355563" w:rsidP="00355563">
      <w:pPr>
        <w:pStyle w:val="L1-FlLfSp12"/>
      </w:pPr>
      <w:r w:rsidRPr="00083316">
        <w:t xml:space="preserve">The aforementioned change in the NHIS sample design in 2016 could also potentially affect trend analyses. </w:t>
      </w:r>
      <w:r w:rsidRPr="00083316">
        <w:rPr>
          <w:iCs/>
        </w:rPr>
        <w:t xml:space="preserve">The new NHIS sample design </w:t>
      </w:r>
      <w:proofErr w:type="gramStart"/>
      <w:r w:rsidRPr="00083316">
        <w:rPr>
          <w:iCs/>
        </w:rPr>
        <w:t>is based</w:t>
      </w:r>
      <w:proofErr w:type="gramEnd"/>
      <w:r w:rsidRPr="00083316">
        <w:rPr>
          <w:iCs/>
        </w:rPr>
        <w:t xml:space="preserve"> on more up-to-date information related to the distribution of housing units across the U.S. As a result, it </w:t>
      </w:r>
      <w:proofErr w:type="gramStart"/>
      <w:r w:rsidRPr="00083316">
        <w:rPr>
          <w:iCs/>
        </w:rPr>
        <w:t>can be expected</w:t>
      </w:r>
      <w:proofErr w:type="gramEnd"/>
      <w:r w:rsidRPr="00083316">
        <w:rPr>
          <w:iCs/>
        </w:rPr>
        <w:t xml:space="preserve"> to better cover the full U.S. civilian, noninstitutionalized population, the target population for MEPS as well as many of its subpopulations. Better coverage of the target population helps to reduce the potential for bias in both NHIS and MEPS estimates.</w:t>
      </w:r>
      <w:r w:rsidRPr="00083316">
        <w:t xml:space="preserve"> </w:t>
      </w:r>
    </w:p>
    <w:p w:rsidR="00B021C0" w:rsidRPr="00083316" w:rsidRDefault="00B021C0" w:rsidP="00540E5D">
      <w:pPr>
        <w:pStyle w:val="L1-FlLfSp12"/>
      </w:pPr>
      <w:r w:rsidRPr="00083316">
        <w:t xml:space="preserve">Another change with the potential to affect trend analyses involved </w:t>
      </w:r>
      <w:r w:rsidR="00C42124" w:rsidRPr="00083316">
        <w:t xml:space="preserve">major </w:t>
      </w:r>
      <w:r w:rsidRPr="00083316">
        <w:t>modifications to the MEPS instrument design and data collection process</w:t>
      </w:r>
      <w:r w:rsidR="00C42124" w:rsidRPr="00083316">
        <w:t>, particularly in the events sections of the instrument</w:t>
      </w:r>
      <w:r w:rsidRPr="00083316">
        <w:t xml:space="preserve">. These were introduced in the </w:t>
      </w:r>
      <w:proofErr w:type="gramStart"/>
      <w:r w:rsidRPr="00083316">
        <w:t>Spring</w:t>
      </w:r>
      <w:proofErr w:type="gramEnd"/>
      <w:r w:rsidRPr="00083316">
        <w:t xml:space="preserve"> of 2018 and thus affected data beginning with Round 1 of Panel 23, Round 3 of Panel 22, and Round 5 of Panel 21. Since the Full Year 2017 PUFs </w:t>
      </w:r>
      <w:proofErr w:type="gramStart"/>
      <w:r w:rsidRPr="00083316">
        <w:t>were established</w:t>
      </w:r>
      <w:proofErr w:type="gramEnd"/>
      <w:r w:rsidRPr="00083316">
        <w:t xml:space="preserve"> from data collected in Rounds 1-3 of Panel 22 and Rounds 3-5 of Panel 21, they reflected two different instrument designs. In order to mitigate the effect of such differences within the same full year file, the Panel 22, Round 3 data and the Panel 21 Round 5 data were transformed to make them as consistent as possible with data collected under the previous design. The changes </w:t>
      </w:r>
      <w:r w:rsidR="001C39D8" w:rsidRPr="00083316">
        <w:t xml:space="preserve">in the instrument </w:t>
      </w:r>
      <w:proofErr w:type="gramStart"/>
      <w:r w:rsidRPr="00083316">
        <w:t>were designed</w:t>
      </w:r>
      <w:proofErr w:type="gramEnd"/>
      <w:r w:rsidRPr="00083316">
        <w:t xml:space="preserve"> to make the data collection effort more efficient and easy to administer. In addition, expectations were that data on some items, such as those related to health care events, would be more complete with the potential of identifying more events. Increases in service use reported since the implementation of these changes are consistent with these expectations.</w:t>
      </w:r>
    </w:p>
    <w:p w:rsidR="00B021C0" w:rsidRPr="00083316" w:rsidRDefault="00B021C0" w:rsidP="003C147D">
      <w:pPr>
        <w:pStyle w:val="L1-FlLfSp12"/>
      </w:pPr>
      <w:r w:rsidRPr="00083316">
        <w:t xml:space="preserve">There are also statistical factors to consider in interpreting trend analyses. Looking at changes over longer </w:t>
      </w:r>
      <w:proofErr w:type="gramStart"/>
      <w:r w:rsidRPr="00083316">
        <w:t>periods of time</w:t>
      </w:r>
      <w:proofErr w:type="gramEnd"/>
      <w:r w:rsidRPr="00083316">
        <w:t xml:space="preserve"> can provide a more complete picture of underlying trends. Analysts may wish to consider using techniques to evaluate, smooth, or stabilize analyses of trends using MEPS data such as comparing pooled </w:t>
      </w:r>
      <w:proofErr w:type="gramStart"/>
      <w:r w:rsidRPr="00083316">
        <w:t>time periods</w:t>
      </w:r>
      <w:proofErr w:type="gramEnd"/>
      <w:r w:rsidRPr="00083316">
        <w:t xml:space="preserve"> (e.g. 1996-97 versus 2011-1</w:t>
      </w:r>
      <w:r w:rsidR="00355563" w:rsidRPr="00083316">
        <w:t>2</w:t>
      </w:r>
      <w:r w:rsidRPr="00083316">
        <w:t>), working with moving averages, or using modeling techniques with several consecutive years of MEPS data to test the fit of specified patterns over time. Finally, researchers should be aware of the impact of multiple comparisons on Type I error. Without making appropriate allowance for multiple comparisons, undertaking numerous statistical significance tests of trends increases the likelihood of concluding that a change has taken place when one has not.</w:t>
      </w:r>
    </w:p>
    <w:p w:rsidR="00B021C0" w:rsidRPr="00083316" w:rsidRDefault="00B021C0" w:rsidP="0057208E">
      <w:pPr>
        <w:pStyle w:val="Heading3"/>
        <w:rPr>
          <w:lang w:val="en-US"/>
        </w:rPr>
      </w:pPr>
      <w:bookmarkStart w:id="122" w:name="_Toc72756919"/>
      <w:bookmarkEnd w:id="112"/>
      <w:r w:rsidRPr="00083316">
        <w:rPr>
          <w:lang w:val="en-US"/>
        </w:rPr>
        <w:t>4.0</w:t>
      </w:r>
      <w:r w:rsidRPr="00083316">
        <w:rPr>
          <w:lang w:val="en-US"/>
        </w:rPr>
        <w:tab/>
        <w:t>Strategies for Estimation</w:t>
      </w:r>
      <w:bookmarkEnd w:id="122"/>
    </w:p>
    <w:p w:rsidR="00B021C0" w:rsidRPr="00083316" w:rsidRDefault="00B021C0" w:rsidP="0057208E">
      <w:pPr>
        <w:pStyle w:val="Heading4"/>
      </w:pPr>
      <w:bookmarkStart w:id="123" w:name="_Toc72756920"/>
      <w:bookmarkEnd w:id="113"/>
      <w:r w:rsidRPr="00083316">
        <w:t>4.1</w:t>
      </w:r>
      <w:r w:rsidRPr="00083316">
        <w:tab/>
        <w:t>Developing Event-Level Estimates</w:t>
      </w:r>
      <w:bookmarkEnd w:id="123"/>
    </w:p>
    <w:p w:rsidR="00B021C0" w:rsidRPr="00083316" w:rsidRDefault="00B021C0">
      <w:pPr>
        <w:pStyle w:val="L1-FlLfSp12"/>
      </w:pPr>
      <w:r w:rsidRPr="00083316">
        <w:t xml:space="preserve">The data in this file </w:t>
      </w:r>
      <w:proofErr w:type="gramStart"/>
      <w:r w:rsidRPr="00083316">
        <w:t>can be used</w:t>
      </w:r>
      <w:proofErr w:type="gramEnd"/>
      <w:r w:rsidRPr="00083316">
        <w:t xml:space="preserve"> to develop </w:t>
      </w:r>
      <w:r w:rsidR="00954299" w:rsidRPr="00083316">
        <w:t>national 2019</w:t>
      </w:r>
      <w:r w:rsidRPr="00083316">
        <w:t xml:space="preserve"> event-level estimates for the U.S. civilian noninstitutionalized population on emergency room visits as well as expenditures, and sources of payment for these visits. Estimates of total visits are the sum</w:t>
      </w:r>
      <w:r w:rsidR="00954299" w:rsidRPr="00083316">
        <w:t xml:space="preserve"> of the weight variable (PERWT19</w:t>
      </w:r>
      <w:r w:rsidRPr="00083316">
        <w:t>F) across relevant event records while estimates of other varia</w:t>
      </w:r>
      <w:r w:rsidR="00954299" w:rsidRPr="00083316">
        <w:t xml:space="preserve">bles </w:t>
      </w:r>
      <w:proofErr w:type="gramStart"/>
      <w:r w:rsidR="00954299" w:rsidRPr="00083316">
        <w:t>must be weighted</w:t>
      </w:r>
      <w:proofErr w:type="gramEnd"/>
      <w:r w:rsidR="00954299" w:rsidRPr="00083316">
        <w:t xml:space="preserve"> by PERWT19</w:t>
      </w:r>
      <w:r w:rsidRPr="00083316">
        <w:t xml:space="preserve">F to be nationally representative. The tables below contain event-level estimates for selected variables. </w:t>
      </w:r>
    </w:p>
    <w:p w:rsidR="00B021C0" w:rsidRPr="00083316" w:rsidRDefault="00B021C0" w:rsidP="00540E5D">
      <w:pPr>
        <w:pStyle w:val="TT-TableTitle"/>
      </w:pPr>
      <w:r w:rsidRPr="00083316">
        <w:t>Selected Event-Level Estimates</w:t>
      </w:r>
    </w:p>
    <w:p w:rsidR="00B021C0" w:rsidRPr="00083316" w:rsidRDefault="00B021C0" w:rsidP="00540E5D">
      <w:pPr>
        <w:pStyle w:val="TT-TableTitle"/>
      </w:pPr>
      <w:r w:rsidRPr="00083316">
        <w:t>Emergency Room Visits</w:t>
      </w:r>
    </w:p>
    <w:tbl>
      <w:tblPr>
        <w:tblW w:w="8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Description w:val="Data listing of event-level estimates for emergency room visits."/>
      </w:tblPr>
      <w:tblGrid>
        <w:gridCol w:w="3235"/>
        <w:gridCol w:w="1632"/>
        <w:gridCol w:w="1770"/>
        <w:gridCol w:w="2070"/>
      </w:tblGrid>
      <w:tr w:rsidR="00B021C0" w:rsidRPr="00083316" w:rsidTr="00F1088F">
        <w:trPr>
          <w:cantSplit/>
          <w:trHeight w:val="507"/>
          <w:tblHeader/>
        </w:trPr>
        <w:tc>
          <w:tcPr>
            <w:tcW w:w="3235"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Estimate of Interest</w:t>
            </w:r>
          </w:p>
        </w:tc>
        <w:tc>
          <w:tcPr>
            <w:tcW w:w="1632"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Variable Name</w:t>
            </w:r>
          </w:p>
        </w:tc>
        <w:tc>
          <w:tcPr>
            <w:tcW w:w="1770"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Estimate (SE)</w:t>
            </w:r>
          </w:p>
        </w:tc>
        <w:tc>
          <w:tcPr>
            <w:tcW w:w="2070"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Estimate Excluding Zero Payment Events (SE)</w:t>
            </w:r>
            <w:r w:rsidRPr="0094238C">
              <w:rPr>
                <w:rStyle w:val="FootnoteTextChar"/>
                <w:rFonts w:ascii="Times New Roman" w:hAnsi="Times New Roman"/>
                <w:sz w:val="24"/>
                <w:szCs w:val="24"/>
              </w:rPr>
              <w:t>*</w:t>
            </w:r>
          </w:p>
        </w:tc>
      </w:tr>
      <w:tr w:rsidR="00B021C0" w:rsidRPr="00083316" w:rsidTr="00A464A9">
        <w:trPr>
          <w:cantSplit/>
          <w:trHeight w:val="507"/>
        </w:trPr>
        <w:tc>
          <w:tcPr>
            <w:tcW w:w="3235" w:type="dxa"/>
            <w:vAlign w:val="center"/>
          </w:tcPr>
          <w:p w:rsidR="00B021C0" w:rsidRPr="00083316" w:rsidRDefault="00B021C0" w:rsidP="0057208E">
            <w:pPr>
              <w:pStyle w:val="SL-FlLftSgl"/>
            </w:pPr>
            <w:r w:rsidRPr="00083316">
              <w:t>Total number of emergency room visits (in millions)</w:t>
            </w:r>
          </w:p>
        </w:tc>
        <w:tc>
          <w:tcPr>
            <w:tcW w:w="1632" w:type="dxa"/>
            <w:vAlign w:val="center"/>
          </w:tcPr>
          <w:p w:rsidR="00B021C0" w:rsidRPr="00083316" w:rsidRDefault="00B021C0" w:rsidP="0057208E">
            <w:pPr>
              <w:pStyle w:val="SL-FlLftSgl"/>
            </w:pPr>
            <w:r w:rsidRPr="00083316">
              <w:t>PERWT</w:t>
            </w:r>
            <w:r w:rsidR="00954299" w:rsidRPr="00083316">
              <w:t>19</w:t>
            </w:r>
            <w:r w:rsidRPr="00083316">
              <w:t>F</w:t>
            </w:r>
          </w:p>
        </w:tc>
        <w:tc>
          <w:tcPr>
            <w:tcW w:w="1770" w:type="dxa"/>
            <w:vAlign w:val="center"/>
          </w:tcPr>
          <w:p w:rsidR="00B021C0" w:rsidRPr="00083316" w:rsidRDefault="005A794A" w:rsidP="00F1088F">
            <w:pPr>
              <w:pStyle w:val="SL-FlLftSgl"/>
              <w:jc w:val="right"/>
              <w:rPr>
                <w:szCs w:val="24"/>
              </w:rPr>
            </w:pPr>
            <w:r w:rsidRPr="00083316">
              <w:rPr>
                <w:szCs w:val="24"/>
              </w:rPr>
              <w:t>69.2</w:t>
            </w:r>
            <w:r w:rsidR="00B021C0" w:rsidRPr="00083316">
              <w:rPr>
                <w:szCs w:val="24"/>
              </w:rPr>
              <w:t xml:space="preserve"> (</w:t>
            </w:r>
            <w:r w:rsidRPr="00083316">
              <w:rPr>
                <w:szCs w:val="24"/>
              </w:rPr>
              <w:t>2.27</w:t>
            </w:r>
            <w:r w:rsidR="00B021C0" w:rsidRPr="00083316">
              <w:rPr>
                <w:szCs w:val="24"/>
              </w:rPr>
              <w:t>)</w:t>
            </w:r>
          </w:p>
        </w:tc>
        <w:tc>
          <w:tcPr>
            <w:tcW w:w="2070" w:type="dxa"/>
            <w:vAlign w:val="center"/>
          </w:tcPr>
          <w:p w:rsidR="00B021C0" w:rsidRPr="00083316" w:rsidRDefault="005A794A" w:rsidP="00F1088F">
            <w:pPr>
              <w:pStyle w:val="SL-FlLftSgl"/>
              <w:jc w:val="right"/>
              <w:rPr>
                <w:szCs w:val="24"/>
              </w:rPr>
            </w:pPr>
            <w:r w:rsidRPr="00083316">
              <w:rPr>
                <w:szCs w:val="24"/>
              </w:rPr>
              <w:t>63.6</w:t>
            </w:r>
            <w:r w:rsidR="00B021C0" w:rsidRPr="00083316">
              <w:rPr>
                <w:szCs w:val="24"/>
              </w:rPr>
              <w:t xml:space="preserve"> (</w:t>
            </w:r>
            <w:r w:rsidRPr="00083316">
              <w:rPr>
                <w:szCs w:val="24"/>
              </w:rPr>
              <w:t>2.10</w:t>
            </w:r>
            <w:r w:rsidR="00B021C0" w:rsidRPr="00083316">
              <w:rPr>
                <w:szCs w:val="24"/>
              </w:rPr>
              <w:t>)</w:t>
            </w:r>
          </w:p>
        </w:tc>
      </w:tr>
      <w:tr w:rsidR="00B021C0" w:rsidRPr="00083316" w:rsidTr="00A464A9">
        <w:trPr>
          <w:cantSplit/>
          <w:trHeight w:val="679"/>
        </w:trPr>
        <w:tc>
          <w:tcPr>
            <w:tcW w:w="3235" w:type="dxa"/>
            <w:vAlign w:val="center"/>
          </w:tcPr>
          <w:p w:rsidR="00B021C0" w:rsidRPr="00083316" w:rsidRDefault="00B021C0" w:rsidP="0057208E">
            <w:pPr>
              <w:pStyle w:val="SL-FlLftSgl"/>
            </w:pPr>
            <w:r w:rsidRPr="00083316">
              <w:t>Proportion of emergency room visits with expenditures &gt; 0*</w:t>
            </w:r>
          </w:p>
        </w:tc>
        <w:tc>
          <w:tcPr>
            <w:tcW w:w="1632" w:type="dxa"/>
            <w:vAlign w:val="center"/>
          </w:tcPr>
          <w:p w:rsidR="00B021C0" w:rsidRPr="00083316" w:rsidRDefault="00B021C0" w:rsidP="0057208E">
            <w:pPr>
              <w:pStyle w:val="SL-FlLftSgl"/>
            </w:pPr>
            <w:r w:rsidRPr="00083316">
              <w:t>ERXP</w:t>
            </w:r>
            <w:r w:rsidR="00954299" w:rsidRPr="00083316">
              <w:t>19</w:t>
            </w:r>
            <w:r w:rsidRPr="00083316">
              <w:t>X</w:t>
            </w:r>
          </w:p>
        </w:tc>
        <w:tc>
          <w:tcPr>
            <w:tcW w:w="1770" w:type="dxa"/>
            <w:vAlign w:val="center"/>
          </w:tcPr>
          <w:p w:rsidR="00B021C0" w:rsidRPr="00083316" w:rsidRDefault="005A794A" w:rsidP="00F1088F">
            <w:pPr>
              <w:pStyle w:val="SL-FlLftSgl"/>
              <w:jc w:val="right"/>
              <w:rPr>
                <w:szCs w:val="24"/>
              </w:rPr>
            </w:pPr>
            <w:r w:rsidRPr="00083316">
              <w:rPr>
                <w:szCs w:val="24"/>
              </w:rPr>
              <w:t>0.918</w:t>
            </w:r>
            <w:r w:rsidR="00B021C0" w:rsidRPr="00083316">
              <w:rPr>
                <w:szCs w:val="24"/>
              </w:rPr>
              <w:t xml:space="preserve"> (</w:t>
            </w:r>
            <w:r w:rsidRPr="00083316">
              <w:rPr>
                <w:szCs w:val="24"/>
              </w:rPr>
              <w:t>0.0043</w:t>
            </w:r>
            <w:r w:rsidR="00B021C0" w:rsidRPr="00083316">
              <w:rPr>
                <w:szCs w:val="24"/>
              </w:rPr>
              <w:t>)</w:t>
            </w:r>
          </w:p>
        </w:tc>
        <w:tc>
          <w:tcPr>
            <w:tcW w:w="2070" w:type="dxa"/>
            <w:vAlign w:val="center"/>
          </w:tcPr>
          <w:p w:rsidR="00B021C0" w:rsidRPr="00083316" w:rsidRDefault="00B021C0" w:rsidP="00B80DBF">
            <w:pPr>
              <w:pStyle w:val="SL-FlLftSgl"/>
              <w:jc w:val="right"/>
              <w:rPr>
                <w:szCs w:val="24"/>
              </w:rPr>
            </w:pPr>
            <w:r w:rsidRPr="00083316">
              <w:rPr>
                <w:szCs w:val="24"/>
              </w:rPr>
              <w:t>---------------</w:t>
            </w:r>
          </w:p>
        </w:tc>
      </w:tr>
    </w:tbl>
    <w:p w:rsidR="00540E5D" w:rsidRDefault="00540E5D" w:rsidP="00540E5D">
      <w:pPr>
        <w:pStyle w:val="TT-TableTitle"/>
      </w:pPr>
    </w:p>
    <w:p w:rsidR="00B021C0" w:rsidRPr="00083316" w:rsidRDefault="00B021C0" w:rsidP="00540E5D">
      <w:pPr>
        <w:pStyle w:val="TT-TableTitle"/>
      </w:pPr>
      <w:r w:rsidRPr="00083316">
        <w:t>Emergency Room Expenditures</w:t>
      </w:r>
    </w:p>
    <w:tbl>
      <w:tblPr>
        <w:tblW w:w="8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Description w:val="Data listing of event-level estimates for emergency room expenditures."/>
      </w:tblPr>
      <w:tblGrid>
        <w:gridCol w:w="3235"/>
        <w:gridCol w:w="1632"/>
        <w:gridCol w:w="1770"/>
        <w:gridCol w:w="2070"/>
      </w:tblGrid>
      <w:tr w:rsidR="00B021C0" w:rsidRPr="00083316" w:rsidTr="00F1088F">
        <w:trPr>
          <w:cantSplit/>
          <w:trHeight w:val="507"/>
          <w:tblHeader/>
        </w:trPr>
        <w:tc>
          <w:tcPr>
            <w:tcW w:w="3235" w:type="dxa"/>
            <w:vAlign w:val="center"/>
          </w:tcPr>
          <w:p w:rsidR="00B021C0" w:rsidRPr="0094238C" w:rsidRDefault="00B021C0" w:rsidP="00273082">
            <w:pPr>
              <w:pStyle w:val="TH-TableHeading"/>
              <w:rPr>
                <w:rFonts w:ascii="Times New Roman" w:hAnsi="Times New Roman"/>
                <w:sz w:val="24"/>
                <w:szCs w:val="24"/>
              </w:rPr>
            </w:pPr>
            <w:bookmarkStart w:id="124" w:name="_GoBack"/>
            <w:r w:rsidRPr="0094238C">
              <w:rPr>
                <w:rFonts w:ascii="Times New Roman" w:hAnsi="Times New Roman"/>
                <w:sz w:val="24"/>
                <w:szCs w:val="24"/>
              </w:rPr>
              <w:t>Estimate of Interest</w:t>
            </w:r>
          </w:p>
        </w:tc>
        <w:tc>
          <w:tcPr>
            <w:tcW w:w="1632"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Variable Name</w:t>
            </w:r>
          </w:p>
        </w:tc>
        <w:tc>
          <w:tcPr>
            <w:tcW w:w="1770"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Estimate (SE)</w:t>
            </w:r>
          </w:p>
        </w:tc>
        <w:tc>
          <w:tcPr>
            <w:tcW w:w="2070" w:type="dxa"/>
            <w:vAlign w:val="center"/>
          </w:tcPr>
          <w:p w:rsidR="00B021C0" w:rsidRPr="0094238C" w:rsidRDefault="00B021C0" w:rsidP="00273082">
            <w:pPr>
              <w:pStyle w:val="TH-TableHeading"/>
              <w:rPr>
                <w:rFonts w:ascii="Times New Roman" w:hAnsi="Times New Roman"/>
                <w:sz w:val="24"/>
                <w:szCs w:val="24"/>
              </w:rPr>
            </w:pPr>
            <w:r w:rsidRPr="0094238C">
              <w:rPr>
                <w:rFonts w:ascii="Times New Roman" w:hAnsi="Times New Roman"/>
                <w:sz w:val="24"/>
                <w:szCs w:val="24"/>
              </w:rPr>
              <w:t>Estimate Excluding Zero Payment Events (SE)</w:t>
            </w:r>
            <w:r w:rsidRPr="0094238C">
              <w:rPr>
                <w:rStyle w:val="FootnoteTextChar"/>
                <w:rFonts w:ascii="Times New Roman" w:hAnsi="Times New Roman"/>
                <w:sz w:val="24"/>
                <w:szCs w:val="24"/>
              </w:rPr>
              <w:t>*</w:t>
            </w:r>
          </w:p>
        </w:tc>
      </w:tr>
      <w:tr w:rsidR="00B021C0" w:rsidRPr="00083316" w:rsidTr="007C5492">
        <w:trPr>
          <w:cantSplit/>
          <w:trHeight w:val="507"/>
        </w:trPr>
        <w:tc>
          <w:tcPr>
            <w:tcW w:w="3235" w:type="dxa"/>
            <w:vAlign w:val="center"/>
          </w:tcPr>
          <w:p w:rsidR="00B021C0" w:rsidRPr="00083316" w:rsidRDefault="00B021C0" w:rsidP="0057208E">
            <w:pPr>
              <w:pStyle w:val="SL-FlLftSgl"/>
            </w:pPr>
            <w:r w:rsidRPr="00083316">
              <w:t xml:space="preserve">Mean total payments per visit </w:t>
            </w:r>
          </w:p>
        </w:tc>
        <w:tc>
          <w:tcPr>
            <w:tcW w:w="1632" w:type="dxa"/>
            <w:vAlign w:val="center"/>
          </w:tcPr>
          <w:p w:rsidR="00B021C0" w:rsidRPr="00083316" w:rsidRDefault="00B021C0" w:rsidP="0057208E">
            <w:pPr>
              <w:pStyle w:val="SL-FlLftSgl"/>
            </w:pPr>
            <w:r w:rsidRPr="00083316">
              <w:t>ERXP</w:t>
            </w:r>
            <w:r w:rsidR="00954299" w:rsidRPr="00083316">
              <w:t>19</w:t>
            </w:r>
            <w:r w:rsidRPr="00083316">
              <w:t>X</w:t>
            </w:r>
          </w:p>
        </w:tc>
        <w:tc>
          <w:tcPr>
            <w:tcW w:w="1770" w:type="dxa"/>
            <w:vAlign w:val="center"/>
          </w:tcPr>
          <w:p w:rsidR="00B021C0" w:rsidRPr="00083316" w:rsidRDefault="00B021C0" w:rsidP="00F1088F">
            <w:pPr>
              <w:pStyle w:val="SL-FlLftSgl"/>
              <w:jc w:val="right"/>
              <w:rPr>
                <w:szCs w:val="24"/>
              </w:rPr>
            </w:pPr>
            <w:r w:rsidRPr="00083316">
              <w:rPr>
                <w:szCs w:val="24"/>
              </w:rPr>
              <w:t>$</w:t>
            </w:r>
            <w:r w:rsidR="005A794A" w:rsidRPr="00083316">
              <w:rPr>
                <w:szCs w:val="24"/>
              </w:rPr>
              <w:t>1,082</w:t>
            </w:r>
            <w:r w:rsidRPr="00083316">
              <w:rPr>
                <w:szCs w:val="24"/>
              </w:rPr>
              <w:t xml:space="preserve"> ($</w:t>
            </w:r>
            <w:r w:rsidR="005A794A" w:rsidRPr="00083316">
              <w:rPr>
                <w:szCs w:val="24"/>
              </w:rPr>
              <w:t>31.8</w:t>
            </w:r>
            <w:r w:rsidRPr="00083316">
              <w:rPr>
                <w:szCs w:val="24"/>
              </w:rPr>
              <w:t>)</w:t>
            </w:r>
          </w:p>
        </w:tc>
        <w:tc>
          <w:tcPr>
            <w:tcW w:w="2070" w:type="dxa"/>
            <w:vAlign w:val="center"/>
          </w:tcPr>
          <w:p w:rsidR="00B021C0" w:rsidRPr="00083316" w:rsidRDefault="00B021C0" w:rsidP="00F1088F">
            <w:pPr>
              <w:pStyle w:val="SL-FlLftSgl"/>
              <w:jc w:val="right"/>
              <w:rPr>
                <w:szCs w:val="24"/>
              </w:rPr>
            </w:pPr>
            <w:r w:rsidRPr="00083316">
              <w:rPr>
                <w:szCs w:val="24"/>
              </w:rPr>
              <w:t>$</w:t>
            </w:r>
            <w:r w:rsidR="005A794A" w:rsidRPr="00083316">
              <w:rPr>
                <w:szCs w:val="24"/>
              </w:rPr>
              <w:t>1,179</w:t>
            </w:r>
            <w:r w:rsidRPr="00083316">
              <w:rPr>
                <w:szCs w:val="24"/>
              </w:rPr>
              <w:t xml:space="preserve"> ($</w:t>
            </w:r>
            <w:r w:rsidR="005A794A" w:rsidRPr="00083316">
              <w:rPr>
                <w:szCs w:val="24"/>
              </w:rPr>
              <w:t>34.5</w:t>
            </w:r>
            <w:r w:rsidRPr="00083316">
              <w:rPr>
                <w:szCs w:val="24"/>
              </w:rPr>
              <w:t>)</w:t>
            </w:r>
          </w:p>
        </w:tc>
      </w:tr>
      <w:tr w:rsidR="00B021C0" w:rsidRPr="00083316" w:rsidTr="007C5492">
        <w:trPr>
          <w:cantSplit/>
          <w:trHeight w:val="492"/>
        </w:trPr>
        <w:tc>
          <w:tcPr>
            <w:tcW w:w="3235" w:type="dxa"/>
            <w:vAlign w:val="center"/>
          </w:tcPr>
          <w:p w:rsidR="00B021C0" w:rsidRPr="00083316" w:rsidRDefault="00B021C0" w:rsidP="0057208E">
            <w:pPr>
              <w:pStyle w:val="SL-FlLftSgl"/>
            </w:pPr>
            <w:r w:rsidRPr="00083316">
              <w:t xml:space="preserve">Mean out-of-pocket payment per visit </w:t>
            </w:r>
          </w:p>
        </w:tc>
        <w:tc>
          <w:tcPr>
            <w:tcW w:w="1632" w:type="dxa"/>
            <w:vAlign w:val="center"/>
          </w:tcPr>
          <w:p w:rsidR="00B021C0" w:rsidRPr="00083316" w:rsidRDefault="00B021C0" w:rsidP="0057208E">
            <w:pPr>
              <w:pStyle w:val="SL-FlLftSgl"/>
            </w:pPr>
            <w:r w:rsidRPr="00083316">
              <w:t>ERDSF</w:t>
            </w:r>
            <w:r w:rsidR="00954299" w:rsidRPr="00083316">
              <w:t>19</w:t>
            </w:r>
            <w:r w:rsidRPr="00083316">
              <w:t>X +ERFSF</w:t>
            </w:r>
            <w:r w:rsidR="00954299" w:rsidRPr="00083316">
              <w:t>19</w:t>
            </w:r>
            <w:r w:rsidRPr="00083316">
              <w:t>X</w:t>
            </w:r>
          </w:p>
        </w:tc>
        <w:tc>
          <w:tcPr>
            <w:tcW w:w="1770" w:type="dxa"/>
            <w:vAlign w:val="center"/>
          </w:tcPr>
          <w:p w:rsidR="00B021C0" w:rsidRPr="00083316" w:rsidRDefault="00B021C0" w:rsidP="00F1088F">
            <w:pPr>
              <w:pStyle w:val="SL-FlLftSgl"/>
              <w:jc w:val="right"/>
              <w:rPr>
                <w:szCs w:val="24"/>
              </w:rPr>
            </w:pPr>
            <w:r w:rsidRPr="00083316">
              <w:rPr>
                <w:szCs w:val="24"/>
              </w:rPr>
              <w:t>$</w:t>
            </w:r>
            <w:r w:rsidR="005A794A" w:rsidRPr="00083316">
              <w:rPr>
                <w:szCs w:val="24"/>
              </w:rPr>
              <w:t>108</w:t>
            </w:r>
            <w:r w:rsidRPr="00083316">
              <w:rPr>
                <w:szCs w:val="24"/>
              </w:rPr>
              <w:t xml:space="preserve"> ($</w:t>
            </w:r>
            <w:r w:rsidR="005A794A" w:rsidRPr="00083316">
              <w:rPr>
                <w:szCs w:val="24"/>
              </w:rPr>
              <w:t>7.0</w:t>
            </w:r>
            <w:r w:rsidRPr="00083316">
              <w:rPr>
                <w:szCs w:val="24"/>
              </w:rPr>
              <w:t>)</w:t>
            </w:r>
          </w:p>
        </w:tc>
        <w:tc>
          <w:tcPr>
            <w:tcW w:w="2070" w:type="dxa"/>
            <w:vAlign w:val="center"/>
          </w:tcPr>
          <w:p w:rsidR="00B021C0" w:rsidRPr="00083316" w:rsidRDefault="00B021C0" w:rsidP="00F1088F">
            <w:pPr>
              <w:pStyle w:val="SL-FlLftSgl"/>
              <w:jc w:val="right"/>
              <w:rPr>
                <w:szCs w:val="24"/>
              </w:rPr>
            </w:pPr>
            <w:r w:rsidRPr="00083316">
              <w:rPr>
                <w:szCs w:val="24"/>
              </w:rPr>
              <w:t>$</w:t>
            </w:r>
            <w:r w:rsidR="005A794A" w:rsidRPr="00083316">
              <w:rPr>
                <w:szCs w:val="24"/>
              </w:rPr>
              <w:t>118</w:t>
            </w:r>
            <w:r w:rsidRPr="00083316">
              <w:rPr>
                <w:szCs w:val="24"/>
              </w:rPr>
              <w:t xml:space="preserve"> ($</w:t>
            </w:r>
            <w:r w:rsidR="005A794A" w:rsidRPr="00083316">
              <w:rPr>
                <w:szCs w:val="24"/>
              </w:rPr>
              <w:t>7.6</w:t>
            </w:r>
            <w:r w:rsidRPr="00083316">
              <w:rPr>
                <w:szCs w:val="24"/>
              </w:rPr>
              <w:t>)</w:t>
            </w:r>
          </w:p>
        </w:tc>
      </w:tr>
      <w:tr w:rsidR="00B021C0" w:rsidRPr="00083316" w:rsidTr="007C5492">
        <w:trPr>
          <w:cantSplit/>
          <w:trHeight w:val="864"/>
        </w:trPr>
        <w:tc>
          <w:tcPr>
            <w:tcW w:w="3235" w:type="dxa"/>
            <w:vAlign w:val="center"/>
          </w:tcPr>
          <w:p w:rsidR="00B021C0" w:rsidRPr="00083316" w:rsidRDefault="00B021C0" w:rsidP="0057208E">
            <w:pPr>
              <w:pStyle w:val="SL-FlLftSgl"/>
            </w:pPr>
            <w:r w:rsidRPr="00083316">
              <w:t xml:space="preserve">Mean proportion of total expenditures paid by private insurance per visit </w:t>
            </w:r>
          </w:p>
        </w:tc>
        <w:tc>
          <w:tcPr>
            <w:tcW w:w="1632" w:type="dxa"/>
            <w:vAlign w:val="center"/>
          </w:tcPr>
          <w:p w:rsidR="00B021C0" w:rsidRPr="00083316" w:rsidRDefault="00B021C0" w:rsidP="0057208E">
            <w:pPr>
              <w:pStyle w:val="SL-FlLftSgl"/>
            </w:pPr>
            <w:r w:rsidRPr="00083316">
              <w:t>(ERDPV</w:t>
            </w:r>
            <w:r w:rsidR="00954299" w:rsidRPr="00083316">
              <w:t>19</w:t>
            </w:r>
            <w:r w:rsidRPr="00083316">
              <w:t>X+ERFPV</w:t>
            </w:r>
            <w:r w:rsidR="00954299" w:rsidRPr="00083316">
              <w:t>19</w:t>
            </w:r>
            <w:r w:rsidRPr="00083316">
              <w:t>X) /ERXP</w:t>
            </w:r>
            <w:r w:rsidR="00954299" w:rsidRPr="00083316">
              <w:t>19</w:t>
            </w:r>
            <w:r w:rsidRPr="00083316">
              <w:t>X</w:t>
            </w:r>
          </w:p>
        </w:tc>
        <w:tc>
          <w:tcPr>
            <w:tcW w:w="1770" w:type="dxa"/>
            <w:vAlign w:val="center"/>
          </w:tcPr>
          <w:p w:rsidR="00B021C0" w:rsidRPr="00083316" w:rsidRDefault="00B021C0" w:rsidP="00B80DBF">
            <w:pPr>
              <w:pStyle w:val="SL-FlLftSgl"/>
              <w:jc w:val="right"/>
              <w:rPr>
                <w:szCs w:val="24"/>
              </w:rPr>
            </w:pPr>
            <w:r w:rsidRPr="00083316">
              <w:rPr>
                <w:szCs w:val="24"/>
              </w:rPr>
              <w:t>---------------</w:t>
            </w:r>
          </w:p>
        </w:tc>
        <w:tc>
          <w:tcPr>
            <w:tcW w:w="2070" w:type="dxa"/>
            <w:vAlign w:val="center"/>
          </w:tcPr>
          <w:p w:rsidR="00B021C0" w:rsidRPr="00083316" w:rsidRDefault="005A794A" w:rsidP="00F1088F">
            <w:pPr>
              <w:pStyle w:val="SL-FlLftSgl"/>
              <w:jc w:val="right"/>
              <w:rPr>
                <w:szCs w:val="24"/>
              </w:rPr>
            </w:pPr>
            <w:r w:rsidRPr="00083316">
              <w:rPr>
                <w:szCs w:val="24"/>
              </w:rPr>
              <w:t>0.305</w:t>
            </w:r>
            <w:r w:rsidR="00B021C0" w:rsidRPr="00083316">
              <w:rPr>
                <w:szCs w:val="24"/>
              </w:rPr>
              <w:t xml:space="preserve"> (</w:t>
            </w:r>
            <w:r w:rsidRPr="00083316">
              <w:rPr>
                <w:szCs w:val="24"/>
              </w:rPr>
              <w:t>0.0094</w:t>
            </w:r>
            <w:r w:rsidR="00B021C0" w:rsidRPr="00083316">
              <w:rPr>
                <w:szCs w:val="24"/>
              </w:rPr>
              <w:t>)</w:t>
            </w:r>
          </w:p>
        </w:tc>
      </w:tr>
    </w:tbl>
    <w:bookmarkEnd w:id="124"/>
    <w:p w:rsidR="00B021C0" w:rsidRPr="00083316" w:rsidRDefault="00B021C0" w:rsidP="00DC1E44">
      <w:pPr>
        <w:pStyle w:val="TF-TblFN"/>
      </w:pPr>
      <w:proofErr w:type="gramStart"/>
      <w:r w:rsidRPr="00083316">
        <w:rPr>
          <w:szCs w:val="24"/>
        </w:rPr>
        <w:t>*</w:t>
      </w:r>
      <w:r w:rsidRPr="00083316">
        <w:t xml:space="preserve"> Zero payment events can occur in MEPS for the following reasons: (1) the stay was covered under a flat fee arrangement (flat fee payments are included only on the first event covered by the arrangement), (2) there was no charge for a follow-up stay, (3) the provider was never paid by an individual, insurance plan, or other source for services provided, (4) charges were included in the bill for a subsequent hospital admission (emergency room events only), or (5) the event was paid for through government or privately-funded research or clinical trials.</w:t>
      </w:r>
      <w:proofErr w:type="gramEnd"/>
    </w:p>
    <w:p w:rsidR="00B021C0" w:rsidRPr="00083316" w:rsidRDefault="00B021C0" w:rsidP="0057208E">
      <w:pPr>
        <w:pStyle w:val="Heading4"/>
      </w:pPr>
      <w:bookmarkStart w:id="125" w:name="_Toc72756921"/>
      <w:r w:rsidRPr="00083316">
        <w:t>4.2</w:t>
      </w:r>
      <w:r w:rsidRPr="00083316">
        <w:tab/>
        <w:t>Person-Based Estimates for Emergency Room Visits</w:t>
      </w:r>
      <w:bookmarkEnd w:id="125"/>
    </w:p>
    <w:p w:rsidR="00B021C0" w:rsidRPr="00083316" w:rsidRDefault="00B021C0">
      <w:pPr>
        <w:pStyle w:val="L1-FlLfSp12"/>
      </w:pPr>
      <w:r w:rsidRPr="00083316">
        <w:t xml:space="preserve">To enhance analyses of emergency room visits, analysts may link information about emergency room visits by sample persons in this file to the annual full year consolidated file (which has data for all MEPS sample persons), or conversely, link person-level information from the full year consolidated file to this event-level file (see Section 5 below for more details). Both this file and the full year consolidated file </w:t>
      </w:r>
      <w:proofErr w:type="gramStart"/>
      <w:r w:rsidRPr="00083316">
        <w:t>may be used</w:t>
      </w:r>
      <w:proofErr w:type="gramEnd"/>
      <w:r w:rsidRPr="00083316">
        <w:t xml:space="preserve"> to derive estimates for persons with emergency room care and annual estimates of total expenditures. However, if the estimate relates to the entire population, this file </w:t>
      </w:r>
      <w:proofErr w:type="gramStart"/>
      <w:r w:rsidRPr="00083316">
        <w:t>cannot be used</w:t>
      </w:r>
      <w:proofErr w:type="gramEnd"/>
      <w:r w:rsidRPr="00083316">
        <w:t xml:space="preserve"> to calculate the denominator, as only those persons with at least one emergency room event are represented on this data file. Therefore, the full year consolidated file </w:t>
      </w:r>
      <w:proofErr w:type="gramStart"/>
      <w:r w:rsidRPr="00083316">
        <w:t>must be used</w:t>
      </w:r>
      <w:proofErr w:type="gramEnd"/>
      <w:r w:rsidRPr="00083316">
        <w:t xml:space="preserve"> for person-level analyses that include both persons with and without emergency room care. </w:t>
      </w:r>
    </w:p>
    <w:p w:rsidR="00B021C0" w:rsidRPr="00083316" w:rsidRDefault="00B021C0" w:rsidP="0057208E">
      <w:pPr>
        <w:pStyle w:val="Heading4"/>
      </w:pPr>
      <w:bookmarkStart w:id="126" w:name="_Toc72756922"/>
      <w:r w:rsidRPr="00083316">
        <w:t>4.3</w:t>
      </w:r>
      <w:r w:rsidRPr="00083316">
        <w:tab/>
        <w:t>Variables with Missing Values</w:t>
      </w:r>
      <w:bookmarkEnd w:id="126"/>
    </w:p>
    <w:p w:rsidR="0003762B" w:rsidRPr="00083316" w:rsidRDefault="00B021C0">
      <w:pPr>
        <w:pStyle w:val="L1-FlLfSp12"/>
      </w:pPr>
      <w:r w:rsidRPr="00083316">
        <w:t xml:space="preserve">It is essential that the analyst examine all variables for the presence of negative values used to represent missing values. For continuous or discrete variables, where means or totals </w:t>
      </w:r>
      <w:proofErr w:type="gramStart"/>
      <w:r w:rsidRPr="00083316">
        <w:t>may be taken</w:t>
      </w:r>
      <w:proofErr w:type="gramEnd"/>
      <w:r w:rsidRPr="00083316">
        <w:t xml:space="preserve">, it may be necessary to set negative values to values appropriate to the analytic needs. That is, the analyst should either impute a value or set the value to one that </w:t>
      </w:r>
      <w:proofErr w:type="gramStart"/>
      <w:r w:rsidRPr="00083316">
        <w:t>will be interpreted</w:t>
      </w:r>
      <w:proofErr w:type="gramEnd"/>
      <w:r w:rsidRPr="00083316">
        <w:t xml:space="preserve"> as missing by the software package used. For categorical and dichotomous variables, the analyst may want to consider whether to recode or impute a value for cases with negative values or whether to exclude or include such cases in the numerator and/or denominator when calculating proportions. </w:t>
      </w:r>
    </w:p>
    <w:p w:rsidR="00B021C0" w:rsidRPr="00083316" w:rsidRDefault="00B021C0">
      <w:pPr>
        <w:pStyle w:val="L1-FlLfSp12"/>
      </w:pPr>
      <w:r w:rsidRPr="00083316">
        <w:t xml:space="preserve">Methodologies used for the editing/imputation of expenditure variables (e.g., sources of payment, flat fee, and zero expenditures) </w:t>
      </w:r>
      <w:proofErr w:type="gramStart"/>
      <w:r w:rsidRPr="00083316">
        <w:t>are described</w:t>
      </w:r>
      <w:proofErr w:type="gramEnd"/>
      <w:r w:rsidRPr="00083316">
        <w:t xml:space="preserve"> in Section 2.5.6.</w:t>
      </w:r>
    </w:p>
    <w:p w:rsidR="00B021C0" w:rsidRPr="00083316" w:rsidRDefault="00B021C0" w:rsidP="0057208E">
      <w:pPr>
        <w:pStyle w:val="Heading4"/>
      </w:pPr>
      <w:bookmarkStart w:id="127" w:name="_Toc72756923"/>
      <w:r w:rsidRPr="00083316">
        <w:t>4.4</w:t>
      </w:r>
      <w:r w:rsidRPr="00083316">
        <w:tab/>
        <w:t>Variance Estimation (VARPSU, VARSTR)</w:t>
      </w:r>
      <w:bookmarkEnd w:id="127"/>
    </w:p>
    <w:p w:rsidR="00B021C0" w:rsidRPr="00083316" w:rsidRDefault="00B021C0" w:rsidP="003C147D">
      <w:pPr>
        <w:pStyle w:val="L1-FlLfSp12"/>
      </w:pPr>
      <w:r w:rsidRPr="00083316">
        <w:t xml:space="preserve">The MEPS </w:t>
      </w:r>
      <w:proofErr w:type="gramStart"/>
      <w:r w:rsidRPr="00083316">
        <w:t>is based</w:t>
      </w:r>
      <w:proofErr w:type="gramEnd"/>
      <w:r w:rsidRPr="00083316">
        <w:t xml:space="preserve"> on a complex sample design. To obtain estimates of variability (such as the standard error of sample estimates or corresponding confidence intervals) for MEPS estimates, analysts need to take into account the complex sample design of MEPS for both person-level and family-level analyses. Several methodologies </w:t>
      </w:r>
      <w:proofErr w:type="gramStart"/>
      <w:r w:rsidRPr="00083316">
        <w:t>have been developed</w:t>
      </w:r>
      <w:proofErr w:type="gramEnd"/>
      <w:r w:rsidRPr="00083316">
        <w:t xml:space="preserve"> for estimating standard errors for surveys with a complex sample design, including the Taylor-series linearization method, balanced repeated replication, and jackknife replication. Various software packages provide analysts with the capability of implementing these methodologies. MEPS analysts most commonly use the Taylor Series approach. </w:t>
      </w:r>
      <w:r w:rsidR="000B17D6" w:rsidRPr="00083316">
        <w:t xml:space="preserve">Although this data file does not contain replicate weights, the capability of employing replicate weights constructed using the Balanced Repeated Replication (BRR) methodology </w:t>
      </w:r>
      <w:proofErr w:type="gramStart"/>
      <w:r w:rsidR="000B17D6" w:rsidRPr="00083316">
        <w:t>is also provided</w:t>
      </w:r>
      <w:proofErr w:type="gramEnd"/>
      <w:r w:rsidR="000B17D6" w:rsidRPr="00083316">
        <w:t xml:space="preserve"> if needed to develop variances for more complex estimators (see Section 4.4.2).</w:t>
      </w:r>
    </w:p>
    <w:p w:rsidR="00B021C0" w:rsidRPr="00083316" w:rsidRDefault="00B021C0" w:rsidP="0057208E">
      <w:pPr>
        <w:pStyle w:val="Heading5"/>
        <w:rPr>
          <w:lang w:val="en-US"/>
        </w:rPr>
      </w:pPr>
      <w:bookmarkStart w:id="128" w:name="_Toc72756924"/>
      <w:r w:rsidRPr="00083316">
        <w:rPr>
          <w:lang w:val="en-US"/>
        </w:rPr>
        <w:t>4.4.1</w:t>
      </w:r>
      <w:r w:rsidRPr="00083316">
        <w:rPr>
          <w:lang w:val="en-US"/>
        </w:rPr>
        <w:tab/>
        <w:t>Taylor-series Linearization Method</w:t>
      </w:r>
      <w:bookmarkEnd w:id="128"/>
    </w:p>
    <w:p w:rsidR="00B021C0" w:rsidRPr="00083316" w:rsidRDefault="00B021C0">
      <w:pPr>
        <w:pStyle w:val="L1-FlLfSp12"/>
      </w:pPr>
      <w:r w:rsidRPr="00083316">
        <w:t xml:space="preserve">The variables needed to calculate appropriate standard errors based on the Taylor-series linearization method are included on this file as well as all other MEPS public use files. Software packages that permit the use of the Taylor-series linearization method include SUDAAN, </w:t>
      </w:r>
      <w:r w:rsidR="00A43E15" w:rsidRPr="00083316">
        <w:t xml:space="preserve">R, </w:t>
      </w:r>
      <w:r w:rsidRPr="00083316">
        <w:t xml:space="preserve">Stata, SAS (version 8.2 and higher), and SPSS (version 12.0 and higher). For complete information on the capabilities of </w:t>
      </w:r>
      <w:r w:rsidR="00AC0904" w:rsidRPr="00083316">
        <w:t xml:space="preserve">a </w:t>
      </w:r>
      <w:r w:rsidRPr="00083316">
        <w:t>package, analysts should refer to the corresponding software user documentation.</w:t>
      </w:r>
    </w:p>
    <w:p w:rsidR="00B021C0" w:rsidRPr="00083316" w:rsidRDefault="00B021C0" w:rsidP="003C147D">
      <w:pPr>
        <w:pStyle w:val="L1-FlLfSp12"/>
      </w:pPr>
      <w:r w:rsidRPr="00083316">
        <w:t xml:space="preserve">Using the Taylor-series linearization method, variance estimation strata and the variance estimation PSUs within these strata </w:t>
      </w:r>
      <w:proofErr w:type="gramStart"/>
      <w:r w:rsidRPr="00083316">
        <w:t>must be specified</w:t>
      </w:r>
      <w:proofErr w:type="gramEnd"/>
      <w:r w:rsidRPr="00083316">
        <w:t xml:space="preserve">. The variables VARSTR and VARPSU on this MEPS data file serve to identify the sampling strata and primary sampling units required by the variance estimation programs. Specifying a “with replacement” design in one of the previously mentioned computer software packages will provide estimated standard errors appropriate for assessing the variability of MEPS survey estimates. It should be noted that the number of degrees of freedom associated with estimates of variability indicated by such a package </w:t>
      </w:r>
      <w:proofErr w:type="gramStart"/>
      <w:r w:rsidRPr="00083316">
        <w:t>may</w:t>
      </w:r>
      <w:proofErr w:type="gramEnd"/>
      <w:r w:rsidRPr="00083316">
        <w:t xml:space="preserve"> not appropriately reflect the number available. For variables of interest distributed throughout the country (and thus the MEPS sample PSUs), one can generally expect to have at least 100 degrees of freedom associated with the estimated standard errors for national estimates based on this MEPS database.</w:t>
      </w:r>
    </w:p>
    <w:p w:rsidR="00B021C0" w:rsidRPr="00083316" w:rsidRDefault="00B021C0" w:rsidP="003C147D">
      <w:pPr>
        <w:pStyle w:val="L1-FlLfSp12"/>
      </w:pPr>
      <w:r w:rsidRPr="00083316">
        <w:rPr>
          <w:color w:val="000000"/>
        </w:rPr>
        <w:t xml:space="preserve">Prior to 2002, MEPS variance strata and PSUs </w:t>
      </w:r>
      <w:proofErr w:type="gramStart"/>
      <w:r w:rsidRPr="00083316">
        <w:rPr>
          <w:color w:val="000000"/>
        </w:rPr>
        <w:t>were developed</w:t>
      </w:r>
      <w:proofErr w:type="gramEnd"/>
      <w:r w:rsidRPr="00083316">
        <w:rPr>
          <w:color w:val="000000"/>
        </w:rPr>
        <w:t xml:space="preserve"> independently from year to year, and the last two characters of the strata and PSU variable names denoted the year. However, beginning with the 2002 Point-in-Time PUF, the variance strata and PSUs </w:t>
      </w:r>
      <w:proofErr w:type="gramStart"/>
      <w:r w:rsidRPr="00083316">
        <w:rPr>
          <w:color w:val="000000"/>
        </w:rPr>
        <w:t>were developed</w:t>
      </w:r>
      <w:proofErr w:type="gramEnd"/>
      <w:r w:rsidRPr="00083316">
        <w:rPr>
          <w:color w:val="000000"/>
        </w:rPr>
        <w:t xml:space="preserve"> to be </w:t>
      </w:r>
      <w:r w:rsidRPr="00083316">
        <w:t xml:space="preserve">compatible with </w:t>
      </w:r>
      <w:bookmarkStart w:id="129" w:name="_Toc29804831"/>
      <w:r w:rsidRPr="00083316">
        <w:t xml:space="preserve">all future PUFs until the NHIS design changed. Thus, when pooling data across years 2002 through the Panel 11 component of the 2007 files, the variance strata and PSU variables provided can be used without modification for variance estimation purposes for estimates covering multiple years of data. There were 203 variance estimation strata, each stratum with either two or three variance estimation PSUs. </w:t>
      </w:r>
    </w:p>
    <w:p w:rsidR="00B021C0" w:rsidRPr="00083316" w:rsidRDefault="00B021C0" w:rsidP="003C147D">
      <w:pPr>
        <w:pStyle w:val="L1-FlLfSp12"/>
      </w:pPr>
      <w:r w:rsidRPr="00083316">
        <w:t xml:space="preserve">From Panel 12 of the 2007 files, a new set of variance strata and PSUs </w:t>
      </w:r>
      <w:proofErr w:type="gramStart"/>
      <w:r w:rsidRPr="00083316">
        <w:t>were developed</w:t>
      </w:r>
      <w:proofErr w:type="gramEnd"/>
      <w:r w:rsidRPr="00083316">
        <w:t xml:space="preserve"> because of the introduction of a new NHIS design. There are 165 variance strata with either two or three variance estimation PSUs per stratum, starting from Panel 12. Therefore, there are </w:t>
      </w:r>
      <w:proofErr w:type="gramStart"/>
      <w:r w:rsidRPr="00083316">
        <w:t>a total of 368</w:t>
      </w:r>
      <w:proofErr w:type="gramEnd"/>
      <w:r w:rsidRPr="00083316">
        <w:t xml:space="preserve"> (203+165) variance strata in the 2007 Full Year file as it consists of two panels that were selected under two independent NHIS sample designs. Since both MEPS panels in the Full Year files from 2008 through 2016 </w:t>
      </w:r>
      <w:proofErr w:type="gramStart"/>
      <w:r w:rsidRPr="00083316">
        <w:t>are based</w:t>
      </w:r>
      <w:proofErr w:type="gramEnd"/>
      <w:r w:rsidRPr="00083316">
        <w:t xml:space="preserve"> on the next NHIS design, there are only 165 variance strata. These variance strata (VARSTR values) </w:t>
      </w:r>
      <w:proofErr w:type="gramStart"/>
      <w:r w:rsidRPr="00083316">
        <w:t>have been numbered</w:t>
      </w:r>
      <w:proofErr w:type="gramEnd"/>
      <w:r w:rsidRPr="00083316">
        <w:t xml:space="preserve"> from 1001 to 1165 so that they can be readily distinguished from those developed under the former NHIS sample design in the event that data are pooled for several years. </w:t>
      </w:r>
    </w:p>
    <w:p w:rsidR="00AC0904" w:rsidRPr="00083316" w:rsidRDefault="00AC0904" w:rsidP="00AC0904">
      <w:pPr>
        <w:pStyle w:val="L1-FlLfSp12"/>
      </w:pPr>
      <w:r w:rsidRPr="00083316">
        <w:t xml:space="preserve">As discussed, a complete change </w:t>
      </w:r>
      <w:proofErr w:type="gramStart"/>
      <w:r w:rsidRPr="00083316">
        <w:t>was made</w:t>
      </w:r>
      <w:proofErr w:type="gramEnd"/>
      <w:r w:rsidRPr="00083316">
        <w:t xml:space="preserve"> to the NHIS sample design in 2016, effectively changing the MEPS design beginning with calendar year 2017. There were 117 variance strata originally formed under this new design intended for use until the next fully new NHIS design </w:t>
      </w:r>
      <w:proofErr w:type="gramStart"/>
      <w:r w:rsidRPr="00083316">
        <w:t>was implemented</w:t>
      </w:r>
      <w:proofErr w:type="gramEnd"/>
      <w:r w:rsidRPr="00083316">
        <w:t xml:space="preserve">. In order to make the pooling of data across multiple years of MEPS more straightforward, the numbering system for the variance strata has changed. Those strata associated with the new design (implemented in 2016) </w:t>
      </w:r>
      <w:proofErr w:type="gramStart"/>
      <w:r w:rsidRPr="00083316">
        <w:t>were numbered</w:t>
      </w:r>
      <w:proofErr w:type="gramEnd"/>
      <w:r w:rsidRPr="00083316">
        <w:t xml:space="preserve"> from 2001 to 2117.</w:t>
      </w:r>
    </w:p>
    <w:p w:rsidR="00AC0904" w:rsidRPr="00083316" w:rsidRDefault="00AC0904" w:rsidP="00AC0904">
      <w:pPr>
        <w:pStyle w:val="L1-FlLfSp12"/>
      </w:pPr>
      <w:r w:rsidRPr="00083316">
        <w:t xml:space="preserve">However, the new NHIS sample design implemented in 2016, </w:t>
      </w:r>
      <w:proofErr w:type="gramStart"/>
      <w:r w:rsidRPr="00083316">
        <w:t>was further modified</w:t>
      </w:r>
      <w:proofErr w:type="gramEnd"/>
      <w:r w:rsidRPr="00083316">
        <w:t xml:space="preserve"> in 2018. With the modification in the 2018 NHIS sample design, the MEPS variance structure for the 2019 Full Year file has also had to </w:t>
      </w:r>
      <w:proofErr w:type="gramStart"/>
      <w:r w:rsidRPr="00083316">
        <w:t>be modified</w:t>
      </w:r>
      <w:proofErr w:type="gramEnd"/>
      <w:r w:rsidRPr="00083316">
        <w:t xml:space="preserve">, reducing the number of variance strata to 105. Consistency </w:t>
      </w:r>
      <w:proofErr w:type="gramStart"/>
      <w:r w:rsidRPr="00083316">
        <w:t>was maintained</w:t>
      </w:r>
      <w:proofErr w:type="gramEnd"/>
      <w:r w:rsidRPr="00083316">
        <w:t xml:space="preserve"> with the prior structure in that the 2019 Full Year file variance strata were also numbered within the range of values from 2001-2117, although there are now gaps in the values assigned within this range. Retaining </w:t>
      </w:r>
      <w:proofErr w:type="gramStart"/>
      <w:r w:rsidRPr="00083316">
        <w:t>this</w:t>
      </w:r>
      <w:proofErr w:type="gramEnd"/>
      <w:r w:rsidRPr="00083316">
        <w:t xml:space="preserve"> numbering system permits analysts interested in pooling MEPS data across several years to do so without incurring logistical issues related to variance estimation </w:t>
      </w:r>
      <w:r w:rsidRPr="00083316">
        <w:rPr>
          <w:szCs w:val="23"/>
        </w:rPr>
        <w:t>while permitting the establishment of useful estimates of variability for estimates based on data obtained over several years of data collection.</w:t>
      </w:r>
    </w:p>
    <w:p w:rsidR="006769BF" w:rsidRPr="00083316" w:rsidRDefault="006769BF" w:rsidP="00B73242">
      <w:pPr>
        <w:pStyle w:val="L1-FlLfSp12"/>
      </w:pPr>
      <w:r w:rsidRPr="00083316">
        <w:t xml:space="preserve">To obtain appropriate standard errors when pooling MEPS data across multiple years, it is necessary to specify a common variance structure. Prior to 2002, each annual MEPS public use file </w:t>
      </w:r>
      <w:proofErr w:type="gramStart"/>
      <w:r w:rsidRPr="00083316">
        <w:t>was released</w:t>
      </w:r>
      <w:proofErr w:type="gramEnd"/>
      <w:r w:rsidRPr="00083316">
        <w:t xml:space="preserve"> with a variance structure unique to the particular MEPS sample in that year. However, starting in 2002, the annual MEPS public use files </w:t>
      </w:r>
      <w:proofErr w:type="gramStart"/>
      <w:r w:rsidRPr="00083316">
        <w:t>were released</w:t>
      </w:r>
      <w:proofErr w:type="gramEnd"/>
      <w:r w:rsidRPr="00083316">
        <w:t xml:space="preserve"> with a common variance structure that allows users to pool data from 2002 and forward. </w:t>
      </w:r>
    </w:p>
    <w:p w:rsidR="00B021C0" w:rsidRPr="00083316" w:rsidRDefault="006769BF" w:rsidP="0057208E">
      <w:pPr>
        <w:pStyle w:val="L2-FlLSp12"/>
      </w:pPr>
      <w:r w:rsidRPr="00083316">
        <w:rPr>
          <w:sz w:val="23"/>
          <w:szCs w:val="23"/>
        </w:rPr>
        <w:t xml:space="preserve">To ensure that variance strata </w:t>
      </w:r>
      <w:proofErr w:type="gramStart"/>
      <w:r w:rsidRPr="00083316">
        <w:rPr>
          <w:sz w:val="23"/>
          <w:szCs w:val="23"/>
        </w:rPr>
        <w:t>are identified</w:t>
      </w:r>
      <w:proofErr w:type="gramEnd"/>
      <w:r w:rsidRPr="00083316">
        <w:rPr>
          <w:sz w:val="23"/>
          <w:szCs w:val="23"/>
        </w:rPr>
        <w:t xml:space="preserve"> appropriately for variance estimation purposes when pooling MEPS data across several years, one can proceed as follows</w:t>
      </w:r>
    </w:p>
    <w:p w:rsidR="00B021C0" w:rsidRPr="00083316" w:rsidRDefault="00B021C0" w:rsidP="00675F8D">
      <w:pPr>
        <w:pStyle w:val="NL-1stNumberedBullet"/>
        <w:numPr>
          <w:ilvl w:val="0"/>
          <w:numId w:val="59"/>
        </w:numPr>
      </w:pPr>
      <w:r w:rsidRPr="00083316">
        <w:t>When pooling any year from 2002 or later use the variance strata numbering as is.</w:t>
      </w:r>
    </w:p>
    <w:p w:rsidR="006769BF" w:rsidRPr="00083316" w:rsidRDefault="006769BF" w:rsidP="00675F8D">
      <w:pPr>
        <w:pStyle w:val="NL-1stNumberedBullet"/>
        <w:numPr>
          <w:ilvl w:val="0"/>
          <w:numId w:val="59"/>
        </w:numPr>
      </w:pPr>
      <w:r w:rsidRPr="00083316">
        <w:t xml:space="preserve">When pooling any year from </w:t>
      </w:r>
      <w:r w:rsidRPr="00675F8D">
        <w:t>1996</w:t>
      </w:r>
      <w:r w:rsidRPr="00083316">
        <w:t xml:space="preserve"> to 2001 with any year from 2002 or later, use the pooled linkage public use file HC-036 that contains the proper variance structure. The HC-036 file </w:t>
      </w:r>
      <w:proofErr w:type="gramStart"/>
      <w:r w:rsidRPr="00083316">
        <w:t>is updated</w:t>
      </w:r>
      <w:proofErr w:type="gramEnd"/>
      <w:r w:rsidRPr="00083316">
        <w:t xml:space="preserve"> every year to allow pooling of any year prior to 2002 with any year from 2002 up to the latest year. Further details on the HC-036 file </w:t>
      </w:r>
      <w:proofErr w:type="gramStart"/>
      <w:r w:rsidRPr="00083316">
        <w:t>can be found</w:t>
      </w:r>
      <w:proofErr w:type="gramEnd"/>
      <w:r w:rsidRPr="00083316">
        <w:t xml:space="preserve"> in the public use documentation of the HC-036 file. </w:t>
      </w:r>
    </w:p>
    <w:p w:rsidR="00B021C0" w:rsidRPr="00083316" w:rsidRDefault="00B021C0" w:rsidP="0057208E">
      <w:pPr>
        <w:pStyle w:val="Heading5"/>
        <w:rPr>
          <w:lang w:val="en-US"/>
        </w:rPr>
      </w:pPr>
      <w:bookmarkStart w:id="130" w:name="_Toc72756925"/>
      <w:r w:rsidRPr="00083316">
        <w:rPr>
          <w:lang w:val="en-US"/>
        </w:rPr>
        <w:t>4.4.2</w:t>
      </w:r>
      <w:r w:rsidRPr="00083316">
        <w:rPr>
          <w:lang w:val="en-US"/>
        </w:rPr>
        <w:tab/>
        <w:t>Balanced Repeated Replication (BRR) Method</w:t>
      </w:r>
      <w:bookmarkEnd w:id="130"/>
    </w:p>
    <w:p w:rsidR="00B021C0" w:rsidRPr="00083316" w:rsidRDefault="00B021C0" w:rsidP="003C147D">
      <w:pPr>
        <w:pStyle w:val="L1-FlLfSp12"/>
        <w:rPr>
          <w:rFonts w:ascii="Times New (W1)" w:hAnsi="Times New (W1)" w:cs="Courier New"/>
          <w:szCs w:val="24"/>
        </w:rPr>
      </w:pPr>
      <w:r w:rsidRPr="00083316">
        <w:rPr>
          <w:szCs w:val="24"/>
        </w:rPr>
        <w:t xml:space="preserve">BRR replicate weights </w:t>
      </w:r>
      <w:proofErr w:type="gramStart"/>
      <w:r w:rsidRPr="00083316">
        <w:rPr>
          <w:szCs w:val="24"/>
        </w:rPr>
        <w:t>are not provided</w:t>
      </w:r>
      <w:proofErr w:type="gramEnd"/>
      <w:r w:rsidRPr="00083316">
        <w:rPr>
          <w:szCs w:val="24"/>
        </w:rPr>
        <w:t xml:space="preserve"> on this MEPS PUF for the purposes of variance estimation. However, a file containing a BRR replication structure is made available so users can form replicate weights, if desired, from the final MEPS weight to compute variances of MEPS estimates using either BRR or </w:t>
      </w:r>
      <w:proofErr w:type="gramStart"/>
      <w:r w:rsidRPr="00083316">
        <w:rPr>
          <w:szCs w:val="24"/>
        </w:rPr>
        <w:t>Fay’s</w:t>
      </w:r>
      <w:proofErr w:type="gramEnd"/>
      <w:r w:rsidRPr="00083316">
        <w:rPr>
          <w:szCs w:val="24"/>
        </w:rPr>
        <w:t xml:space="preserve"> modified BRR (Fay 1989) methods. The replicate weights are useful to compute variances of complex non-linear estimators for which a Taylor linear form is not easy to derive and not available in commonly used software. </w:t>
      </w:r>
      <w:r w:rsidRPr="00083316">
        <w:rPr>
          <w:rFonts w:ascii="Times New (W1)" w:hAnsi="Times New (W1)" w:cs="Courier New"/>
          <w:szCs w:val="24"/>
        </w:rPr>
        <w:t xml:space="preserve">For instance, it is not possible to calculate the variances of a median or the ratio of two medians using the Taylor linearization method. For these types of estimators, users may calculate a variance using BRR or </w:t>
      </w:r>
      <w:proofErr w:type="gramStart"/>
      <w:r w:rsidRPr="00083316">
        <w:rPr>
          <w:rFonts w:ascii="Times New (W1)" w:hAnsi="Times New (W1)" w:cs="Courier New"/>
          <w:szCs w:val="24"/>
        </w:rPr>
        <w:t>Fay’s</w:t>
      </w:r>
      <w:proofErr w:type="gramEnd"/>
      <w:r w:rsidRPr="00083316">
        <w:rPr>
          <w:rFonts w:ascii="Times New (W1)" w:hAnsi="Times New (W1)" w:cs="Courier New"/>
          <w:szCs w:val="24"/>
        </w:rPr>
        <w:t xml:space="preserve"> modified BRR methods.</w:t>
      </w:r>
      <w:r w:rsidRPr="00083316">
        <w:rPr>
          <w:szCs w:val="24"/>
        </w:rPr>
        <w:t xml:space="preserve"> However, it </w:t>
      </w:r>
      <w:proofErr w:type="gramStart"/>
      <w:r w:rsidRPr="00083316">
        <w:rPr>
          <w:szCs w:val="24"/>
        </w:rPr>
        <w:t>should be noted</w:t>
      </w:r>
      <w:proofErr w:type="gramEnd"/>
      <w:r w:rsidRPr="00083316">
        <w:rPr>
          <w:szCs w:val="24"/>
        </w:rPr>
        <w:t xml:space="preserve"> that the replicate weights have been derived from the final weight through a shortcut approach. Specifically, the replicate weights </w:t>
      </w:r>
      <w:proofErr w:type="gramStart"/>
      <w:r w:rsidRPr="00083316">
        <w:rPr>
          <w:szCs w:val="24"/>
        </w:rPr>
        <w:t>are not computed</w:t>
      </w:r>
      <w:proofErr w:type="gramEnd"/>
      <w:r w:rsidRPr="00083316">
        <w:rPr>
          <w:szCs w:val="24"/>
        </w:rPr>
        <w:t xml:space="preserve"> starting with the base weight and all adjustments made in different stages of weighting are not applied independently in each replicate. Thus, the variances computed using </w:t>
      </w:r>
      <w:proofErr w:type="gramStart"/>
      <w:r w:rsidRPr="00083316">
        <w:rPr>
          <w:szCs w:val="24"/>
        </w:rPr>
        <w:t>this</w:t>
      </w:r>
      <w:proofErr w:type="gramEnd"/>
      <w:r w:rsidRPr="00083316">
        <w:rPr>
          <w:szCs w:val="24"/>
        </w:rPr>
        <w:t xml:space="preserve"> one-step BRR do not capture the effects of all weighting adjustments that would be captured in a set of fully developed BRR replicate weights. The Taylor Series approach does not fully capture the effects of the different weighting adjustments either.</w:t>
      </w:r>
    </w:p>
    <w:p w:rsidR="00B021C0" w:rsidRPr="00083316" w:rsidRDefault="00B021C0" w:rsidP="003C147D">
      <w:pPr>
        <w:pStyle w:val="L1-FlLfSp12"/>
      </w:pPr>
      <w:r w:rsidRPr="00083316">
        <w:rPr>
          <w:rFonts w:cs="Courier New"/>
        </w:rPr>
        <w:t xml:space="preserve">The data set, HC-036BRR, </w:t>
      </w:r>
      <w:r w:rsidR="00CD3522" w:rsidRPr="00083316">
        <w:t>MEPS 1996-201</w:t>
      </w:r>
      <w:r w:rsidR="006769BF" w:rsidRPr="00083316">
        <w:t>8</w:t>
      </w:r>
      <w:r w:rsidR="00CD3522" w:rsidRPr="00083316">
        <w:t xml:space="preserve"> Replicates for Variance Estimation File, </w:t>
      </w:r>
      <w:r w:rsidRPr="00083316">
        <w:rPr>
          <w:rFonts w:cs="Courier New"/>
        </w:rPr>
        <w:t xml:space="preserve">contains the information necessary to construct the BRR replicates. </w:t>
      </w:r>
      <w:r w:rsidRPr="00083316">
        <w:rPr>
          <w:snapToGrid w:val="0"/>
        </w:rPr>
        <w:t xml:space="preserve">It contains a set of 128 flags (BRR1—BRR128) </w:t>
      </w:r>
      <w:r w:rsidRPr="00083316">
        <w:t>in the form of half sample indicators</w:t>
      </w:r>
      <w:r w:rsidRPr="00083316">
        <w:rPr>
          <w:snapToGrid w:val="0"/>
        </w:rPr>
        <w:t xml:space="preserve">, each of which is coded 0 or 1 to indicate whether the person should or should not be included in that particular replicate. These flags </w:t>
      </w:r>
      <w:proofErr w:type="gramStart"/>
      <w:r w:rsidRPr="00083316">
        <w:rPr>
          <w:snapToGrid w:val="0"/>
        </w:rPr>
        <w:t>can be used</w:t>
      </w:r>
      <w:proofErr w:type="gramEnd"/>
      <w:r w:rsidRPr="00083316">
        <w:rPr>
          <w:snapToGrid w:val="0"/>
        </w:rPr>
        <w:t xml:space="preserve"> in conjunction with the full-year weight to construct the BRR replicate weights. For analysis of MEPS data pooled across years, the BRR replicates can be formed in the same way using the HC-036</w:t>
      </w:r>
      <w:r w:rsidR="00CD3522" w:rsidRPr="00083316">
        <w:rPr>
          <w:snapToGrid w:val="0"/>
        </w:rPr>
        <w:t xml:space="preserve">, </w:t>
      </w:r>
      <w:r w:rsidR="00CD3522" w:rsidRPr="00083316">
        <w:t>MEPS 1996-201</w:t>
      </w:r>
      <w:r w:rsidR="006769BF" w:rsidRPr="00083316">
        <w:t>8</w:t>
      </w:r>
      <w:r w:rsidR="00CD3522" w:rsidRPr="00083316">
        <w:t xml:space="preserve"> Pooled Linkage Variance Estimation</w:t>
      </w:r>
      <w:r w:rsidRPr="00083316">
        <w:rPr>
          <w:snapToGrid w:val="0"/>
        </w:rPr>
        <w:t xml:space="preserve"> file. For more information about creating BRR replicates, users can refer to the documentation for the </w:t>
      </w:r>
      <w:hyperlink r:id="rId22" w:history="1">
        <w:r w:rsidRPr="00083316">
          <w:rPr>
            <w:rStyle w:val="Hyperlink"/>
          </w:rPr>
          <w:t>HC-036BRR pooled linkage file</w:t>
        </w:r>
        <w:r w:rsidR="00CD3522" w:rsidRPr="00083316">
          <w:rPr>
            <w:rStyle w:val="Hyperlink"/>
            <w:snapToGrid w:val="0"/>
          </w:rPr>
          <w:t xml:space="preserve"> on the AHRQ website</w:t>
        </w:r>
      </w:hyperlink>
      <w:r w:rsidR="001429A0" w:rsidRPr="00083316">
        <w:t>.</w:t>
      </w:r>
    </w:p>
    <w:p w:rsidR="00B021C0" w:rsidRPr="00083316" w:rsidRDefault="00B021C0" w:rsidP="0057208E">
      <w:pPr>
        <w:pStyle w:val="Heading3"/>
        <w:rPr>
          <w:lang w:val="en-US"/>
        </w:rPr>
      </w:pPr>
      <w:bookmarkStart w:id="131" w:name="_Toc72756926"/>
      <w:r w:rsidRPr="00083316">
        <w:rPr>
          <w:lang w:val="en-US"/>
        </w:rPr>
        <w:t>5.0</w:t>
      </w:r>
      <w:r w:rsidRPr="00083316">
        <w:rPr>
          <w:lang w:val="en-US"/>
        </w:rPr>
        <w:tab/>
        <w:t>Merging/Linking MEPS Data Files</w:t>
      </w:r>
      <w:bookmarkEnd w:id="129"/>
      <w:bookmarkEnd w:id="131"/>
    </w:p>
    <w:p w:rsidR="00B021C0" w:rsidRPr="00083316" w:rsidRDefault="00B021C0" w:rsidP="003C147D">
      <w:pPr>
        <w:pStyle w:val="L1-FlLSp12"/>
        <w:spacing w:after="0"/>
      </w:pPr>
      <w:bookmarkStart w:id="132" w:name="_Toc29804832"/>
      <w:r w:rsidRPr="00083316">
        <w:t xml:space="preserve">Data from this file </w:t>
      </w:r>
      <w:proofErr w:type="gramStart"/>
      <w:r w:rsidRPr="00083316">
        <w:t>can be used</w:t>
      </w:r>
      <w:proofErr w:type="gramEnd"/>
      <w:r w:rsidRPr="00083316">
        <w:t xml:space="preserve"> alone or in conjunction with other files for different analytic purposes. This section summarizes various scenarios for merging/linking MEPS event files. Each MEPS panel </w:t>
      </w:r>
      <w:proofErr w:type="gramStart"/>
      <w:r w:rsidRPr="00083316">
        <w:t>can also be linked</w:t>
      </w:r>
      <w:proofErr w:type="gramEnd"/>
      <w:r w:rsidRPr="00083316">
        <w:t xml:space="preserve"> back to the previous year’s National Health Interview Survey public use data files. For information on obtaining </w:t>
      </w:r>
      <w:proofErr w:type="gramStart"/>
      <w:r w:rsidRPr="00083316">
        <w:t>MEPS/NHIS</w:t>
      </w:r>
      <w:proofErr w:type="gramEnd"/>
      <w:r w:rsidRPr="00083316">
        <w:t xml:space="preserve"> link files please see the </w:t>
      </w:r>
      <w:hyperlink r:id="rId23" w:history="1">
        <w:r w:rsidRPr="00083316">
          <w:rPr>
            <w:rStyle w:val="Hyperlink"/>
          </w:rPr>
          <w:t>data files section of the MEPS website</w:t>
        </w:r>
      </w:hyperlink>
      <w:r w:rsidRPr="00083316">
        <w:t>.</w:t>
      </w:r>
    </w:p>
    <w:p w:rsidR="00B021C0" w:rsidRPr="00083316" w:rsidRDefault="00B021C0" w:rsidP="0057208E">
      <w:pPr>
        <w:pStyle w:val="Heading4"/>
      </w:pPr>
      <w:bookmarkStart w:id="133" w:name="_Toc72756927"/>
      <w:bookmarkEnd w:id="132"/>
      <w:r w:rsidRPr="00083316">
        <w:t>5.1</w:t>
      </w:r>
      <w:r w:rsidRPr="00083316">
        <w:tab/>
        <w:t>Linking to the Person-Level File</w:t>
      </w:r>
      <w:bookmarkEnd w:id="133"/>
    </w:p>
    <w:p w:rsidR="00B021C0" w:rsidRPr="00083316" w:rsidRDefault="00B021C0" w:rsidP="0057208E">
      <w:pPr>
        <w:pStyle w:val="L2-FlLSp12"/>
      </w:pPr>
      <w:r w:rsidRPr="00083316">
        <w:t>Merging characteristics of interest from a pe</w:t>
      </w:r>
      <w:r w:rsidR="00954299" w:rsidRPr="00083316">
        <w:t>rson-level file (e.g., MEPS 2019</w:t>
      </w:r>
      <w:r w:rsidRPr="00083316">
        <w:t xml:space="preserve"> Full Year Consolidated File) expands the scope of potential estimates. For example, to estimate the total number of emergency room visits for persons with specific demographic characteristics (e.g., age, race, sex, and education), population characteristics from a person-level file need to </w:t>
      </w:r>
      <w:proofErr w:type="gramStart"/>
      <w:r w:rsidRPr="00083316">
        <w:t>be merged</w:t>
      </w:r>
      <w:proofErr w:type="gramEnd"/>
      <w:r w:rsidRPr="00083316">
        <w:t xml:space="preserve"> onto the emergency room visit file. This procedure </w:t>
      </w:r>
      <w:proofErr w:type="gramStart"/>
      <w:r w:rsidRPr="00083316">
        <w:t>is illustrated</w:t>
      </w:r>
      <w:proofErr w:type="gramEnd"/>
      <w:r w:rsidRPr="00083316">
        <w:t xml:space="preserve"> below. The MEPS </w:t>
      </w:r>
      <w:r w:rsidR="00954299" w:rsidRPr="00083316">
        <w:t>2019</w:t>
      </w:r>
      <w:r w:rsidRPr="00083316">
        <w:t xml:space="preserve"> Appendix File, HC-</w:t>
      </w:r>
      <w:r w:rsidR="006C04E9" w:rsidRPr="00083316">
        <w:t>213</w:t>
      </w:r>
      <w:r w:rsidRPr="00083316">
        <w:t>I, provides additional details on how to merge MEPS data files.</w:t>
      </w:r>
    </w:p>
    <w:p w:rsidR="00B021C0" w:rsidRPr="00083316" w:rsidRDefault="00B021C0" w:rsidP="002A6B68">
      <w:pPr>
        <w:pStyle w:val="NL-1stNumberedBullet"/>
        <w:numPr>
          <w:ilvl w:val="0"/>
          <w:numId w:val="60"/>
        </w:numPr>
      </w:pPr>
      <w:r w:rsidRPr="00083316">
        <w:t>Create data set PERSX by sorting the MEPS 20</w:t>
      </w:r>
      <w:r w:rsidR="00954299" w:rsidRPr="00083316">
        <w:t>19</w:t>
      </w:r>
      <w:r w:rsidRPr="00083316">
        <w:t xml:space="preserve"> Full Year Consolidated File by the person identifier, DUPERSID. Keep only variables to </w:t>
      </w:r>
      <w:proofErr w:type="gramStart"/>
      <w:r w:rsidRPr="00083316">
        <w:t>be merged</w:t>
      </w:r>
      <w:proofErr w:type="gramEnd"/>
      <w:r w:rsidRPr="00083316">
        <w:t xml:space="preserve"> onto the emergency room visit file and DUPERSID.</w:t>
      </w:r>
    </w:p>
    <w:p w:rsidR="00B021C0" w:rsidRPr="00083316" w:rsidRDefault="00B021C0" w:rsidP="002A6B68">
      <w:pPr>
        <w:pStyle w:val="NL-1stNumberedBullet"/>
        <w:numPr>
          <w:ilvl w:val="0"/>
          <w:numId w:val="60"/>
        </w:numPr>
      </w:pPr>
      <w:r w:rsidRPr="00083316">
        <w:t>Create data set EROM by sorting the emergency room visit file by person identifier, DUPERSID.</w:t>
      </w:r>
    </w:p>
    <w:p w:rsidR="00B021C0" w:rsidRPr="00083316" w:rsidRDefault="00B021C0" w:rsidP="002A6B68">
      <w:pPr>
        <w:pStyle w:val="NL-1stNumberedBullet"/>
        <w:numPr>
          <w:ilvl w:val="0"/>
          <w:numId w:val="60"/>
        </w:numPr>
      </w:pPr>
      <w:r w:rsidRPr="00083316">
        <w:t>Create final data set NEWEROM by merging these two files by DUPERSID, keeping only records on the emergency room visit file.</w:t>
      </w:r>
    </w:p>
    <w:p w:rsidR="00B021C0" w:rsidRPr="00083316" w:rsidRDefault="00B021C0">
      <w:pPr>
        <w:pStyle w:val="L1-FlLfSp12"/>
      </w:pPr>
      <w:r w:rsidRPr="00083316">
        <w:t>The following is an example of SAS code that completes these steps:</w:t>
      </w:r>
    </w:p>
    <w:p w:rsidR="00B021C0" w:rsidRPr="00083316" w:rsidRDefault="00B021C0" w:rsidP="0081471C">
      <w:pPr>
        <w:pStyle w:val="L1-FlLfSp12"/>
        <w:spacing w:after="0"/>
        <w:ind w:left="634"/>
      </w:pPr>
      <w:r w:rsidRPr="00083316">
        <w:t>PROC SORT DATA=HCXXX (KEEP=DUPERSID AGE31X AGE42X AGE53X SEX</w:t>
      </w:r>
      <w:r w:rsidR="00070DC5" w:rsidRPr="00083316">
        <w:t xml:space="preserve"> </w:t>
      </w:r>
      <w:r w:rsidRPr="00083316">
        <w:t xml:space="preserve">RACEV1X EDUYRDG HIDEG) OUT=PERSX; </w:t>
      </w:r>
    </w:p>
    <w:p w:rsidR="00B021C0" w:rsidRPr="00083316" w:rsidRDefault="00B021C0" w:rsidP="0081471C">
      <w:pPr>
        <w:pStyle w:val="L1-FlLfSp12"/>
        <w:spacing w:after="0"/>
        <w:ind w:left="1080"/>
      </w:pPr>
      <w:r w:rsidRPr="00083316">
        <w:t>BY DUPERSID;</w:t>
      </w:r>
    </w:p>
    <w:p w:rsidR="00B021C0" w:rsidRPr="00083316" w:rsidRDefault="00B021C0" w:rsidP="0081471C">
      <w:pPr>
        <w:pStyle w:val="L1-FlLfSp12"/>
        <w:ind w:left="634"/>
      </w:pPr>
      <w:r w:rsidRPr="00083316">
        <w:t>RUN;</w:t>
      </w:r>
    </w:p>
    <w:p w:rsidR="00B021C0" w:rsidRPr="00083316" w:rsidRDefault="00B021C0" w:rsidP="0081471C">
      <w:pPr>
        <w:pStyle w:val="L1-FlLfSp12"/>
        <w:spacing w:after="0"/>
        <w:ind w:left="634"/>
      </w:pPr>
      <w:r w:rsidRPr="00083316">
        <w:t>PROC SORT DATA=EROM;</w:t>
      </w:r>
    </w:p>
    <w:p w:rsidR="00B021C0" w:rsidRPr="00083316" w:rsidRDefault="00B021C0" w:rsidP="0081471C">
      <w:pPr>
        <w:pStyle w:val="L1-FlLfSp12"/>
        <w:spacing w:after="0"/>
        <w:ind w:left="1080"/>
      </w:pPr>
      <w:r w:rsidRPr="00083316">
        <w:t>BY DUPERSID;</w:t>
      </w:r>
    </w:p>
    <w:p w:rsidR="00B021C0" w:rsidRPr="00083316" w:rsidRDefault="00B021C0" w:rsidP="0081471C">
      <w:pPr>
        <w:pStyle w:val="L1-FlLfSp12"/>
        <w:ind w:left="634"/>
      </w:pPr>
      <w:r w:rsidRPr="00083316">
        <w:t>RUN;</w:t>
      </w:r>
    </w:p>
    <w:p w:rsidR="00B021C0" w:rsidRPr="00083316" w:rsidRDefault="00B021C0" w:rsidP="0081471C">
      <w:pPr>
        <w:pStyle w:val="L1-FlLfSp12"/>
        <w:spacing w:after="0"/>
        <w:ind w:left="634"/>
      </w:pPr>
      <w:r w:rsidRPr="00083316">
        <w:t>DATA NEWEROM;</w:t>
      </w:r>
    </w:p>
    <w:p w:rsidR="00B021C0" w:rsidRPr="00083316" w:rsidRDefault="00B021C0" w:rsidP="0081471C">
      <w:pPr>
        <w:pStyle w:val="L1-FlLfSp12"/>
        <w:spacing w:after="0"/>
        <w:ind w:left="1080"/>
      </w:pPr>
      <w:r w:rsidRPr="00083316">
        <w:t xml:space="preserve">MERGE EROM (IN=A) PERSX (IN=B); </w:t>
      </w:r>
    </w:p>
    <w:p w:rsidR="00B021C0" w:rsidRPr="00083316" w:rsidRDefault="00B021C0" w:rsidP="0081471C">
      <w:pPr>
        <w:pStyle w:val="L1-FlLfSp12"/>
        <w:spacing w:after="0"/>
        <w:ind w:left="1080"/>
      </w:pPr>
      <w:r w:rsidRPr="00083316">
        <w:t>BY DUPERSID;</w:t>
      </w:r>
    </w:p>
    <w:p w:rsidR="00B021C0" w:rsidRPr="00083316" w:rsidRDefault="00B021C0" w:rsidP="0081471C">
      <w:pPr>
        <w:pStyle w:val="L1-FlLfSp12"/>
        <w:spacing w:after="0"/>
        <w:ind w:left="1080"/>
      </w:pPr>
      <w:r w:rsidRPr="00083316">
        <w:t>IF A;</w:t>
      </w:r>
    </w:p>
    <w:p w:rsidR="00B021C0" w:rsidRPr="00083316" w:rsidRDefault="00B021C0" w:rsidP="0081471C">
      <w:pPr>
        <w:pStyle w:val="L1-FlLfSp12"/>
        <w:ind w:left="634"/>
      </w:pPr>
      <w:r w:rsidRPr="00083316">
        <w:t>RUN;</w:t>
      </w:r>
    </w:p>
    <w:p w:rsidR="00B021C0" w:rsidRPr="00083316" w:rsidRDefault="00B021C0" w:rsidP="0057208E">
      <w:pPr>
        <w:pStyle w:val="Heading4"/>
      </w:pPr>
      <w:bookmarkStart w:id="134" w:name="_Toc29804833"/>
      <w:bookmarkStart w:id="135" w:name="_Toc72756928"/>
      <w:bookmarkStart w:id="136" w:name="_Hlt526312897"/>
      <w:r w:rsidRPr="00083316">
        <w:t>5.2</w:t>
      </w:r>
      <w:r w:rsidRPr="00083316">
        <w:tab/>
        <w:t>Linking to the Prescribed Medicines File</w:t>
      </w:r>
      <w:bookmarkEnd w:id="134"/>
      <w:bookmarkEnd w:id="135"/>
    </w:p>
    <w:p w:rsidR="00B021C0" w:rsidRPr="00083316" w:rsidRDefault="00B021C0">
      <w:pPr>
        <w:pStyle w:val="L1-FlLfSp12"/>
      </w:pPr>
      <w:bookmarkStart w:id="137" w:name="_Toc29804834"/>
      <w:bookmarkEnd w:id="136"/>
      <w:r w:rsidRPr="00083316">
        <w:t xml:space="preserve">The prescribed medicines-event link (RXLK) file provides a link from </w:t>
      </w:r>
      <w:r w:rsidR="00954299" w:rsidRPr="00083316">
        <w:t>the MEPS event files to the 2019</w:t>
      </w:r>
      <w:r w:rsidRPr="00083316">
        <w:t xml:space="preserve"> Prescribed Medicines Event File. When using RXLK, data users/analysts should keep in mind that one emergency room visit can link to more than one prescribed medicine record. Conversely, a prescribed medicine event may link to more than one emergency room visit or different types of events. When this occurs, it is up to the data user/analyst to determine how the prescribed medicine expenditures </w:t>
      </w:r>
      <w:proofErr w:type="gramStart"/>
      <w:r w:rsidRPr="00083316">
        <w:t>should be allocated</w:t>
      </w:r>
      <w:proofErr w:type="gramEnd"/>
      <w:r w:rsidRPr="00083316">
        <w:t xml:space="preserve"> among those medical events. For detailed linking examples, including SAS code, data users/analys</w:t>
      </w:r>
      <w:r w:rsidR="00954299" w:rsidRPr="00083316">
        <w:t>ts should refer to the MEPS 2019</w:t>
      </w:r>
      <w:r w:rsidRPr="00083316">
        <w:t xml:space="preserve"> Appendix File, HC-</w:t>
      </w:r>
      <w:r w:rsidR="006C04E9" w:rsidRPr="00083316">
        <w:t>213</w:t>
      </w:r>
      <w:r w:rsidRPr="00083316">
        <w:t>I.</w:t>
      </w:r>
    </w:p>
    <w:p w:rsidR="00B021C0" w:rsidRPr="00083316" w:rsidRDefault="00B021C0" w:rsidP="0057208E">
      <w:pPr>
        <w:pStyle w:val="Heading4"/>
      </w:pPr>
      <w:bookmarkStart w:id="138" w:name="_Toc29804835"/>
      <w:bookmarkStart w:id="139" w:name="_Toc72756929"/>
      <w:bookmarkEnd w:id="137"/>
      <w:r w:rsidRPr="00083316">
        <w:t>5.3</w:t>
      </w:r>
      <w:r w:rsidRPr="00083316">
        <w:tab/>
        <w:t>Linking to the Medical Conditions File</w:t>
      </w:r>
      <w:bookmarkEnd w:id="138"/>
      <w:bookmarkEnd w:id="139"/>
    </w:p>
    <w:p w:rsidR="00B021C0" w:rsidRPr="00083316" w:rsidRDefault="00B021C0" w:rsidP="003C147D">
      <w:pPr>
        <w:pStyle w:val="L1-FlLfSp12"/>
      </w:pPr>
      <w:r w:rsidRPr="00083316">
        <w:t xml:space="preserve">The conditions-event link (CLNK) file provides a link from MEPS event files to the </w:t>
      </w:r>
      <w:r w:rsidR="00954299" w:rsidRPr="00083316">
        <w:t>2019</w:t>
      </w:r>
      <w:r w:rsidRPr="00083316">
        <w:t xml:space="preserve"> Medical Conditions File. When using the CLNK, data users/analysts should keep in mind that (1) conditions are household-reported, (2) there may be multiple conditions associated with an emergency room visit, and (3) a condition may link to more than one emergency room visit or any other type of visit. Data users/analysts should also note that not all emergency room visits link to the medical conditions file.</w:t>
      </w:r>
    </w:p>
    <w:p w:rsidR="00B021C0" w:rsidRPr="00083316" w:rsidRDefault="00B021C0" w:rsidP="00D50A0C">
      <w:pPr>
        <w:pStyle w:val="Heading3"/>
        <w:spacing w:after="720"/>
        <w:jc w:val="center"/>
        <w:rPr>
          <w:rStyle w:val="C1-CtrBoldHdChar"/>
          <w:b/>
          <w:sz w:val="32"/>
          <w:lang w:val="en-US"/>
        </w:rPr>
      </w:pPr>
      <w:r w:rsidRPr="00083316">
        <w:rPr>
          <w:lang w:val="en-US"/>
        </w:rPr>
        <w:br w:type="page"/>
      </w:r>
      <w:bookmarkStart w:id="140" w:name="_Toc29804836"/>
      <w:bookmarkStart w:id="141" w:name="_Toc72756930"/>
      <w:r w:rsidRPr="00083316">
        <w:rPr>
          <w:rStyle w:val="C1-CtrBoldHdChar"/>
          <w:b/>
          <w:sz w:val="32"/>
          <w:lang w:val="en-US"/>
        </w:rPr>
        <w:t>References</w:t>
      </w:r>
      <w:bookmarkEnd w:id="140"/>
      <w:bookmarkEnd w:id="141"/>
    </w:p>
    <w:p w:rsidR="00B021C0" w:rsidRPr="00083316" w:rsidRDefault="00B021C0" w:rsidP="003C147D">
      <w:pPr>
        <w:pStyle w:val="L1-FlLfSp12"/>
      </w:pPr>
      <w:bookmarkStart w:id="142" w:name="_Hlt526313414"/>
      <w:bookmarkEnd w:id="142"/>
      <w:r w:rsidRPr="00083316">
        <w:t xml:space="preserve">Chowdhury, S.R., Machlin, S.R., </w:t>
      </w:r>
      <w:proofErr w:type="spellStart"/>
      <w:r w:rsidRPr="00083316">
        <w:t>Gwet</w:t>
      </w:r>
      <w:proofErr w:type="spellEnd"/>
      <w:r w:rsidRPr="00083316">
        <w:t xml:space="preserve">, K.L. </w:t>
      </w:r>
      <w:hyperlink r:id="rId24" w:history="1">
        <w:r w:rsidRPr="00083316">
          <w:rPr>
            <w:rStyle w:val="Hyperlink"/>
          </w:rPr>
          <w:t xml:space="preserve">Sample Designs of the Medical Expenditure Panel Survey Household Component, 1996–2006 and 2007–2016. </w:t>
        </w:r>
        <w:r w:rsidRPr="00083316">
          <w:rPr>
            <w:rStyle w:val="Hyperlink"/>
            <w:i/>
          </w:rPr>
          <w:t>Methodology Report #33</w:t>
        </w:r>
      </w:hyperlink>
      <w:r w:rsidRPr="00083316">
        <w:rPr>
          <w:u w:val="single"/>
        </w:rPr>
        <w:t>.</w:t>
      </w:r>
      <w:r w:rsidRPr="00083316">
        <w:t xml:space="preserve"> January 2019. Agency for Healthcare Research and Quality, Rockville, MD.</w:t>
      </w:r>
    </w:p>
    <w:p w:rsidR="00B021C0" w:rsidRPr="00083316" w:rsidRDefault="00B021C0">
      <w:pPr>
        <w:pStyle w:val="L1-FlLfSp12"/>
      </w:pPr>
      <w:r w:rsidRPr="00083316">
        <w:t xml:space="preserve">Cohen, S.B. (1996). The Redesign of the Medical Expenditure Panel Survey: A Component of the DHHS Survey Integration Plan. </w:t>
      </w:r>
      <w:r w:rsidRPr="00083316">
        <w:rPr>
          <w:i/>
        </w:rPr>
        <w:t>Proceedings of the COPAFS Seminar on Statistical Methodology in the Public Service.</w:t>
      </w:r>
    </w:p>
    <w:p w:rsidR="00B021C0" w:rsidRPr="00083316" w:rsidRDefault="00B021C0" w:rsidP="0057208E">
      <w:pPr>
        <w:pStyle w:val="L1-FlLfSp12"/>
        <w:spacing w:after="0"/>
      </w:pPr>
      <w:r w:rsidRPr="00083316">
        <w:t>Fay, R.E. (1989). Theory and Application of Replicate Weighting for Variance Calculations.</w:t>
      </w:r>
    </w:p>
    <w:p w:rsidR="00B021C0" w:rsidRPr="00083316" w:rsidRDefault="00B021C0" w:rsidP="0057208E">
      <w:pPr>
        <w:pStyle w:val="L1-FlLfSp12"/>
      </w:pPr>
      <w:r w:rsidRPr="00083316">
        <w:rPr>
          <w:i/>
        </w:rPr>
        <w:t>Proceedings of the Survey Research Methods Sections, ASA</w:t>
      </w:r>
      <w:r w:rsidRPr="00083316">
        <w:t>, 212-217.</w:t>
      </w:r>
    </w:p>
    <w:p w:rsidR="00B021C0" w:rsidRPr="00083316" w:rsidRDefault="00B021C0">
      <w:pPr>
        <w:pStyle w:val="L1-FlLfSp12"/>
      </w:pPr>
      <w:proofErr w:type="spellStart"/>
      <w:r w:rsidRPr="00083316">
        <w:t>Monheit</w:t>
      </w:r>
      <w:proofErr w:type="spellEnd"/>
      <w:r w:rsidRPr="00083316">
        <w:t xml:space="preserve">, A.C., Wilson, R., and Arnett, III, R.H. (Editors). </w:t>
      </w:r>
      <w:r w:rsidRPr="00083316">
        <w:rPr>
          <w:i/>
        </w:rPr>
        <w:t>Informing American Health Care Policy</w:t>
      </w:r>
      <w:r w:rsidRPr="00083316">
        <w:t xml:space="preserve">. (1999). </w:t>
      </w:r>
      <w:proofErr w:type="spellStart"/>
      <w:r w:rsidRPr="00083316">
        <w:t>Jossey</w:t>
      </w:r>
      <w:proofErr w:type="spellEnd"/>
      <w:r w:rsidRPr="00083316">
        <w:t>-Bass Inc., San Francisco.</w:t>
      </w:r>
    </w:p>
    <w:p w:rsidR="00662F78" w:rsidRPr="00083316" w:rsidRDefault="00662F78" w:rsidP="00662F78">
      <w:pPr>
        <w:pStyle w:val="L1-FlLfSp12"/>
      </w:pPr>
      <w:proofErr w:type="spellStart"/>
      <w:r w:rsidRPr="00083316">
        <w:t>Rothbaum</w:t>
      </w:r>
      <w:proofErr w:type="spellEnd"/>
      <w:r w:rsidRPr="00083316">
        <w:t>, J. &amp; Bee, A. (2020). Coronavirus Infects Surveys, Too: Nonresponse Bias During the Pandemic in the CPS ASEC (SEHSD Working Paper Number 2020-10). U.S. Census Bureau.</w:t>
      </w:r>
    </w:p>
    <w:p w:rsidR="00DC18AC" w:rsidRPr="00083316" w:rsidRDefault="00DC18AC" w:rsidP="006B1C93">
      <w:pPr>
        <w:pStyle w:val="L1-FlLfSp12"/>
      </w:pPr>
      <w:r w:rsidRPr="00083316">
        <w:t xml:space="preserve">RTI International (2019). </w:t>
      </w:r>
      <w:r w:rsidRPr="00083316">
        <w:rPr>
          <w:i/>
        </w:rPr>
        <w:t>Medical Provider Component (MEPS-MPC) Methodology Report 2017 Data Collection.</w:t>
      </w:r>
      <w:r w:rsidRPr="00083316">
        <w:t xml:space="preserve"> Rockville, MD. Agency for Healthcare Research and Quality.</w:t>
      </w:r>
    </w:p>
    <w:p w:rsidR="00B021C0" w:rsidRPr="00083316" w:rsidRDefault="00B021C0">
      <w:pPr>
        <w:pStyle w:val="L1-FlLfSp12"/>
      </w:pPr>
      <w:r w:rsidRPr="00083316">
        <w:t xml:space="preserve">Shah, B.V., Barnwell, B.G., </w:t>
      </w:r>
      <w:proofErr w:type="spellStart"/>
      <w:r w:rsidRPr="00083316">
        <w:t>Bieler</w:t>
      </w:r>
      <w:proofErr w:type="spellEnd"/>
      <w:r w:rsidRPr="00083316">
        <w:t xml:space="preserve">, G.S., Boyle, K.E., Folsom, R.E., </w:t>
      </w:r>
      <w:proofErr w:type="spellStart"/>
      <w:r w:rsidRPr="00083316">
        <w:t>LaVange</w:t>
      </w:r>
      <w:proofErr w:type="spellEnd"/>
      <w:r w:rsidRPr="00083316">
        <w:t xml:space="preserve">, L., </w:t>
      </w:r>
      <w:proofErr w:type="spellStart"/>
      <w:r w:rsidRPr="00083316">
        <w:t>Wheeless</w:t>
      </w:r>
      <w:proofErr w:type="spellEnd"/>
      <w:r w:rsidRPr="00083316">
        <w:t xml:space="preserve">, S.C., and Williams, R. (1996). </w:t>
      </w:r>
      <w:r w:rsidRPr="00083316">
        <w:rPr>
          <w:i/>
        </w:rPr>
        <w:t>Technical Manual: Statistical Methods and Algorithms Used in SUDAAN Release 7.0,</w:t>
      </w:r>
      <w:r w:rsidRPr="00083316">
        <w:t xml:space="preserve"> Research Triangle Park, NC: Research Triangle Institute.</w:t>
      </w:r>
    </w:p>
    <w:p w:rsidR="003A694B" w:rsidRPr="00083316" w:rsidRDefault="003A694B">
      <w:pPr>
        <w:pStyle w:val="L1-FlLfSp12"/>
      </w:pPr>
      <w:proofErr w:type="spellStart"/>
      <w:r w:rsidRPr="00083316">
        <w:t>Zuvekas</w:t>
      </w:r>
      <w:proofErr w:type="spellEnd"/>
      <w:r w:rsidRPr="00083316">
        <w:t xml:space="preserve">, S.H. and J.W. Cohen. A guide to comparing health care expenditures in the 1996 MEPS to the 1987 NMES. </w:t>
      </w:r>
      <w:r w:rsidRPr="00083316">
        <w:rPr>
          <w:i/>
        </w:rPr>
        <w:t>Inquiry</w:t>
      </w:r>
      <w:r w:rsidRPr="00083316">
        <w:t xml:space="preserve">. 2002 </w:t>
      </w:r>
      <w:proofErr w:type="spellStart"/>
      <w:r w:rsidRPr="00083316">
        <w:t>Spring</w:t>
      </w:r>
      <w:proofErr w:type="gramStart"/>
      <w:r w:rsidRPr="00083316">
        <w:t>;39</w:t>
      </w:r>
      <w:proofErr w:type="spellEnd"/>
      <w:proofErr w:type="gramEnd"/>
      <w:r w:rsidRPr="00083316">
        <w:t xml:space="preserve">(1):76-86. </w:t>
      </w:r>
      <w:proofErr w:type="spellStart"/>
      <w:proofErr w:type="gramStart"/>
      <w:r w:rsidRPr="00083316">
        <w:t>doi</w:t>
      </w:r>
      <w:proofErr w:type="spellEnd"/>
      <w:proofErr w:type="gramEnd"/>
      <w:r w:rsidRPr="00083316">
        <w:t>: 10.5034/</w:t>
      </w:r>
      <w:proofErr w:type="spellStart"/>
      <w:r w:rsidRPr="00083316">
        <w:t>inquiryjrnl_39.1.76</w:t>
      </w:r>
      <w:proofErr w:type="spellEnd"/>
      <w:r w:rsidRPr="00083316">
        <w:t>. PMID: 12067078.</w:t>
      </w:r>
    </w:p>
    <w:p w:rsidR="00B021C0" w:rsidRPr="00083316" w:rsidRDefault="00B021C0" w:rsidP="00B63ECA">
      <w:pPr>
        <w:pStyle w:val="L1-FlLfSp12"/>
        <w:sectPr w:rsidR="00B021C0" w:rsidRPr="00083316" w:rsidSect="00AB09EA">
          <w:footerReference w:type="default" r:id="rId25"/>
          <w:endnotePr>
            <w:numFmt w:val="decimal"/>
          </w:endnotePr>
          <w:type w:val="continuous"/>
          <w:pgSz w:w="12240" w:h="15840" w:code="1"/>
          <w:pgMar w:top="1440" w:right="1440" w:bottom="1440" w:left="1440" w:header="720" w:footer="576" w:gutter="0"/>
          <w:cols w:space="720"/>
          <w:noEndnote/>
        </w:sectPr>
      </w:pPr>
    </w:p>
    <w:p w:rsidR="005B3883" w:rsidRPr="00083316" w:rsidRDefault="005B3883" w:rsidP="005B3883">
      <w:pPr>
        <w:pStyle w:val="Heading2"/>
        <w:rPr>
          <w:caps/>
        </w:rPr>
      </w:pPr>
      <w:bookmarkStart w:id="143" w:name="_Hlt12704233"/>
      <w:bookmarkStart w:id="144" w:name="_Hlt12860053"/>
      <w:bookmarkStart w:id="145" w:name="_Toc72756931"/>
      <w:bookmarkEnd w:id="143"/>
      <w:bookmarkEnd w:id="144"/>
      <w:r w:rsidRPr="00083316">
        <w:t>D.</w:t>
      </w:r>
      <w:r w:rsidRPr="00083316">
        <w:tab/>
        <w:t>Variable-Source Crosswalk</w:t>
      </w:r>
      <w:bookmarkEnd w:id="145"/>
    </w:p>
    <w:p w:rsidR="00B021C0" w:rsidRPr="00083316" w:rsidRDefault="00B021C0" w:rsidP="00DA21EF">
      <w:pPr>
        <w:pStyle w:val="C1-CtrBoldHd"/>
        <w:spacing w:after="480"/>
      </w:pPr>
      <w:r w:rsidRPr="00083316">
        <w:t>FOR MEPS HC-</w:t>
      </w:r>
      <w:r w:rsidR="006C04E9" w:rsidRPr="00083316">
        <w:t>213</w:t>
      </w:r>
      <w:r w:rsidRPr="00083316">
        <w:t>E: 201</w:t>
      </w:r>
      <w:r w:rsidR="0026504F" w:rsidRPr="00083316">
        <w:t>9</w:t>
      </w:r>
      <w:r w:rsidRPr="00083316">
        <w:t xml:space="preserve"> EMERGENCY ROOM VISITS </w:t>
      </w:r>
    </w:p>
    <w:p w:rsidR="00B021C0" w:rsidRPr="00083316" w:rsidRDefault="00B021C0" w:rsidP="00DA21EF">
      <w:pPr>
        <w:pStyle w:val="C1-CtrBoldHd"/>
        <w:spacing w:after="480"/>
      </w:pPr>
      <w:r w:rsidRPr="00083316">
        <w:t>Survey Administration Variables</w:t>
      </w:r>
    </w:p>
    <w:tbl>
      <w:tblPr>
        <w:tblW w:w="9982" w:type="dxa"/>
        <w:tblLayout w:type="fixed"/>
        <w:tblCellMar>
          <w:left w:w="100" w:type="dxa"/>
          <w:right w:w="100"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720"/>
        <w:gridCol w:w="5292"/>
        <w:gridCol w:w="2970"/>
      </w:tblGrid>
      <w:tr w:rsidR="00D776A2" w:rsidRPr="00083316" w:rsidTr="003C147D">
        <w:trPr>
          <w:cantSplit/>
          <w:tblHeader/>
        </w:trPr>
        <w:tc>
          <w:tcPr>
            <w:tcW w:w="1720" w:type="dxa"/>
            <w:tcBorders>
              <w:top w:val="single" w:sz="6" w:space="0" w:color="auto"/>
              <w:lef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292" w:type="dxa"/>
            <w:tcBorders>
              <w:top w:val="single" w:sz="6" w:space="0" w:color="auto"/>
              <w:lef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970" w:type="dxa"/>
            <w:tcBorders>
              <w:top w:val="single" w:sz="6" w:space="0" w:color="auto"/>
              <w:left w:val="single" w:sz="6" w:space="0" w:color="auto"/>
              <w:righ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DUID</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Panel # + encrypted DU identifier</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Assigned in sampling</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PID</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Person number</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Assigned in sampling</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DUPERSID</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Person ID (DUID + PID)</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Assigned in sampling</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EVNTIDX</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Event ID</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Assigned in sampling</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EVENTRN</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Event round number</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CAPI derived</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ERHEVIDX</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Event ID for corresponding hospital stay</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Constructed</w:t>
            </w:r>
          </w:p>
        </w:tc>
      </w:tr>
      <w:tr w:rsidR="00B021C0" w:rsidRPr="00083316" w:rsidTr="003C147D">
        <w:trPr>
          <w:cantSplit/>
        </w:trPr>
        <w:tc>
          <w:tcPr>
            <w:tcW w:w="1720" w:type="dxa"/>
            <w:tcBorders>
              <w:top w:val="single" w:sz="6" w:space="0" w:color="auto"/>
              <w:left w:val="single" w:sz="6" w:space="0" w:color="auto"/>
            </w:tcBorders>
          </w:tcPr>
          <w:p w:rsidR="00B021C0" w:rsidRPr="00083316" w:rsidRDefault="00B021C0">
            <w:pPr>
              <w:pStyle w:val="SL-FlLftSgl"/>
              <w:spacing w:before="40" w:after="40"/>
            </w:pPr>
            <w:r w:rsidRPr="00083316">
              <w:t>FFEEIDX</w:t>
            </w:r>
          </w:p>
        </w:tc>
        <w:tc>
          <w:tcPr>
            <w:tcW w:w="5292" w:type="dxa"/>
            <w:tcBorders>
              <w:top w:val="single" w:sz="6" w:space="0" w:color="auto"/>
              <w:left w:val="single" w:sz="6" w:space="0" w:color="auto"/>
            </w:tcBorders>
          </w:tcPr>
          <w:p w:rsidR="00B021C0" w:rsidRPr="00083316" w:rsidRDefault="00B021C0">
            <w:pPr>
              <w:pStyle w:val="SL-FlLftSgl"/>
              <w:spacing w:before="40" w:after="40"/>
            </w:pPr>
            <w:r w:rsidRPr="00083316">
              <w:t>Flat fee ID</w:t>
            </w:r>
          </w:p>
        </w:tc>
        <w:tc>
          <w:tcPr>
            <w:tcW w:w="297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CAPI derived</w:t>
            </w:r>
          </w:p>
        </w:tc>
      </w:tr>
      <w:tr w:rsidR="00B021C0" w:rsidRPr="00083316" w:rsidTr="003C147D">
        <w:trPr>
          <w:cantSplit/>
        </w:trPr>
        <w:tc>
          <w:tcPr>
            <w:tcW w:w="1720" w:type="dxa"/>
            <w:tcBorders>
              <w:top w:val="single" w:sz="6" w:space="0" w:color="auto"/>
              <w:left w:val="single" w:sz="6" w:space="0" w:color="auto"/>
              <w:bottom w:val="single" w:sz="6" w:space="0" w:color="auto"/>
            </w:tcBorders>
          </w:tcPr>
          <w:p w:rsidR="00B021C0" w:rsidRPr="00083316" w:rsidRDefault="00B021C0">
            <w:pPr>
              <w:pStyle w:val="SL-FlLftSgl"/>
              <w:spacing w:before="40" w:after="40"/>
            </w:pPr>
            <w:r w:rsidRPr="00083316">
              <w:t>PANEL</w:t>
            </w:r>
          </w:p>
        </w:tc>
        <w:tc>
          <w:tcPr>
            <w:tcW w:w="5292" w:type="dxa"/>
            <w:tcBorders>
              <w:top w:val="single" w:sz="6" w:space="0" w:color="auto"/>
              <w:left w:val="single" w:sz="6" w:space="0" w:color="auto"/>
              <w:bottom w:val="single" w:sz="6" w:space="0" w:color="auto"/>
            </w:tcBorders>
          </w:tcPr>
          <w:p w:rsidR="00B021C0" w:rsidRPr="00083316" w:rsidRDefault="00B021C0">
            <w:pPr>
              <w:pStyle w:val="SL-FlLftSgl"/>
              <w:spacing w:before="40" w:after="40"/>
            </w:pPr>
            <w:r w:rsidRPr="00083316">
              <w:t>Panel Number</w:t>
            </w:r>
          </w:p>
        </w:tc>
        <w:tc>
          <w:tcPr>
            <w:tcW w:w="2970" w:type="dxa"/>
            <w:tcBorders>
              <w:top w:val="single" w:sz="6" w:space="0" w:color="auto"/>
              <w:left w:val="single" w:sz="6" w:space="0" w:color="auto"/>
              <w:bottom w:val="single" w:sz="6" w:space="0" w:color="auto"/>
              <w:right w:val="single" w:sz="6" w:space="0" w:color="auto"/>
            </w:tcBorders>
          </w:tcPr>
          <w:p w:rsidR="00B021C0" w:rsidRPr="00083316" w:rsidRDefault="00B021C0">
            <w:pPr>
              <w:pStyle w:val="SL-FlLftSgl"/>
              <w:spacing w:before="40" w:after="40"/>
            </w:pPr>
            <w:r w:rsidRPr="00083316">
              <w:t>Constructed</w:t>
            </w:r>
          </w:p>
        </w:tc>
      </w:tr>
      <w:tr w:rsidR="00B021C0" w:rsidRPr="00083316" w:rsidTr="003C147D">
        <w:trPr>
          <w:cantSplit/>
        </w:trPr>
        <w:tc>
          <w:tcPr>
            <w:tcW w:w="1720" w:type="dxa"/>
            <w:tcBorders>
              <w:top w:val="single" w:sz="6" w:space="0" w:color="auto"/>
              <w:left w:val="single" w:sz="6" w:space="0" w:color="auto"/>
              <w:bottom w:val="single" w:sz="6" w:space="0" w:color="auto"/>
            </w:tcBorders>
          </w:tcPr>
          <w:p w:rsidR="00B021C0" w:rsidRPr="00083316" w:rsidRDefault="00B021C0">
            <w:pPr>
              <w:pStyle w:val="SL-FlLftSgl"/>
              <w:spacing w:before="40" w:after="40"/>
            </w:pPr>
            <w:r w:rsidRPr="00083316">
              <w:t>MPCDATA</w:t>
            </w:r>
          </w:p>
        </w:tc>
        <w:tc>
          <w:tcPr>
            <w:tcW w:w="5292" w:type="dxa"/>
            <w:tcBorders>
              <w:top w:val="single" w:sz="6" w:space="0" w:color="auto"/>
              <w:left w:val="single" w:sz="6" w:space="0" w:color="auto"/>
              <w:bottom w:val="single" w:sz="6" w:space="0" w:color="auto"/>
            </w:tcBorders>
          </w:tcPr>
          <w:p w:rsidR="00B021C0" w:rsidRPr="00083316" w:rsidRDefault="00B021C0">
            <w:pPr>
              <w:pStyle w:val="SL-FlLftSgl"/>
              <w:spacing w:before="40" w:after="40"/>
            </w:pPr>
            <w:r w:rsidRPr="00083316">
              <w:t>MPC data flag</w:t>
            </w:r>
          </w:p>
        </w:tc>
        <w:tc>
          <w:tcPr>
            <w:tcW w:w="2970" w:type="dxa"/>
            <w:tcBorders>
              <w:top w:val="single" w:sz="6" w:space="0" w:color="auto"/>
              <w:left w:val="single" w:sz="6" w:space="0" w:color="auto"/>
              <w:bottom w:val="single" w:sz="6" w:space="0" w:color="auto"/>
              <w:right w:val="single" w:sz="6" w:space="0" w:color="auto"/>
            </w:tcBorders>
          </w:tcPr>
          <w:p w:rsidR="00B021C0" w:rsidRPr="00083316" w:rsidRDefault="00B021C0">
            <w:pPr>
              <w:pStyle w:val="SL-FlLftSgl"/>
              <w:spacing w:before="40" w:after="40"/>
            </w:pPr>
            <w:r w:rsidRPr="00083316">
              <w:t>Constructed</w:t>
            </w:r>
          </w:p>
        </w:tc>
      </w:tr>
    </w:tbl>
    <w:p w:rsidR="00B021C0" w:rsidRPr="00083316" w:rsidRDefault="00B021C0" w:rsidP="00DA21EF">
      <w:pPr>
        <w:pStyle w:val="C1-CtrBoldHd"/>
        <w:spacing w:before="480" w:after="480"/>
      </w:pPr>
      <w:r w:rsidRPr="00083316">
        <w:t>Emergency Room Visit Event Variables</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2245"/>
        <w:gridCol w:w="5243"/>
        <w:gridCol w:w="2486"/>
      </w:tblGrid>
      <w:tr w:rsidR="00D776A2" w:rsidRPr="00083316" w:rsidTr="0057208E">
        <w:trPr>
          <w:cantSplit/>
          <w:tblHeader/>
        </w:trPr>
        <w:tc>
          <w:tcPr>
            <w:tcW w:w="2245"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243"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486"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rsidTr="00D678A0">
        <w:trPr>
          <w:cantSplit/>
        </w:trPr>
        <w:tc>
          <w:tcPr>
            <w:tcW w:w="2245" w:type="dxa"/>
          </w:tcPr>
          <w:p w:rsidR="00B021C0" w:rsidRPr="00083316" w:rsidRDefault="00B021C0">
            <w:pPr>
              <w:pStyle w:val="SL-FlLftSgl"/>
              <w:spacing w:before="40" w:after="40"/>
            </w:pPr>
            <w:r w:rsidRPr="00083316">
              <w:t>ERDATEYR</w:t>
            </w:r>
          </w:p>
        </w:tc>
        <w:tc>
          <w:tcPr>
            <w:tcW w:w="5243" w:type="dxa"/>
          </w:tcPr>
          <w:p w:rsidR="00B021C0" w:rsidRPr="00083316" w:rsidRDefault="00B021C0">
            <w:pPr>
              <w:pStyle w:val="SL-FlLftSgl"/>
              <w:spacing w:before="40" w:after="40"/>
            </w:pPr>
            <w:r w:rsidRPr="00083316">
              <w:t xml:space="preserve">Event date – year </w:t>
            </w:r>
          </w:p>
        </w:tc>
        <w:tc>
          <w:tcPr>
            <w:tcW w:w="2486" w:type="dxa"/>
          </w:tcPr>
          <w:p w:rsidR="00B021C0" w:rsidRPr="00083316" w:rsidRDefault="00B021C0">
            <w:pPr>
              <w:pStyle w:val="SL-FlLftSgl"/>
              <w:spacing w:before="40" w:after="40"/>
            </w:pPr>
            <w:r w:rsidRPr="00083316">
              <w:t>CAPI derived</w:t>
            </w:r>
          </w:p>
        </w:tc>
      </w:tr>
      <w:tr w:rsidR="00B021C0" w:rsidRPr="00083316" w:rsidTr="00D678A0">
        <w:trPr>
          <w:cantSplit/>
        </w:trPr>
        <w:tc>
          <w:tcPr>
            <w:tcW w:w="2245" w:type="dxa"/>
          </w:tcPr>
          <w:p w:rsidR="00B021C0" w:rsidRPr="00083316" w:rsidRDefault="00B021C0">
            <w:pPr>
              <w:pStyle w:val="SL-FlLftSgl"/>
              <w:spacing w:before="40" w:after="40"/>
            </w:pPr>
            <w:r w:rsidRPr="00083316">
              <w:t>ERDATEMM</w:t>
            </w:r>
          </w:p>
        </w:tc>
        <w:tc>
          <w:tcPr>
            <w:tcW w:w="5243" w:type="dxa"/>
          </w:tcPr>
          <w:p w:rsidR="00B021C0" w:rsidRPr="00083316" w:rsidRDefault="00B021C0">
            <w:pPr>
              <w:pStyle w:val="SL-FlLftSgl"/>
              <w:spacing w:before="40" w:after="40"/>
            </w:pPr>
            <w:r w:rsidRPr="00083316">
              <w:t>Event date – month</w:t>
            </w:r>
          </w:p>
        </w:tc>
        <w:tc>
          <w:tcPr>
            <w:tcW w:w="2486" w:type="dxa"/>
          </w:tcPr>
          <w:p w:rsidR="00B021C0" w:rsidRPr="00083316" w:rsidRDefault="00B021C0">
            <w:pPr>
              <w:pStyle w:val="SL-FlLftSgl"/>
              <w:spacing w:before="40" w:after="40"/>
            </w:pPr>
            <w:r w:rsidRPr="00083316">
              <w:t>CAPI derived</w:t>
            </w:r>
          </w:p>
        </w:tc>
      </w:tr>
      <w:tr w:rsidR="00B021C0" w:rsidRPr="00083316" w:rsidTr="00D678A0">
        <w:trPr>
          <w:cantSplit/>
        </w:trPr>
        <w:tc>
          <w:tcPr>
            <w:tcW w:w="2245" w:type="dxa"/>
          </w:tcPr>
          <w:p w:rsidR="00B021C0" w:rsidRPr="00083316" w:rsidRDefault="00B021C0">
            <w:pPr>
              <w:pStyle w:val="SL-FlLftSgl"/>
              <w:spacing w:before="40" w:after="40"/>
            </w:pPr>
            <w:r w:rsidRPr="00083316">
              <w:t>VSTCTGRY</w:t>
            </w:r>
          </w:p>
        </w:tc>
        <w:tc>
          <w:tcPr>
            <w:tcW w:w="5243" w:type="dxa"/>
          </w:tcPr>
          <w:p w:rsidR="00B021C0" w:rsidRPr="00083316" w:rsidRDefault="00B021C0">
            <w:pPr>
              <w:pStyle w:val="SL-FlLftSgl"/>
              <w:spacing w:before="40" w:after="40"/>
            </w:pPr>
            <w:r w:rsidRPr="00083316">
              <w:t xml:space="preserve">Best category for care p </w:t>
            </w:r>
            <w:proofErr w:type="spellStart"/>
            <w:r w:rsidRPr="00083316">
              <w:t>recv</w:t>
            </w:r>
            <w:proofErr w:type="spellEnd"/>
            <w:r w:rsidRPr="00083316">
              <w:t xml:space="preserve"> on visit </w:t>
            </w:r>
            <w:proofErr w:type="spellStart"/>
            <w:r w:rsidRPr="00083316">
              <w:t>dt</w:t>
            </w:r>
            <w:proofErr w:type="spellEnd"/>
          </w:p>
        </w:tc>
        <w:tc>
          <w:tcPr>
            <w:tcW w:w="2486" w:type="dxa"/>
          </w:tcPr>
          <w:p w:rsidR="00B021C0" w:rsidRPr="00083316" w:rsidRDefault="00B021C0">
            <w:pPr>
              <w:pStyle w:val="SL-FlLftSgl"/>
              <w:spacing w:before="40" w:after="40"/>
            </w:pPr>
            <w:r w:rsidRPr="00083316">
              <w:t>ER10</w:t>
            </w:r>
          </w:p>
        </w:tc>
      </w:tr>
      <w:tr w:rsidR="00B021C0" w:rsidRPr="00083316" w:rsidTr="00D678A0">
        <w:trPr>
          <w:cantSplit/>
        </w:trPr>
        <w:tc>
          <w:tcPr>
            <w:tcW w:w="2245" w:type="dxa"/>
          </w:tcPr>
          <w:p w:rsidR="00B021C0" w:rsidRPr="00083316" w:rsidRDefault="00B021C0">
            <w:pPr>
              <w:pStyle w:val="SL-FlLftSgl"/>
              <w:spacing w:before="40" w:after="40"/>
            </w:pPr>
            <w:r w:rsidRPr="00083316">
              <w:t>VSTRELCN</w:t>
            </w:r>
          </w:p>
        </w:tc>
        <w:tc>
          <w:tcPr>
            <w:tcW w:w="5243" w:type="dxa"/>
          </w:tcPr>
          <w:p w:rsidR="00B021C0" w:rsidRPr="00083316" w:rsidRDefault="00B021C0">
            <w:pPr>
              <w:pStyle w:val="SL-FlLftSgl"/>
              <w:spacing w:before="40" w:after="40"/>
            </w:pPr>
            <w:r w:rsidRPr="00083316">
              <w:t>This visit related to spec condition</w:t>
            </w:r>
          </w:p>
        </w:tc>
        <w:tc>
          <w:tcPr>
            <w:tcW w:w="2486" w:type="dxa"/>
          </w:tcPr>
          <w:p w:rsidR="00B021C0" w:rsidRPr="00083316" w:rsidRDefault="00B021C0">
            <w:pPr>
              <w:pStyle w:val="SL-FlLftSgl"/>
              <w:spacing w:before="40" w:after="40"/>
            </w:pPr>
            <w:r w:rsidRPr="00083316">
              <w:t>ER20</w:t>
            </w:r>
          </w:p>
        </w:tc>
      </w:tr>
      <w:tr w:rsidR="00B021C0" w:rsidRPr="00083316" w:rsidTr="00D678A0">
        <w:trPr>
          <w:cantSplit/>
        </w:trPr>
        <w:tc>
          <w:tcPr>
            <w:tcW w:w="2245" w:type="dxa"/>
          </w:tcPr>
          <w:p w:rsidR="00B021C0" w:rsidRPr="00083316" w:rsidRDefault="00B021C0">
            <w:pPr>
              <w:pStyle w:val="SL-FlLftSgl"/>
              <w:spacing w:before="40" w:after="40"/>
            </w:pPr>
            <w:r w:rsidRPr="00083316">
              <w:t>LABTEST_M18</w:t>
            </w:r>
          </w:p>
        </w:tc>
        <w:tc>
          <w:tcPr>
            <w:tcW w:w="5243" w:type="dxa"/>
          </w:tcPr>
          <w:p w:rsidR="00B021C0" w:rsidRPr="00083316" w:rsidRDefault="00B021C0">
            <w:pPr>
              <w:pStyle w:val="SL-FlLftSgl"/>
              <w:spacing w:before="40" w:after="40"/>
            </w:pPr>
            <w:r w:rsidRPr="00083316">
              <w:t>This visit did p have lab tests</w:t>
            </w:r>
          </w:p>
        </w:tc>
        <w:tc>
          <w:tcPr>
            <w:tcW w:w="2486" w:type="dxa"/>
          </w:tcPr>
          <w:p w:rsidR="00B021C0" w:rsidRPr="00083316" w:rsidRDefault="00B021C0">
            <w:pPr>
              <w:pStyle w:val="SL-FlLftSgl"/>
              <w:spacing w:before="40" w:after="40"/>
            </w:pPr>
            <w:r w:rsidRPr="00083316">
              <w:t>ER50</w:t>
            </w:r>
          </w:p>
        </w:tc>
      </w:tr>
      <w:tr w:rsidR="00B021C0" w:rsidRPr="00083316" w:rsidTr="00D678A0">
        <w:trPr>
          <w:cantSplit/>
        </w:trPr>
        <w:tc>
          <w:tcPr>
            <w:tcW w:w="2245" w:type="dxa"/>
          </w:tcPr>
          <w:p w:rsidR="00B021C0" w:rsidRPr="00083316" w:rsidRDefault="00B021C0">
            <w:pPr>
              <w:pStyle w:val="SL-FlLftSgl"/>
              <w:spacing w:before="40" w:after="40"/>
            </w:pPr>
            <w:r w:rsidRPr="00083316">
              <w:t>SONOGRAM_M18</w:t>
            </w:r>
          </w:p>
        </w:tc>
        <w:tc>
          <w:tcPr>
            <w:tcW w:w="5243" w:type="dxa"/>
          </w:tcPr>
          <w:p w:rsidR="00B021C0" w:rsidRPr="00083316" w:rsidRDefault="00B021C0">
            <w:pPr>
              <w:pStyle w:val="SL-FlLftSgl"/>
              <w:spacing w:before="40" w:after="40"/>
            </w:pPr>
            <w:r w:rsidRPr="00083316">
              <w:t xml:space="preserve">This visit did p have sonogram or </w:t>
            </w:r>
            <w:proofErr w:type="spellStart"/>
            <w:r w:rsidRPr="00083316">
              <w:t>ultrsd</w:t>
            </w:r>
            <w:proofErr w:type="spellEnd"/>
          </w:p>
        </w:tc>
        <w:tc>
          <w:tcPr>
            <w:tcW w:w="2486" w:type="dxa"/>
          </w:tcPr>
          <w:p w:rsidR="00B021C0" w:rsidRPr="00083316" w:rsidRDefault="00B021C0">
            <w:pPr>
              <w:pStyle w:val="SL-FlLftSgl"/>
              <w:spacing w:before="40" w:after="40"/>
            </w:pPr>
            <w:r w:rsidRPr="00083316">
              <w:t>ER50</w:t>
            </w:r>
          </w:p>
        </w:tc>
      </w:tr>
      <w:tr w:rsidR="00B021C0" w:rsidRPr="00083316" w:rsidTr="00D678A0">
        <w:trPr>
          <w:cantSplit/>
        </w:trPr>
        <w:tc>
          <w:tcPr>
            <w:tcW w:w="2245" w:type="dxa"/>
          </w:tcPr>
          <w:p w:rsidR="00B021C0" w:rsidRPr="00083316" w:rsidRDefault="00B021C0">
            <w:pPr>
              <w:pStyle w:val="SL-FlLftSgl"/>
              <w:spacing w:before="40" w:after="40"/>
            </w:pPr>
            <w:r w:rsidRPr="00083316">
              <w:t>XRAYS_M18</w:t>
            </w:r>
          </w:p>
        </w:tc>
        <w:tc>
          <w:tcPr>
            <w:tcW w:w="5243" w:type="dxa"/>
          </w:tcPr>
          <w:p w:rsidR="00B021C0" w:rsidRPr="00083316" w:rsidRDefault="00B021C0">
            <w:pPr>
              <w:pStyle w:val="SL-FlLftSgl"/>
              <w:spacing w:before="40" w:after="40"/>
            </w:pPr>
            <w:r w:rsidRPr="00083316">
              <w:t>This visit did p have x–rays</w:t>
            </w:r>
          </w:p>
        </w:tc>
        <w:tc>
          <w:tcPr>
            <w:tcW w:w="2486" w:type="dxa"/>
          </w:tcPr>
          <w:p w:rsidR="00B021C0" w:rsidRPr="00083316" w:rsidRDefault="00B021C0">
            <w:pPr>
              <w:pStyle w:val="SL-FlLftSgl"/>
              <w:spacing w:before="40" w:after="40"/>
            </w:pPr>
            <w:r w:rsidRPr="00083316">
              <w:t>ER50</w:t>
            </w:r>
          </w:p>
        </w:tc>
      </w:tr>
      <w:tr w:rsidR="00B021C0" w:rsidRPr="00083316" w:rsidTr="00D678A0">
        <w:trPr>
          <w:cantSplit/>
        </w:trPr>
        <w:tc>
          <w:tcPr>
            <w:tcW w:w="2245" w:type="dxa"/>
          </w:tcPr>
          <w:p w:rsidR="00B021C0" w:rsidRPr="00083316" w:rsidRDefault="00B021C0">
            <w:pPr>
              <w:pStyle w:val="SL-FlLftSgl"/>
              <w:spacing w:before="40" w:after="40"/>
            </w:pPr>
            <w:r w:rsidRPr="00083316">
              <w:t>MAMMOG_M18</w:t>
            </w:r>
          </w:p>
        </w:tc>
        <w:tc>
          <w:tcPr>
            <w:tcW w:w="5243" w:type="dxa"/>
          </w:tcPr>
          <w:p w:rsidR="00B021C0" w:rsidRPr="00083316" w:rsidRDefault="00B021C0">
            <w:pPr>
              <w:pStyle w:val="SL-FlLftSgl"/>
              <w:spacing w:before="40" w:after="40"/>
            </w:pPr>
            <w:r w:rsidRPr="00083316">
              <w:t>This visit did p have a mammogram</w:t>
            </w:r>
          </w:p>
        </w:tc>
        <w:tc>
          <w:tcPr>
            <w:tcW w:w="2486" w:type="dxa"/>
          </w:tcPr>
          <w:p w:rsidR="00B021C0" w:rsidRPr="00083316" w:rsidRDefault="00B021C0">
            <w:pPr>
              <w:pStyle w:val="SL-FlLftSgl"/>
              <w:spacing w:before="40" w:after="40"/>
            </w:pPr>
            <w:r w:rsidRPr="00083316">
              <w:t>ER50</w:t>
            </w:r>
          </w:p>
        </w:tc>
      </w:tr>
      <w:tr w:rsidR="00B021C0" w:rsidRPr="00083316" w:rsidTr="00D678A0">
        <w:trPr>
          <w:cantSplit/>
        </w:trPr>
        <w:tc>
          <w:tcPr>
            <w:tcW w:w="2245" w:type="dxa"/>
          </w:tcPr>
          <w:p w:rsidR="00B021C0" w:rsidRPr="00083316" w:rsidRDefault="00B021C0">
            <w:pPr>
              <w:pStyle w:val="SL-FlLftSgl"/>
              <w:spacing w:before="40" w:after="40"/>
            </w:pPr>
            <w:r w:rsidRPr="00083316">
              <w:t>MRI_M18</w:t>
            </w:r>
          </w:p>
        </w:tc>
        <w:tc>
          <w:tcPr>
            <w:tcW w:w="5243" w:type="dxa"/>
          </w:tcPr>
          <w:p w:rsidR="00B021C0" w:rsidRPr="00083316" w:rsidRDefault="00B021C0">
            <w:pPr>
              <w:pStyle w:val="SL-FlLftSgl"/>
              <w:spacing w:before="40" w:after="40"/>
            </w:pPr>
            <w:r w:rsidRPr="00083316">
              <w:t>This visit did p have an MRI/</w:t>
            </w:r>
            <w:proofErr w:type="spellStart"/>
            <w:r w:rsidRPr="00083316">
              <w:t>Catscan</w:t>
            </w:r>
            <w:proofErr w:type="spellEnd"/>
          </w:p>
        </w:tc>
        <w:tc>
          <w:tcPr>
            <w:tcW w:w="2486" w:type="dxa"/>
          </w:tcPr>
          <w:p w:rsidR="00B021C0" w:rsidRPr="00083316" w:rsidRDefault="00B021C0">
            <w:pPr>
              <w:pStyle w:val="SL-FlLftSgl"/>
              <w:spacing w:before="40" w:after="40"/>
            </w:pPr>
            <w:proofErr w:type="spellStart"/>
            <w:r w:rsidRPr="00083316">
              <w:t>E505</w:t>
            </w:r>
            <w:proofErr w:type="spellEnd"/>
          </w:p>
        </w:tc>
      </w:tr>
      <w:tr w:rsidR="00B021C0" w:rsidRPr="00083316" w:rsidTr="00D678A0">
        <w:trPr>
          <w:cantSplit/>
        </w:trPr>
        <w:tc>
          <w:tcPr>
            <w:tcW w:w="2245" w:type="dxa"/>
          </w:tcPr>
          <w:p w:rsidR="00B021C0" w:rsidRPr="00083316" w:rsidRDefault="00B021C0">
            <w:pPr>
              <w:pStyle w:val="SL-FlLftSgl"/>
              <w:spacing w:before="40" w:after="40"/>
            </w:pPr>
            <w:r w:rsidRPr="00083316">
              <w:t>EKG_M18</w:t>
            </w:r>
          </w:p>
        </w:tc>
        <w:tc>
          <w:tcPr>
            <w:tcW w:w="5243" w:type="dxa"/>
          </w:tcPr>
          <w:p w:rsidR="00B021C0" w:rsidRPr="00083316" w:rsidRDefault="00B021C0">
            <w:pPr>
              <w:pStyle w:val="SL-FlLftSgl"/>
              <w:spacing w:before="40" w:after="40"/>
            </w:pPr>
            <w:r w:rsidRPr="00083316">
              <w:t>This visit did p have an EKG, EEG or ECG</w:t>
            </w:r>
          </w:p>
        </w:tc>
        <w:tc>
          <w:tcPr>
            <w:tcW w:w="2486" w:type="dxa"/>
          </w:tcPr>
          <w:p w:rsidR="00B021C0" w:rsidRPr="00083316" w:rsidRDefault="00B021C0">
            <w:pPr>
              <w:pStyle w:val="SL-FlLftSgl"/>
              <w:spacing w:before="40" w:after="40"/>
            </w:pPr>
            <w:r w:rsidRPr="00083316">
              <w:t>ER50</w:t>
            </w:r>
          </w:p>
        </w:tc>
      </w:tr>
      <w:tr w:rsidR="00B021C0" w:rsidRPr="00083316" w:rsidTr="00D678A0">
        <w:trPr>
          <w:cantSplit/>
        </w:trPr>
        <w:tc>
          <w:tcPr>
            <w:tcW w:w="2245" w:type="dxa"/>
          </w:tcPr>
          <w:p w:rsidR="00B021C0" w:rsidRPr="00083316" w:rsidRDefault="00B021C0">
            <w:pPr>
              <w:pStyle w:val="SL-FlLftSgl"/>
              <w:spacing w:before="40" w:after="40"/>
            </w:pPr>
            <w:r w:rsidRPr="00083316">
              <w:t>RCVVAC_M18</w:t>
            </w:r>
          </w:p>
        </w:tc>
        <w:tc>
          <w:tcPr>
            <w:tcW w:w="5243" w:type="dxa"/>
          </w:tcPr>
          <w:p w:rsidR="00B021C0" w:rsidRPr="00083316" w:rsidRDefault="00B021C0">
            <w:pPr>
              <w:pStyle w:val="SL-FlLftSgl"/>
              <w:spacing w:before="40" w:after="40"/>
            </w:pPr>
            <w:r w:rsidRPr="00083316">
              <w:t>This visit did p receive a vaccination</w:t>
            </w:r>
          </w:p>
        </w:tc>
        <w:tc>
          <w:tcPr>
            <w:tcW w:w="2486" w:type="dxa"/>
          </w:tcPr>
          <w:p w:rsidR="00B021C0" w:rsidRPr="00083316" w:rsidRDefault="00B021C0">
            <w:pPr>
              <w:pStyle w:val="SL-FlLftSgl"/>
              <w:spacing w:before="40" w:after="40"/>
            </w:pPr>
            <w:proofErr w:type="spellStart"/>
            <w:r w:rsidRPr="00083316">
              <w:t>E505</w:t>
            </w:r>
            <w:proofErr w:type="spellEnd"/>
          </w:p>
        </w:tc>
      </w:tr>
      <w:tr w:rsidR="00B021C0" w:rsidRPr="00083316" w:rsidTr="00D678A0">
        <w:trPr>
          <w:cantSplit/>
        </w:trPr>
        <w:tc>
          <w:tcPr>
            <w:tcW w:w="2245" w:type="dxa"/>
          </w:tcPr>
          <w:p w:rsidR="00B021C0" w:rsidRPr="00083316" w:rsidRDefault="00B021C0">
            <w:pPr>
              <w:pStyle w:val="SL-FlLftSgl"/>
              <w:spacing w:before="40" w:after="40"/>
            </w:pPr>
            <w:r w:rsidRPr="00083316">
              <w:t>SURGPROC</w:t>
            </w:r>
          </w:p>
        </w:tc>
        <w:tc>
          <w:tcPr>
            <w:tcW w:w="5243" w:type="dxa"/>
          </w:tcPr>
          <w:p w:rsidR="00B021C0" w:rsidRPr="00083316" w:rsidRDefault="00B021C0">
            <w:pPr>
              <w:pStyle w:val="SL-FlLftSgl"/>
              <w:spacing w:before="40" w:after="40"/>
            </w:pPr>
            <w:r w:rsidRPr="00083316">
              <w:t xml:space="preserve">Was </w:t>
            </w:r>
            <w:proofErr w:type="spellStart"/>
            <w:r w:rsidRPr="00083316">
              <w:t>surg</w:t>
            </w:r>
            <w:proofErr w:type="spellEnd"/>
            <w:r w:rsidRPr="00083316">
              <w:t xml:space="preserve"> </w:t>
            </w:r>
            <w:proofErr w:type="spellStart"/>
            <w:r w:rsidRPr="00083316">
              <w:t>proc</w:t>
            </w:r>
            <w:proofErr w:type="spellEnd"/>
            <w:r w:rsidRPr="00083316">
              <w:t xml:space="preserve"> performed on p this visit</w:t>
            </w:r>
          </w:p>
        </w:tc>
        <w:tc>
          <w:tcPr>
            <w:tcW w:w="2486" w:type="dxa"/>
          </w:tcPr>
          <w:p w:rsidR="00B021C0" w:rsidRPr="00083316" w:rsidRDefault="00B021C0">
            <w:pPr>
              <w:pStyle w:val="SL-FlLftSgl"/>
              <w:spacing w:before="40" w:after="40"/>
            </w:pPr>
            <w:r w:rsidRPr="00083316">
              <w:t>ER40</w:t>
            </w:r>
          </w:p>
        </w:tc>
      </w:tr>
      <w:tr w:rsidR="00B021C0" w:rsidRPr="00083316" w:rsidTr="00D678A0">
        <w:trPr>
          <w:cantSplit/>
        </w:trPr>
        <w:tc>
          <w:tcPr>
            <w:tcW w:w="2245" w:type="dxa"/>
          </w:tcPr>
          <w:p w:rsidR="00B021C0" w:rsidRPr="00083316" w:rsidRDefault="00B021C0">
            <w:pPr>
              <w:pStyle w:val="SL-FlLftSgl"/>
              <w:spacing w:before="40" w:after="40"/>
            </w:pPr>
            <w:r w:rsidRPr="00083316">
              <w:t>MEDPRESC</w:t>
            </w:r>
          </w:p>
        </w:tc>
        <w:tc>
          <w:tcPr>
            <w:tcW w:w="5243" w:type="dxa"/>
          </w:tcPr>
          <w:p w:rsidR="00B021C0" w:rsidRPr="00083316" w:rsidRDefault="00B021C0">
            <w:pPr>
              <w:pStyle w:val="SL-FlLftSgl"/>
              <w:spacing w:before="40" w:after="40"/>
            </w:pPr>
            <w:r w:rsidRPr="00083316">
              <w:t>Any medicine prescribed for p this visit</w:t>
            </w:r>
          </w:p>
        </w:tc>
        <w:tc>
          <w:tcPr>
            <w:tcW w:w="2486" w:type="dxa"/>
          </w:tcPr>
          <w:p w:rsidR="00B021C0" w:rsidRPr="00083316" w:rsidRDefault="00B021C0">
            <w:pPr>
              <w:pStyle w:val="SL-FlLftSgl"/>
              <w:spacing w:before="40" w:after="40"/>
            </w:pPr>
            <w:r w:rsidRPr="00083316">
              <w:t>ER60</w:t>
            </w:r>
          </w:p>
        </w:tc>
      </w:tr>
    </w:tbl>
    <w:p w:rsidR="00B021C0" w:rsidRPr="00083316" w:rsidRDefault="00B021C0" w:rsidP="00DA21EF">
      <w:pPr>
        <w:pStyle w:val="C1-CtrBoldHd"/>
        <w:spacing w:before="480" w:after="480"/>
      </w:pPr>
      <w:r w:rsidRPr="00083316">
        <w:t>Flat Fee Variables</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728"/>
        <w:gridCol w:w="5760"/>
        <w:gridCol w:w="2358"/>
      </w:tblGrid>
      <w:tr w:rsidR="00D776A2" w:rsidRPr="00083316" w:rsidTr="0057208E">
        <w:trPr>
          <w:cantSplit/>
          <w:tblHeader/>
        </w:trPr>
        <w:tc>
          <w:tcPr>
            <w:tcW w:w="172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760"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35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rsidTr="00281DF1">
        <w:trPr>
          <w:cantSplit/>
        </w:trPr>
        <w:tc>
          <w:tcPr>
            <w:tcW w:w="1728" w:type="dxa"/>
            <w:vAlign w:val="center"/>
          </w:tcPr>
          <w:p w:rsidR="00B021C0" w:rsidRPr="00083316" w:rsidRDefault="00B021C0">
            <w:pPr>
              <w:pStyle w:val="SL-FlLftSgl"/>
              <w:spacing w:before="40" w:after="40"/>
            </w:pPr>
            <w:r w:rsidRPr="00083316">
              <w:t>FFERTYPE</w:t>
            </w:r>
          </w:p>
        </w:tc>
        <w:tc>
          <w:tcPr>
            <w:tcW w:w="5760" w:type="dxa"/>
            <w:vAlign w:val="center"/>
          </w:tcPr>
          <w:p w:rsidR="00B021C0" w:rsidRPr="00083316" w:rsidRDefault="00B021C0">
            <w:pPr>
              <w:pStyle w:val="SL-FlLftSgl"/>
              <w:spacing w:before="40" w:after="40"/>
            </w:pPr>
            <w:r w:rsidRPr="00083316">
              <w:t>Flat fee bundle</w:t>
            </w:r>
          </w:p>
        </w:tc>
        <w:tc>
          <w:tcPr>
            <w:tcW w:w="2358" w:type="dxa"/>
            <w:vAlign w:val="center"/>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vAlign w:val="bottom"/>
          </w:tcPr>
          <w:p w:rsidR="00B021C0" w:rsidRPr="00083316" w:rsidRDefault="00B021C0" w:rsidP="003C147D">
            <w:pPr>
              <w:pStyle w:val="SL-FlLftSgl"/>
              <w:spacing w:before="40" w:after="40"/>
            </w:pPr>
            <w:r w:rsidRPr="00083316">
              <w:t>FFBEF</w:t>
            </w:r>
            <w:r w:rsidR="008701CD" w:rsidRPr="00083316">
              <w:t>19</w:t>
            </w:r>
          </w:p>
        </w:tc>
        <w:tc>
          <w:tcPr>
            <w:tcW w:w="5760" w:type="dxa"/>
            <w:vAlign w:val="bottom"/>
          </w:tcPr>
          <w:p w:rsidR="00B021C0" w:rsidRPr="00083316" w:rsidRDefault="00B021C0" w:rsidP="003C147D">
            <w:pPr>
              <w:pStyle w:val="SL-FlLftSgl"/>
              <w:spacing w:before="40" w:after="40"/>
            </w:pPr>
            <w:r w:rsidRPr="00083316">
              <w:t>Tot</w:t>
            </w:r>
            <w:r w:rsidR="008701CD" w:rsidRPr="00083316">
              <w:t>al # of visits in FF before 2019</w:t>
            </w:r>
          </w:p>
        </w:tc>
        <w:tc>
          <w:tcPr>
            <w:tcW w:w="2358" w:type="dxa"/>
          </w:tcPr>
          <w:p w:rsidR="00B021C0" w:rsidRPr="00083316" w:rsidRDefault="00B021C0">
            <w:pPr>
              <w:pStyle w:val="SL-FlLftSgl"/>
              <w:spacing w:before="40" w:after="40"/>
            </w:pPr>
            <w:r w:rsidRPr="00083316">
              <w:t>FF50</w:t>
            </w:r>
          </w:p>
        </w:tc>
      </w:tr>
      <w:tr w:rsidR="00B021C0" w:rsidRPr="00083316" w:rsidTr="00281DF1">
        <w:trPr>
          <w:cantSplit/>
        </w:trPr>
        <w:tc>
          <w:tcPr>
            <w:tcW w:w="1728" w:type="dxa"/>
            <w:vAlign w:val="bottom"/>
          </w:tcPr>
          <w:p w:rsidR="00B021C0" w:rsidRPr="00083316" w:rsidRDefault="008701CD" w:rsidP="003C147D">
            <w:pPr>
              <w:pStyle w:val="SL-FlLftSgl"/>
              <w:spacing w:before="40" w:after="40"/>
            </w:pPr>
            <w:r w:rsidRPr="00083316">
              <w:t>FFTOT20</w:t>
            </w:r>
          </w:p>
        </w:tc>
        <w:tc>
          <w:tcPr>
            <w:tcW w:w="5760" w:type="dxa"/>
            <w:vAlign w:val="bottom"/>
          </w:tcPr>
          <w:p w:rsidR="00B021C0" w:rsidRPr="00083316" w:rsidRDefault="00B021C0" w:rsidP="003C147D">
            <w:pPr>
              <w:pStyle w:val="SL-FlLftSgl"/>
              <w:spacing w:before="40" w:after="40"/>
            </w:pPr>
            <w:r w:rsidRPr="00083316">
              <w:t>To</w:t>
            </w:r>
            <w:r w:rsidR="008701CD" w:rsidRPr="00083316">
              <w:t>tal # of visits in FF after 2019</w:t>
            </w:r>
          </w:p>
        </w:tc>
        <w:tc>
          <w:tcPr>
            <w:tcW w:w="2358" w:type="dxa"/>
          </w:tcPr>
          <w:p w:rsidR="00B021C0" w:rsidRPr="00083316" w:rsidRDefault="00B021C0">
            <w:pPr>
              <w:pStyle w:val="SL-FlLftSgl"/>
              <w:spacing w:before="40" w:after="40"/>
            </w:pPr>
            <w:r w:rsidRPr="00083316">
              <w:t>FF60</w:t>
            </w:r>
          </w:p>
        </w:tc>
      </w:tr>
    </w:tbl>
    <w:p w:rsidR="00B021C0" w:rsidRPr="00083316" w:rsidRDefault="00B021C0" w:rsidP="00DA21EF">
      <w:pPr>
        <w:pStyle w:val="C1-CtrBoldHd"/>
        <w:spacing w:before="480" w:after="480"/>
      </w:pPr>
      <w:r w:rsidRPr="00083316">
        <w:t>Imputed Total Expenditure Variables</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728"/>
        <w:gridCol w:w="5760"/>
        <w:gridCol w:w="2358"/>
      </w:tblGrid>
      <w:tr w:rsidR="00D776A2" w:rsidRPr="00083316" w:rsidTr="0057208E">
        <w:trPr>
          <w:cantSplit/>
          <w:tblHeader/>
        </w:trPr>
        <w:tc>
          <w:tcPr>
            <w:tcW w:w="172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760"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35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rsidTr="00281DF1">
        <w:trPr>
          <w:cantSplit/>
        </w:trPr>
        <w:tc>
          <w:tcPr>
            <w:tcW w:w="1728" w:type="dxa"/>
            <w:tcBorders>
              <w:bottom w:val="nil"/>
            </w:tcBorders>
          </w:tcPr>
          <w:p w:rsidR="00B021C0" w:rsidRPr="00083316" w:rsidRDefault="00B021C0" w:rsidP="003C147D">
            <w:pPr>
              <w:pStyle w:val="SL-FlLftSgl"/>
              <w:spacing w:before="40" w:after="40"/>
            </w:pPr>
            <w:r w:rsidRPr="00083316">
              <w:t>ERXP</w:t>
            </w:r>
            <w:r w:rsidR="008701CD" w:rsidRPr="00083316">
              <w:t>19</w:t>
            </w:r>
            <w:r w:rsidRPr="00083316">
              <w:t>X</w:t>
            </w:r>
          </w:p>
        </w:tc>
        <w:tc>
          <w:tcPr>
            <w:tcW w:w="5760" w:type="dxa"/>
            <w:tcBorders>
              <w:bottom w:val="nil"/>
            </w:tcBorders>
          </w:tcPr>
          <w:p w:rsidR="00B021C0" w:rsidRPr="00083316" w:rsidRDefault="00B021C0" w:rsidP="003C147D">
            <w:pPr>
              <w:pStyle w:val="SL-FlLftSgl"/>
              <w:spacing w:before="40" w:after="40"/>
            </w:pPr>
            <w:r w:rsidRPr="00083316">
              <w:t xml:space="preserve">Total </w:t>
            </w:r>
            <w:proofErr w:type="spellStart"/>
            <w:r w:rsidRPr="00083316">
              <w:t>exp</w:t>
            </w:r>
            <w:proofErr w:type="spellEnd"/>
            <w:r w:rsidRPr="00083316">
              <w:t xml:space="preserve"> for event (ERFXP</w:t>
            </w:r>
            <w:r w:rsidR="008701CD" w:rsidRPr="00083316">
              <w:t>19</w:t>
            </w:r>
            <w:r w:rsidRPr="00083316">
              <w:t>X + ERDXP</w:t>
            </w:r>
            <w:r w:rsidR="008701CD" w:rsidRPr="00083316">
              <w:t>19</w:t>
            </w:r>
            <w:r w:rsidRPr="00083316">
              <w:t>X)</w:t>
            </w:r>
          </w:p>
        </w:tc>
        <w:tc>
          <w:tcPr>
            <w:tcW w:w="2358" w:type="dxa"/>
            <w:tcBorders>
              <w:bottom w:val="nil"/>
            </w:tcBorders>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Borders>
              <w:right w:val="single" w:sz="6" w:space="0" w:color="auto"/>
            </w:tcBorders>
          </w:tcPr>
          <w:p w:rsidR="00B021C0" w:rsidRPr="00083316" w:rsidRDefault="00B021C0" w:rsidP="003C147D">
            <w:pPr>
              <w:pStyle w:val="SL-FlLftSgl"/>
              <w:spacing w:before="40" w:after="40"/>
            </w:pPr>
            <w:r w:rsidRPr="00083316">
              <w:t>ERTC</w:t>
            </w:r>
            <w:r w:rsidR="008701CD" w:rsidRPr="00083316">
              <w:t>19</w:t>
            </w:r>
            <w:r w:rsidRPr="00083316">
              <w:t>X</w:t>
            </w:r>
          </w:p>
        </w:tc>
        <w:tc>
          <w:tcPr>
            <w:tcW w:w="5760" w:type="dxa"/>
            <w:tcBorders>
              <w:left w:val="single" w:sz="6" w:space="0" w:color="auto"/>
              <w:right w:val="single" w:sz="6" w:space="0" w:color="auto"/>
            </w:tcBorders>
          </w:tcPr>
          <w:p w:rsidR="00B021C0" w:rsidRPr="00083316" w:rsidRDefault="00B021C0" w:rsidP="003C147D">
            <w:pPr>
              <w:pStyle w:val="SL-FlLftSgl"/>
              <w:spacing w:before="40" w:after="40"/>
            </w:pPr>
            <w:r w:rsidRPr="00083316">
              <w:t xml:space="preserve">Total </w:t>
            </w:r>
            <w:proofErr w:type="spellStart"/>
            <w:r w:rsidRPr="00083316">
              <w:t>chg</w:t>
            </w:r>
            <w:proofErr w:type="spellEnd"/>
            <w:r w:rsidRPr="00083316">
              <w:t xml:space="preserve"> for event (ERFTC</w:t>
            </w:r>
            <w:r w:rsidR="008701CD" w:rsidRPr="00083316">
              <w:t>19</w:t>
            </w:r>
            <w:r w:rsidRPr="00083316">
              <w:t>X + ERDTC</w:t>
            </w:r>
            <w:r w:rsidR="008701CD" w:rsidRPr="00083316">
              <w:t>19</w:t>
            </w:r>
            <w:r w:rsidRPr="00083316">
              <w:t>X)</w:t>
            </w:r>
          </w:p>
        </w:tc>
        <w:tc>
          <w:tcPr>
            <w:tcW w:w="2358" w:type="dxa"/>
            <w:tcBorders>
              <w:left w:val="single" w:sz="6" w:space="0" w:color="auto"/>
            </w:tcBorders>
          </w:tcPr>
          <w:p w:rsidR="00B021C0" w:rsidRPr="00083316" w:rsidRDefault="00B021C0">
            <w:pPr>
              <w:pStyle w:val="SL-FlLftSgl"/>
              <w:spacing w:before="40" w:after="40"/>
            </w:pPr>
            <w:r w:rsidRPr="00083316">
              <w:t>Constructed</w:t>
            </w:r>
          </w:p>
        </w:tc>
      </w:tr>
    </w:tbl>
    <w:p w:rsidR="00B021C0" w:rsidRPr="00083316" w:rsidRDefault="00B021C0" w:rsidP="00DA21EF">
      <w:pPr>
        <w:pStyle w:val="C1-CtrBoldHd"/>
        <w:spacing w:before="480" w:after="480"/>
      </w:pPr>
      <w:bookmarkStart w:id="146" w:name="_Hlt12425609"/>
      <w:bookmarkEnd w:id="146"/>
      <w:r w:rsidRPr="00083316">
        <w:t>Imputed Facility Expenditure Variables</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728"/>
        <w:gridCol w:w="5760"/>
        <w:gridCol w:w="2358"/>
      </w:tblGrid>
      <w:tr w:rsidR="00D776A2" w:rsidRPr="00083316" w:rsidTr="0057208E">
        <w:trPr>
          <w:cantSplit/>
          <w:tblHeader/>
        </w:trPr>
        <w:tc>
          <w:tcPr>
            <w:tcW w:w="172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760"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35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tc>
          <w:tcPr>
            <w:tcW w:w="1728" w:type="dxa"/>
          </w:tcPr>
          <w:p w:rsidR="00B021C0" w:rsidRPr="00083316" w:rsidRDefault="00B021C0">
            <w:pPr>
              <w:pStyle w:val="SL-FlLftSgl"/>
              <w:spacing w:before="40" w:after="40"/>
            </w:pPr>
            <w:r w:rsidRPr="00083316">
              <w:t>ERFSF</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family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ERFMR</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Medicare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ERFMD</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Medicaid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ERFPV</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private insurance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ERFVA</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Veterans/CHAMPVA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ERFTR</w:t>
            </w:r>
            <w:r w:rsidR="008701CD" w:rsidRPr="00083316">
              <w:t>19</w:t>
            </w:r>
            <w:r w:rsidRPr="00083316">
              <w:t>X</w:t>
            </w:r>
          </w:p>
        </w:tc>
        <w:tc>
          <w:tcPr>
            <w:tcW w:w="5760" w:type="dxa"/>
          </w:tcPr>
          <w:p w:rsidR="00B021C0" w:rsidRPr="00083316" w:rsidRDefault="00B021C0" w:rsidP="003C147D">
            <w:pPr>
              <w:pStyle w:val="SL-FlLftSgl"/>
              <w:spacing w:before="40" w:after="40"/>
            </w:pPr>
            <w:r w:rsidRPr="00083316">
              <w:t>Facility amount paid, TRICARE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ERFOF</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other federal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ERFSL</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state/local government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ERFWC</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Workers Comp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ERFOT</w:t>
            </w:r>
            <w:r w:rsidR="008701CD" w:rsidRPr="00083316">
              <w:t>19</w:t>
            </w:r>
            <w:r w:rsidRPr="00083316">
              <w:t>X</w:t>
            </w:r>
          </w:p>
        </w:tc>
        <w:tc>
          <w:tcPr>
            <w:tcW w:w="5760" w:type="dxa"/>
          </w:tcPr>
          <w:p w:rsidR="00B021C0" w:rsidRPr="00083316" w:rsidRDefault="00B021C0">
            <w:pPr>
              <w:pStyle w:val="SL-FlLftSgl"/>
              <w:spacing w:before="40" w:after="40"/>
            </w:pPr>
            <w:r w:rsidRPr="00083316">
              <w:t>Facility amount paid, other insurance (Imputed)</w:t>
            </w:r>
          </w:p>
        </w:tc>
        <w:tc>
          <w:tcPr>
            <w:tcW w:w="2358" w:type="dxa"/>
          </w:tcPr>
          <w:p w:rsidR="00B021C0" w:rsidRPr="00083316" w:rsidRDefault="00B021C0">
            <w:pPr>
              <w:pStyle w:val="SL-FlLftSgl"/>
              <w:spacing w:before="40" w:after="40"/>
            </w:pPr>
            <w:r w:rsidRPr="00083316">
              <w:t>CP Section (Edited)</w:t>
            </w:r>
          </w:p>
        </w:tc>
      </w:tr>
      <w:tr w:rsidR="00B021C0" w:rsidRPr="00083316">
        <w:tc>
          <w:tcPr>
            <w:tcW w:w="1728" w:type="dxa"/>
          </w:tcPr>
          <w:p w:rsidR="00B021C0" w:rsidRPr="00083316" w:rsidRDefault="00B021C0" w:rsidP="003C147D">
            <w:pPr>
              <w:pStyle w:val="SL-FlLftSgl"/>
              <w:spacing w:before="40" w:after="40"/>
            </w:pPr>
            <w:r w:rsidRPr="00083316">
              <w:t>ERFXP</w:t>
            </w:r>
            <w:r w:rsidR="008701CD" w:rsidRPr="00083316">
              <w:t>19</w:t>
            </w:r>
            <w:r w:rsidRPr="00083316">
              <w:t>X</w:t>
            </w:r>
          </w:p>
        </w:tc>
        <w:tc>
          <w:tcPr>
            <w:tcW w:w="5760" w:type="dxa"/>
          </w:tcPr>
          <w:p w:rsidR="00B021C0" w:rsidRPr="00083316" w:rsidRDefault="00B021C0" w:rsidP="003C147D">
            <w:pPr>
              <w:pStyle w:val="SL-FlLftSgl"/>
              <w:spacing w:before="40" w:after="40"/>
            </w:pPr>
            <w:r w:rsidRPr="00083316">
              <w:t>Facility sum payments ERFSF</w:t>
            </w:r>
            <w:r w:rsidR="008701CD" w:rsidRPr="00083316">
              <w:t>19</w:t>
            </w:r>
            <w:r w:rsidRPr="00083316">
              <w:t>X – ERFOT</w:t>
            </w:r>
            <w:r w:rsidR="008701CD" w:rsidRPr="00083316">
              <w:t>19</w:t>
            </w:r>
            <w:r w:rsidRPr="00083316">
              <w:t>X</w:t>
            </w:r>
          </w:p>
        </w:tc>
        <w:tc>
          <w:tcPr>
            <w:tcW w:w="2358" w:type="dxa"/>
          </w:tcPr>
          <w:p w:rsidR="00B021C0" w:rsidRPr="00083316" w:rsidRDefault="00B021C0">
            <w:pPr>
              <w:pStyle w:val="SL-FlLftSgl"/>
              <w:spacing w:before="40" w:after="40"/>
            </w:pPr>
            <w:r w:rsidRPr="00083316">
              <w:t>Constructed</w:t>
            </w:r>
          </w:p>
        </w:tc>
      </w:tr>
      <w:tr w:rsidR="00B021C0" w:rsidRPr="00083316">
        <w:tc>
          <w:tcPr>
            <w:tcW w:w="1728" w:type="dxa"/>
          </w:tcPr>
          <w:p w:rsidR="00B021C0" w:rsidRPr="00083316" w:rsidRDefault="00B021C0" w:rsidP="003C147D">
            <w:pPr>
              <w:pStyle w:val="SL-FlLftSgl"/>
              <w:spacing w:before="40" w:after="40"/>
            </w:pPr>
            <w:r w:rsidRPr="00083316">
              <w:t>ERFTC</w:t>
            </w:r>
            <w:r w:rsidR="008701CD" w:rsidRPr="00083316">
              <w:t>19</w:t>
            </w:r>
            <w:r w:rsidRPr="00083316">
              <w:t>X</w:t>
            </w:r>
          </w:p>
        </w:tc>
        <w:tc>
          <w:tcPr>
            <w:tcW w:w="5760" w:type="dxa"/>
          </w:tcPr>
          <w:p w:rsidR="00B021C0" w:rsidRPr="00083316" w:rsidRDefault="00B021C0">
            <w:pPr>
              <w:pStyle w:val="SL-FlLftSgl"/>
              <w:spacing w:before="40" w:after="40"/>
            </w:pPr>
            <w:r w:rsidRPr="00083316">
              <w:t>Total facility charge (Imputed)</w:t>
            </w:r>
          </w:p>
        </w:tc>
        <w:tc>
          <w:tcPr>
            <w:tcW w:w="2358" w:type="dxa"/>
          </w:tcPr>
          <w:p w:rsidR="00B021C0" w:rsidRPr="00083316" w:rsidRDefault="00B021C0">
            <w:pPr>
              <w:pStyle w:val="SL-FlLftSgl"/>
              <w:spacing w:before="40" w:after="40"/>
            </w:pPr>
            <w:r w:rsidRPr="00083316">
              <w:t>CP Section (Edited)</w:t>
            </w:r>
          </w:p>
        </w:tc>
      </w:tr>
    </w:tbl>
    <w:p w:rsidR="00B021C0" w:rsidRPr="00083316" w:rsidRDefault="00B021C0" w:rsidP="00DA21EF">
      <w:pPr>
        <w:pStyle w:val="C1-CtrBoldHd"/>
        <w:spacing w:before="480" w:after="480"/>
      </w:pPr>
      <w:r w:rsidRPr="00083316">
        <w:t>Imputed Physician Expenditure Variables</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File variable names, descriptions, and sources. More information about the variables and their sources is available in Section C of this document."/>
      </w:tblPr>
      <w:tblGrid>
        <w:gridCol w:w="1728"/>
        <w:gridCol w:w="5760"/>
        <w:gridCol w:w="2358"/>
      </w:tblGrid>
      <w:tr w:rsidR="00D776A2" w:rsidRPr="00083316" w:rsidTr="00726780">
        <w:trPr>
          <w:cantSplit/>
          <w:tblHeader/>
        </w:trPr>
        <w:tc>
          <w:tcPr>
            <w:tcW w:w="172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760"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358" w:type="dxa"/>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ERDSF</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family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ERDMR</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Medicare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ERDMD</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Medicaid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ERDPV</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private insurance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ERDVA</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Veterans/CHAMPVA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ERDTR</w:t>
            </w:r>
            <w:r w:rsidR="008701CD" w:rsidRPr="00083316">
              <w:t>19</w:t>
            </w:r>
            <w:r w:rsidRPr="00083316">
              <w:t>X</w:t>
            </w:r>
          </w:p>
        </w:tc>
        <w:tc>
          <w:tcPr>
            <w:tcW w:w="5760" w:type="dxa"/>
          </w:tcPr>
          <w:p w:rsidR="00B021C0" w:rsidRPr="00083316" w:rsidRDefault="00B021C0" w:rsidP="003C147D">
            <w:pPr>
              <w:pStyle w:val="SL-FlLftSgl"/>
              <w:spacing w:before="40" w:after="40"/>
            </w:pPr>
            <w:r w:rsidRPr="00083316">
              <w:t>Doctor amount paid, TRICARE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ERDOF</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other federal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ERDSL</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state/local government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ERDWC</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Workers Comp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ERDOT</w:t>
            </w:r>
            <w:r w:rsidR="008701CD" w:rsidRPr="00083316">
              <w:t>19</w:t>
            </w:r>
            <w:r w:rsidRPr="00083316">
              <w:t>X</w:t>
            </w:r>
          </w:p>
        </w:tc>
        <w:tc>
          <w:tcPr>
            <w:tcW w:w="5760" w:type="dxa"/>
          </w:tcPr>
          <w:p w:rsidR="00B021C0" w:rsidRPr="00083316" w:rsidRDefault="00B021C0">
            <w:pPr>
              <w:pStyle w:val="SL-FlLftSgl"/>
              <w:spacing w:before="40" w:after="40"/>
            </w:pPr>
            <w:r w:rsidRPr="00083316">
              <w:t>Doctor amount paid, other insurance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ERDXP</w:t>
            </w:r>
            <w:r w:rsidR="008701CD" w:rsidRPr="00083316">
              <w:t>19</w:t>
            </w:r>
            <w:r w:rsidRPr="00083316">
              <w:t>X</w:t>
            </w:r>
          </w:p>
        </w:tc>
        <w:tc>
          <w:tcPr>
            <w:tcW w:w="5760" w:type="dxa"/>
          </w:tcPr>
          <w:p w:rsidR="00B021C0" w:rsidRPr="00083316" w:rsidRDefault="00B021C0" w:rsidP="003C147D">
            <w:pPr>
              <w:pStyle w:val="SL-FlLftSgl"/>
              <w:spacing w:before="40" w:after="40"/>
            </w:pPr>
            <w:r w:rsidRPr="00083316">
              <w:t>Doctor sum payments ERDSF</w:t>
            </w:r>
            <w:r w:rsidR="008701CD" w:rsidRPr="00083316">
              <w:t>19</w:t>
            </w:r>
            <w:r w:rsidRPr="00083316">
              <w:t>X – ERDOT</w:t>
            </w:r>
            <w:r w:rsidR="008701CD" w:rsidRPr="00083316">
              <w:t>19</w:t>
            </w:r>
            <w:r w:rsidRPr="00083316">
              <w:t>X</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rsidP="003C147D">
            <w:pPr>
              <w:pStyle w:val="SL-FlLftSgl"/>
              <w:spacing w:before="40" w:after="40"/>
            </w:pPr>
            <w:r w:rsidRPr="00083316">
              <w:t>ERDTC</w:t>
            </w:r>
            <w:r w:rsidR="008701CD" w:rsidRPr="00083316">
              <w:t>19</w:t>
            </w:r>
            <w:r w:rsidRPr="00083316">
              <w:t>X</w:t>
            </w:r>
          </w:p>
        </w:tc>
        <w:tc>
          <w:tcPr>
            <w:tcW w:w="5760" w:type="dxa"/>
          </w:tcPr>
          <w:p w:rsidR="00B021C0" w:rsidRPr="00083316" w:rsidRDefault="00B021C0">
            <w:pPr>
              <w:pStyle w:val="SL-FlLftSgl"/>
              <w:spacing w:before="40" w:after="40"/>
            </w:pPr>
            <w:r w:rsidRPr="00083316">
              <w:t>Total doctor charge (Imputed)</w:t>
            </w:r>
          </w:p>
        </w:tc>
        <w:tc>
          <w:tcPr>
            <w:tcW w:w="2358" w:type="dxa"/>
          </w:tcPr>
          <w:p w:rsidR="00B021C0" w:rsidRPr="00083316" w:rsidRDefault="00B021C0">
            <w:pPr>
              <w:pStyle w:val="SL-FlLftSgl"/>
              <w:spacing w:before="40" w:after="40"/>
            </w:pPr>
            <w:r w:rsidRPr="00083316">
              <w:t>Constructed</w:t>
            </w:r>
          </w:p>
        </w:tc>
      </w:tr>
      <w:tr w:rsidR="00B021C0" w:rsidRPr="00083316" w:rsidTr="00281DF1">
        <w:trPr>
          <w:cantSplit/>
        </w:trPr>
        <w:tc>
          <w:tcPr>
            <w:tcW w:w="1728" w:type="dxa"/>
          </w:tcPr>
          <w:p w:rsidR="00B021C0" w:rsidRPr="00083316" w:rsidRDefault="00B021C0">
            <w:pPr>
              <w:pStyle w:val="SL-FlLftSgl"/>
              <w:spacing w:before="40" w:after="40"/>
            </w:pPr>
            <w:r w:rsidRPr="00083316">
              <w:t>IMPFLAG</w:t>
            </w:r>
          </w:p>
        </w:tc>
        <w:tc>
          <w:tcPr>
            <w:tcW w:w="5760" w:type="dxa"/>
          </w:tcPr>
          <w:p w:rsidR="00B021C0" w:rsidRPr="00083316" w:rsidRDefault="00B021C0">
            <w:pPr>
              <w:pStyle w:val="SL-FlLftSgl"/>
              <w:spacing w:before="40" w:after="40"/>
            </w:pPr>
            <w:r w:rsidRPr="00083316">
              <w:t>Imputation status</w:t>
            </w:r>
          </w:p>
        </w:tc>
        <w:tc>
          <w:tcPr>
            <w:tcW w:w="2358" w:type="dxa"/>
          </w:tcPr>
          <w:p w:rsidR="00B021C0" w:rsidRPr="00083316" w:rsidRDefault="00B021C0">
            <w:pPr>
              <w:pStyle w:val="SL-FlLftSgl"/>
              <w:spacing w:before="40" w:after="40"/>
            </w:pPr>
            <w:r w:rsidRPr="00083316">
              <w:t>Constructed</w:t>
            </w:r>
          </w:p>
        </w:tc>
      </w:tr>
    </w:tbl>
    <w:p w:rsidR="00B021C0" w:rsidRPr="00083316" w:rsidRDefault="00B021C0" w:rsidP="00DA21EF">
      <w:pPr>
        <w:pStyle w:val="C1-CtrBoldHd"/>
        <w:spacing w:before="480" w:after="480"/>
      </w:pPr>
      <w:r w:rsidRPr="00083316">
        <w:t>Weights Variables</w:t>
      </w:r>
    </w:p>
    <w:tbl>
      <w:tblPr>
        <w:tblW w:w="9820" w:type="dxa"/>
        <w:tblLayout w:type="fixed"/>
        <w:tblCellMar>
          <w:left w:w="100" w:type="dxa"/>
          <w:right w:w="100" w:type="dxa"/>
        </w:tblCellMar>
        <w:tblLook w:val="0000" w:firstRow="0" w:lastRow="0" w:firstColumn="0" w:lastColumn="0" w:noHBand="0" w:noVBand="0"/>
        <w:tblDescription w:val="File variable names, descriptions, and sources. More information about the variables and their sources is available in Section C of this document."/>
      </w:tblPr>
      <w:tblGrid>
        <w:gridCol w:w="1710"/>
        <w:gridCol w:w="5760"/>
        <w:gridCol w:w="2350"/>
      </w:tblGrid>
      <w:tr w:rsidR="00D776A2" w:rsidRPr="00083316" w:rsidTr="0057208E">
        <w:trPr>
          <w:cantSplit/>
          <w:tblHeader/>
        </w:trPr>
        <w:tc>
          <w:tcPr>
            <w:tcW w:w="1710" w:type="dxa"/>
            <w:tcBorders>
              <w:top w:val="single" w:sz="6" w:space="0" w:color="auto"/>
              <w:lef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Variable</w:t>
            </w:r>
          </w:p>
        </w:tc>
        <w:tc>
          <w:tcPr>
            <w:tcW w:w="5760" w:type="dxa"/>
            <w:tcBorders>
              <w:top w:val="single" w:sz="6" w:space="0" w:color="auto"/>
              <w:lef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Description</w:t>
            </w:r>
          </w:p>
        </w:tc>
        <w:tc>
          <w:tcPr>
            <w:tcW w:w="2350" w:type="dxa"/>
            <w:tcBorders>
              <w:top w:val="single" w:sz="6" w:space="0" w:color="auto"/>
              <w:left w:val="single" w:sz="6" w:space="0" w:color="auto"/>
              <w:right w:val="single" w:sz="6" w:space="0" w:color="auto"/>
            </w:tcBorders>
          </w:tcPr>
          <w:p w:rsidR="00D776A2" w:rsidRPr="00083316" w:rsidRDefault="00D776A2" w:rsidP="00D776A2">
            <w:pPr>
              <w:pStyle w:val="TH-TableHeading"/>
              <w:rPr>
                <w:rFonts w:ascii="Times New Roman" w:hAnsi="Times New Roman"/>
                <w:sz w:val="24"/>
                <w:szCs w:val="24"/>
              </w:rPr>
            </w:pPr>
            <w:r w:rsidRPr="00083316">
              <w:rPr>
                <w:rFonts w:ascii="Times New Roman" w:hAnsi="Times New Roman"/>
                <w:sz w:val="24"/>
                <w:szCs w:val="24"/>
              </w:rPr>
              <w:t>Source</w:t>
            </w:r>
          </w:p>
        </w:tc>
      </w:tr>
      <w:tr w:rsidR="00B021C0" w:rsidRPr="00083316">
        <w:trPr>
          <w:cantSplit/>
        </w:trPr>
        <w:tc>
          <w:tcPr>
            <w:tcW w:w="1710" w:type="dxa"/>
            <w:tcBorders>
              <w:top w:val="single" w:sz="6" w:space="0" w:color="auto"/>
              <w:left w:val="single" w:sz="6" w:space="0" w:color="auto"/>
            </w:tcBorders>
          </w:tcPr>
          <w:p w:rsidR="00B021C0" w:rsidRPr="00083316" w:rsidRDefault="00B021C0" w:rsidP="003C147D">
            <w:pPr>
              <w:pStyle w:val="SL-FlLftSgl"/>
              <w:spacing w:before="40" w:after="40"/>
            </w:pPr>
            <w:r w:rsidRPr="00083316">
              <w:t>PERWT</w:t>
            </w:r>
            <w:r w:rsidR="008701CD" w:rsidRPr="00083316">
              <w:t>19</w:t>
            </w:r>
            <w:r w:rsidRPr="00083316">
              <w:t>F</w:t>
            </w:r>
          </w:p>
        </w:tc>
        <w:tc>
          <w:tcPr>
            <w:tcW w:w="5760" w:type="dxa"/>
            <w:tcBorders>
              <w:top w:val="single" w:sz="6" w:space="0" w:color="auto"/>
              <w:left w:val="single" w:sz="6" w:space="0" w:color="auto"/>
            </w:tcBorders>
          </w:tcPr>
          <w:p w:rsidR="00B021C0" w:rsidRPr="00083316" w:rsidRDefault="00B021C0" w:rsidP="003C147D">
            <w:pPr>
              <w:pStyle w:val="SL-FlLftSgl"/>
              <w:spacing w:before="40" w:after="40"/>
            </w:pPr>
            <w:r w:rsidRPr="00083316">
              <w:t>Expenditure file person weight, 20</w:t>
            </w:r>
            <w:r w:rsidR="008701CD" w:rsidRPr="00083316">
              <w:t>19</w:t>
            </w:r>
          </w:p>
        </w:tc>
        <w:tc>
          <w:tcPr>
            <w:tcW w:w="2350" w:type="dxa"/>
            <w:tcBorders>
              <w:top w:val="single" w:sz="6" w:space="0" w:color="auto"/>
              <w:left w:val="single" w:sz="6" w:space="0" w:color="auto"/>
              <w:right w:val="single" w:sz="6" w:space="0" w:color="auto"/>
            </w:tcBorders>
          </w:tcPr>
          <w:p w:rsidR="00B021C0" w:rsidRPr="00083316" w:rsidRDefault="00B021C0">
            <w:pPr>
              <w:pStyle w:val="SL-FlLftSgl"/>
              <w:spacing w:before="40" w:after="40"/>
            </w:pPr>
            <w:r w:rsidRPr="00083316">
              <w:t>Constructed</w:t>
            </w:r>
          </w:p>
        </w:tc>
      </w:tr>
      <w:tr w:rsidR="00B021C0" w:rsidRPr="00083316">
        <w:trPr>
          <w:cantSplit/>
        </w:trPr>
        <w:tc>
          <w:tcPr>
            <w:tcW w:w="1710" w:type="dxa"/>
            <w:tcBorders>
              <w:top w:val="single" w:sz="6" w:space="0" w:color="auto"/>
              <w:left w:val="single" w:sz="6" w:space="0" w:color="auto"/>
              <w:bottom w:val="single" w:sz="6" w:space="0" w:color="auto"/>
            </w:tcBorders>
          </w:tcPr>
          <w:p w:rsidR="00B021C0" w:rsidRPr="00083316" w:rsidRDefault="00B021C0">
            <w:pPr>
              <w:pStyle w:val="SL-FlLftSgl"/>
              <w:spacing w:before="40" w:after="40"/>
            </w:pPr>
            <w:r w:rsidRPr="00083316">
              <w:t>VARSTR</w:t>
            </w:r>
          </w:p>
        </w:tc>
        <w:tc>
          <w:tcPr>
            <w:tcW w:w="5760" w:type="dxa"/>
            <w:tcBorders>
              <w:top w:val="single" w:sz="6" w:space="0" w:color="auto"/>
              <w:left w:val="single" w:sz="6" w:space="0" w:color="auto"/>
              <w:bottom w:val="single" w:sz="6" w:space="0" w:color="auto"/>
            </w:tcBorders>
          </w:tcPr>
          <w:p w:rsidR="00B021C0" w:rsidRPr="00083316" w:rsidRDefault="00B021C0" w:rsidP="003C147D">
            <w:pPr>
              <w:pStyle w:val="SL-FlLftSgl"/>
              <w:spacing w:before="40" w:after="40"/>
            </w:pPr>
            <w:r w:rsidRPr="00083316">
              <w:t>Variance estimation stratum, 20</w:t>
            </w:r>
            <w:r w:rsidR="008701CD" w:rsidRPr="00083316">
              <w:t>19</w:t>
            </w:r>
          </w:p>
        </w:tc>
        <w:tc>
          <w:tcPr>
            <w:tcW w:w="2350" w:type="dxa"/>
            <w:tcBorders>
              <w:top w:val="single" w:sz="6" w:space="0" w:color="auto"/>
              <w:left w:val="single" w:sz="6" w:space="0" w:color="auto"/>
              <w:bottom w:val="single" w:sz="6" w:space="0" w:color="auto"/>
              <w:right w:val="single" w:sz="6" w:space="0" w:color="auto"/>
            </w:tcBorders>
          </w:tcPr>
          <w:p w:rsidR="00B021C0" w:rsidRPr="00083316" w:rsidRDefault="00B021C0">
            <w:pPr>
              <w:pStyle w:val="SL-FlLftSgl"/>
              <w:spacing w:before="40" w:after="40"/>
            </w:pPr>
            <w:r w:rsidRPr="00083316">
              <w:t>Constructed</w:t>
            </w:r>
          </w:p>
        </w:tc>
      </w:tr>
      <w:tr w:rsidR="00B021C0" w:rsidRPr="00083316">
        <w:trPr>
          <w:cantSplit/>
        </w:trPr>
        <w:tc>
          <w:tcPr>
            <w:tcW w:w="1710" w:type="dxa"/>
            <w:tcBorders>
              <w:top w:val="single" w:sz="6" w:space="0" w:color="auto"/>
              <w:left w:val="single" w:sz="6" w:space="0" w:color="auto"/>
              <w:bottom w:val="single" w:sz="4" w:space="0" w:color="auto"/>
            </w:tcBorders>
          </w:tcPr>
          <w:p w:rsidR="00B021C0" w:rsidRPr="00083316" w:rsidRDefault="00B021C0">
            <w:pPr>
              <w:pStyle w:val="SL-FlLftSgl"/>
              <w:spacing w:before="40" w:after="40"/>
            </w:pPr>
            <w:r w:rsidRPr="00083316">
              <w:t>VARPSU</w:t>
            </w:r>
          </w:p>
        </w:tc>
        <w:tc>
          <w:tcPr>
            <w:tcW w:w="5760" w:type="dxa"/>
            <w:tcBorders>
              <w:top w:val="single" w:sz="6" w:space="0" w:color="auto"/>
              <w:left w:val="single" w:sz="6" w:space="0" w:color="auto"/>
              <w:bottom w:val="single" w:sz="4" w:space="0" w:color="auto"/>
            </w:tcBorders>
          </w:tcPr>
          <w:p w:rsidR="00B021C0" w:rsidRPr="00083316" w:rsidRDefault="00B021C0" w:rsidP="003C147D">
            <w:pPr>
              <w:pStyle w:val="SL-FlLftSgl"/>
              <w:spacing w:before="40" w:after="40"/>
            </w:pPr>
            <w:r w:rsidRPr="00083316">
              <w:t>Variance estimation PSU, 20</w:t>
            </w:r>
            <w:r w:rsidR="008701CD" w:rsidRPr="00083316">
              <w:t>19</w:t>
            </w:r>
          </w:p>
        </w:tc>
        <w:tc>
          <w:tcPr>
            <w:tcW w:w="2350" w:type="dxa"/>
            <w:tcBorders>
              <w:top w:val="single" w:sz="6" w:space="0" w:color="auto"/>
              <w:left w:val="single" w:sz="6" w:space="0" w:color="auto"/>
              <w:bottom w:val="single" w:sz="4" w:space="0" w:color="auto"/>
              <w:right w:val="single" w:sz="6" w:space="0" w:color="auto"/>
            </w:tcBorders>
          </w:tcPr>
          <w:p w:rsidR="00B021C0" w:rsidRPr="00083316" w:rsidRDefault="00B021C0">
            <w:pPr>
              <w:pStyle w:val="SL-FlLftSgl"/>
              <w:spacing w:before="40" w:after="40"/>
            </w:pPr>
            <w:r w:rsidRPr="00083316">
              <w:t>Constructed</w:t>
            </w:r>
          </w:p>
        </w:tc>
      </w:tr>
    </w:tbl>
    <w:p w:rsidR="00BD3A7A" w:rsidRPr="00083316" w:rsidRDefault="00BD3A7A" w:rsidP="00BB22F1"/>
    <w:sectPr w:rsidR="00BD3A7A" w:rsidRPr="00083316" w:rsidSect="003C147D">
      <w:headerReference w:type="default" r:id="rId26"/>
      <w:footerReference w:type="default" r:id="rId27"/>
      <w:endnotePr>
        <w:numFmt w:val="decimal"/>
      </w:endnotePr>
      <w:pgSz w:w="12240" w:h="15840" w:code="1"/>
      <w:pgMar w:top="1440" w:right="1440" w:bottom="1440" w:left="144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DE4" w:rsidRDefault="009C3DE4">
      <w:r>
        <w:separator/>
      </w:r>
    </w:p>
  </w:endnote>
  <w:endnote w:type="continuationSeparator" w:id="0">
    <w:p w:rsidR="009C3DE4" w:rsidRDefault="009C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 w:val="22"/>
        <w:szCs w:val="22"/>
      </w:rPr>
      <w:tab/>
    </w:r>
    <w:r w:rsidRPr="00EF7EC0">
      <w:rPr>
        <w:rStyle w:val="PageNumber"/>
        <w:sz w:val="22"/>
        <w:szCs w:val="22"/>
      </w:rPr>
      <w:fldChar w:fldCharType="begin"/>
    </w:r>
    <w:r w:rsidRPr="00EF7EC0">
      <w:rPr>
        <w:rStyle w:val="PageNumber"/>
        <w:sz w:val="22"/>
        <w:szCs w:val="22"/>
      </w:rPr>
      <w:instrText xml:space="preserve"> PAGE </w:instrText>
    </w:r>
    <w:r w:rsidRPr="00EF7EC0">
      <w:rPr>
        <w:rStyle w:val="PageNumber"/>
        <w:sz w:val="22"/>
        <w:szCs w:val="22"/>
      </w:rPr>
      <w:fldChar w:fldCharType="separate"/>
    </w:r>
    <w:r w:rsidR="001368EF">
      <w:rPr>
        <w:rStyle w:val="PageNumber"/>
        <w:noProof/>
        <w:sz w:val="22"/>
        <w:szCs w:val="22"/>
      </w:rPr>
      <w:t>iii</w:t>
    </w:r>
    <w:r w:rsidRPr="00EF7EC0">
      <w:rPr>
        <w:rStyle w:val="PageNumber"/>
        <w:sz w:val="22"/>
        <w:szCs w:val="22"/>
      </w:rPr>
      <w:fldChar w:fldCharType="end"/>
    </w:r>
    <w:r>
      <w:rPr>
        <w:rStyle w:val="PageNumber"/>
        <w:sz w:val="22"/>
        <w:szCs w:val="22"/>
      </w:rPr>
      <w:tab/>
    </w:r>
    <w:r>
      <w:rPr>
        <w:rStyle w:val="PageNumber"/>
      </w:rPr>
      <w:t>MEPS HC-213E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left" w:pos="4230"/>
        <w:tab w:val="left" w:pos="8010"/>
      </w:tabs>
    </w:pPr>
    <w:r>
      <w:rPr>
        <w:rStyle w:val="PageNumber"/>
        <w:sz w:val="22"/>
        <w:szCs w:val="22"/>
      </w:rPr>
      <w:tab/>
      <w:t>A-</w:t>
    </w:r>
    <w:r>
      <w:rPr>
        <w:rStyle w:val="PageNumber"/>
        <w:sz w:val="22"/>
      </w:rPr>
      <w:fldChar w:fldCharType="begin"/>
    </w:r>
    <w:r>
      <w:rPr>
        <w:rStyle w:val="PageNumber"/>
        <w:sz w:val="22"/>
      </w:rPr>
      <w:instrText xml:space="preserve"> PAGE </w:instrText>
    </w:r>
    <w:r>
      <w:rPr>
        <w:rStyle w:val="PageNumber"/>
        <w:sz w:val="22"/>
      </w:rPr>
      <w:fldChar w:fldCharType="separate"/>
    </w:r>
    <w:r>
      <w:rPr>
        <w:rStyle w:val="PageNumber"/>
        <w:noProof/>
        <w:sz w:val="22"/>
      </w:rPr>
      <w:t>1</w:t>
    </w:r>
    <w:r>
      <w:rPr>
        <w:rStyle w:val="PageNumber"/>
        <w:sz w:val="22"/>
      </w:rPr>
      <w:fldChar w:fldCharType="end"/>
    </w:r>
    <w:r>
      <w:rPr>
        <w:rStyle w:val="PageNumber"/>
        <w:sz w:val="22"/>
      </w:rPr>
      <w:t xml:space="preserve">                                                   MEPS HC-0##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 w:val="22"/>
        <w:szCs w:val="22"/>
      </w:rPr>
      <w:tab/>
      <w:t>A</w:t>
    </w:r>
    <w:r w:rsidRPr="00EF7EC0">
      <w:rPr>
        <w:rStyle w:val="PageNumber"/>
        <w:sz w:val="22"/>
        <w:szCs w:val="22"/>
      </w:rPr>
      <w:t>-</w:t>
    </w:r>
    <w:r w:rsidRPr="00EF7EC0">
      <w:rPr>
        <w:rStyle w:val="PageNumber"/>
        <w:sz w:val="22"/>
        <w:szCs w:val="22"/>
      </w:rPr>
      <w:fldChar w:fldCharType="begin"/>
    </w:r>
    <w:r w:rsidRPr="00EF7EC0">
      <w:rPr>
        <w:rStyle w:val="PageNumber"/>
        <w:sz w:val="22"/>
        <w:szCs w:val="22"/>
      </w:rPr>
      <w:instrText xml:space="preserve"> PAGE </w:instrText>
    </w:r>
    <w:r w:rsidRPr="00EF7EC0">
      <w:rPr>
        <w:rStyle w:val="PageNumber"/>
        <w:sz w:val="22"/>
        <w:szCs w:val="22"/>
      </w:rPr>
      <w:fldChar w:fldCharType="separate"/>
    </w:r>
    <w:r w:rsidR="001368EF">
      <w:rPr>
        <w:rStyle w:val="PageNumber"/>
        <w:noProof/>
        <w:sz w:val="22"/>
        <w:szCs w:val="22"/>
      </w:rPr>
      <w:t>1</w:t>
    </w:r>
    <w:r w:rsidRPr="00EF7EC0">
      <w:rPr>
        <w:rStyle w:val="PageNumber"/>
        <w:sz w:val="22"/>
        <w:szCs w:val="22"/>
      </w:rPr>
      <w:fldChar w:fldCharType="end"/>
    </w:r>
    <w:r>
      <w:rPr>
        <w:rStyle w:val="PageNumber"/>
        <w:sz w:val="22"/>
        <w:szCs w:val="22"/>
      </w:rPr>
      <w:tab/>
    </w:r>
    <w:r>
      <w:rPr>
        <w:rStyle w:val="PageNumber"/>
      </w:rPr>
      <w:t>MEPS HC-213E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Cs w:val="22"/>
      </w:rPr>
      <w:tab/>
      <w:t>B-</w:t>
    </w:r>
    <w:r>
      <w:rPr>
        <w:rStyle w:val="PageNumber"/>
      </w:rPr>
      <w:fldChar w:fldCharType="begin"/>
    </w:r>
    <w:r>
      <w:rPr>
        <w:rStyle w:val="PageNumber"/>
      </w:rPr>
      <w:instrText xml:space="preserve"> PAGE </w:instrText>
    </w:r>
    <w:r>
      <w:rPr>
        <w:rStyle w:val="PageNumber"/>
      </w:rPr>
      <w:fldChar w:fldCharType="separate"/>
    </w:r>
    <w:r w:rsidR="001368EF">
      <w:rPr>
        <w:rStyle w:val="PageNumber"/>
        <w:noProof/>
      </w:rPr>
      <w:t>2</w:t>
    </w:r>
    <w:r>
      <w:rPr>
        <w:rStyle w:val="PageNumber"/>
      </w:rPr>
      <w:fldChar w:fldCharType="end"/>
    </w:r>
    <w:r>
      <w:rPr>
        <w:rStyle w:val="PageNumber"/>
      </w:rPr>
      <w:tab/>
      <w:t>MEPS HC-213E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Cs w:val="22"/>
      </w:rPr>
      <w:tab/>
      <w:t>C-</w:t>
    </w:r>
    <w:r w:rsidRPr="00AB09EA">
      <w:rPr>
        <w:rStyle w:val="PageNumber"/>
        <w:szCs w:val="22"/>
      </w:rPr>
      <w:fldChar w:fldCharType="begin"/>
    </w:r>
    <w:r w:rsidRPr="00AB09EA">
      <w:rPr>
        <w:rStyle w:val="PageNumber"/>
        <w:szCs w:val="22"/>
      </w:rPr>
      <w:instrText xml:space="preserve"> PAGE   \* MERGEFORMAT </w:instrText>
    </w:r>
    <w:r w:rsidRPr="00AB09EA">
      <w:rPr>
        <w:rStyle w:val="PageNumber"/>
        <w:szCs w:val="22"/>
      </w:rPr>
      <w:fldChar w:fldCharType="separate"/>
    </w:r>
    <w:r w:rsidR="001368EF">
      <w:rPr>
        <w:rStyle w:val="PageNumber"/>
        <w:noProof/>
        <w:szCs w:val="22"/>
      </w:rPr>
      <w:t>5</w:t>
    </w:r>
    <w:r w:rsidRPr="00AB09EA">
      <w:rPr>
        <w:rStyle w:val="PageNumber"/>
        <w:noProof/>
        <w:szCs w:val="22"/>
      </w:rPr>
      <w:fldChar w:fldCharType="end"/>
    </w:r>
    <w:r>
      <w:rPr>
        <w:rStyle w:val="PageNumber"/>
      </w:rPr>
      <w:tab/>
      <w:t>MEPS HC-213E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Cs w:val="22"/>
      </w:rPr>
      <w:tab/>
      <w:t>C-</w:t>
    </w:r>
    <w:r w:rsidRPr="00AB09EA">
      <w:rPr>
        <w:rStyle w:val="PageNumber"/>
        <w:szCs w:val="22"/>
      </w:rPr>
      <w:fldChar w:fldCharType="begin"/>
    </w:r>
    <w:r w:rsidRPr="00AB09EA">
      <w:rPr>
        <w:rStyle w:val="PageNumber"/>
        <w:szCs w:val="22"/>
      </w:rPr>
      <w:instrText xml:space="preserve"> PAGE   \* MERGEFORMAT </w:instrText>
    </w:r>
    <w:r w:rsidRPr="00AB09EA">
      <w:rPr>
        <w:rStyle w:val="PageNumber"/>
        <w:szCs w:val="22"/>
      </w:rPr>
      <w:fldChar w:fldCharType="separate"/>
    </w:r>
    <w:r w:rsidR="001368EF">
      <w:rPr>
        <w:rStyle w:val="PageNumber"/>
        <w:noProof/>
        <w:szCs w:val="22"/>
      </w:rPr>
      <w:t>6</w:t>
    </w:r>
    <w:r w:rsidRPr="00AB09EA">
      <w:rPr>
        <w:rStyle w:val="PageNumber"/>
        <w:noProof/>
        <w:szCs w:val="22"/>
      </w:rPr>
      <w:fldChar w:fldCharType="end"/>
    </w:r>
    <w:r>
      <w:rPr>
        <w:rStyle w:val="PageNumber"/>
      </w:rPr>
      <w:tab/>
      <w:t>MEPS HC-213E</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Cs w:val="22"/>
      </w:rPr>
      <w:tab/>
      <w:t>C-</w:t>
    </w:r>
    <w:r w:rsidRPr="00AB09EA">
      <w:rPr>
        <w:rStyle w:val="PageNumber"/>
        <w:szCs w:val="22"/>
      </w:rPr>
      <w:fldChar w:fldCharType="begin"/>
    </w:r>
    <w:r w:rsidRPr="00AB09EA">
      <w:rPr>
        <w:rStyle w:val="PageNumber"/>
        <w:szCs w:val="22"/>
      </w:rPr>
      <w:instrText xml:space="preserve"> PAGE   \* MERGEFORMAT </w:instrText>
    </w:r>
    <w:r w:rsidRPr="00AB09EA">
      <w:rPr>
        <w:rStyle w:val="PageNumber"/>
        <w:szCs w:val="22"/>
      </w:rPr>
      <w:fldChar w:fldCharType="separate"/>
    </w:r>
    <w:r w:rsidR="001368EF">
      <w:rPr>
        <w:rStyle w:val="PageNumber"/>
        <w:noProof/>
        <w:szCs w:val="22"/>
      </w:rPr>
      <w:t>27</w:t>
    </w:r>
    <w:r w:rsidRPr="00AB09EA">
      <w:rPr>
        <w:rStyle w:val="PageNumber"/>
        <w:noProof/>
        <w:szCs w:val="22"/>
      </w:rPr>
      <w:fldChar w:fldCharType="end"/>
    </w:r>
    <w:r>
      <w:rPr>
        <w:rStyle w:val="PageNumber"/>
      </w:rPr>
      <w:tab/>
      <w:t>MEPS HC-213E</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tabs>
        <w:tab w:val="center" w:pos="4680"/>
        <w:tab w:val="right" w:pos="9360"/>
      </w:tabs>
    </w:pPr>
    <w:r>
      <w:rPr>
        <w:rStyle w:val="PageNumber"/>
        <w:szCs w:val="22"/>
      </w:rPr>
      <w:tab/>
      <w:t>D-</w:t>
    </w:r>
    <w:r>
      <w:rPr>
        <w:rStyle w:val="PageNumber"/>
      </w:rPr>
      <w:fldChar w:fldCharType="begin"/>
    </w:r>
    <w:r>
      <w:rPr>
        <w:rStyle w:val="PageNumber"/>
      </w:rPr>
      <w:instrText xml:space="preserve"> PAGE </w:instrText>
    </w:r>
    <w:r>
      <w:rPr>
        <w:rStyle w:val="PageNumber"/>
      </w:rPr>
      <w:fldChar w:fldCharType="separate"/>
    </w:r>
    <w:r w:rsidR="001368EF">
      <w:rPr>
        <w:rStyle w:val="PageNumber"/>
        <w:noProof/>
      </w:rPr>
      <w:t>2</w:t>
    </w:r>
    <w:r>
      <w:rPr>
        <w:rStyle w:val="PageNumber"/>
      </w:rPr>
      <w:fldChar w:fldCharType="end"/>
    </w:r>
    <w:r>
      <w:rPr>
        <w:rStyle w:val="PageNumber"/>
      </w:rPr>
      <w:tab/>
      <w:t>MEPS HC-213E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DE4" w:rsidRDefault="009C3DE4">
      <w:r>
        <w:separator/>
      </w:r>
    </w:p>
  </w:footnote>
  <w:footnote w:type="continuationSeparator" w:id="0">
    <w:p w:rsidR="009C3DE4" w:rsidRDefault="009C3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DE4" w:rsidRDefault="009C3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F0D3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342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8C71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44C2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D3A59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B26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C29A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26D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D6846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94EAD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lvlText w:val="%1"/>
      <w:lvlJc w:val="left"/>
    </w:lvl>
    <w:lvl w:ilvl="1">
      <w:start w:val="1"/>
      <w:numFmt w:val="decimal"/>
      <w:pStyle w:val="Level2"/>
      <w:lvlText w:val="%2."/>
      <w:lvlJc w:val="left"/>
      <w:pPr>
        <w:tabs>
          <w:tab w:val="num" w:pos="1440"/>
        </w:tabs>
        <w:ind w:left="1440" w:hanging="720"/>
      </w:pPr>
      <w:rPr>
        <w:rFonts w:ascii="Times New Roman" w:hAnsi="Times New Roman"/>
        <w:sz w:val="24"/>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singleLevel"/>
    <w:tmpl w:val="00000000"/>
    <w:lvl w:ilvl="0">
      <w:start w:val="1"/>
      <w:numFmt w:val="decimal"/>
      <w:pStyle w:val="Quick1"/>
      <w:lvlText w:val="%1."/>
      <w:lvlJc w:val="left"/>
      <w:pPr>
        <w:tabs>
          <w:tab w:val="num" w:pos="1440"/>
        </w:tabs>
      </w:pPr>
      <w:rPr>
        <w:rFonts w:ascii="Times New Roman" w:hAnsi="Times New Roman"/>
        <w:sz w:val="24"/>
      </w:rPr>
    </w:lvl>
  </w:abstractNum>
  <w:abstractNum w:abstractNumId="12" w15:restartNumberingAfterBreak="0">
    <w:nsid w:val="0A685B61"/>
    <w:multiLevelType w:val="hybridMultilevel"/>
    <w:tmpl w:val="E626D6F8"/>
    <w:lvl w:ilvl="0" w:tplc="2738E50C">
      <w:start w:val="1"/>
      <w:numFmt w:val="bullet"/>
      <w:lvlText w:val=""/>
      <w:lvlJc w:val="left"/>
      <w:pPr>
        <w:tabs>
          <w:tab w:val="num" w:pos="1440"/>
        </w:tabs>
        <w:ind w:left="1440" w:hanging="288"/>
      </w:pPr>
      <w:rPr>
        <w:rFonts w:ascii="Symbol" w:hAnsi="Symbol" w:cs="Times New Roman" w:hint="default"/>
        <w:sz w:val="24"/>
        <w:szCs w:val="24"/>
      </w:rPr>
    </w:lvl>
    <w:lvl w:ilvl="1" w:tplc="AE6E56F4" w:tentative="1">
      <w:start w:val="1"/>
      <w:numFmt w:val="bullet"/>
      <w:lvlText w:val="o"/>
      <w:lvlJc w:val="left"/>
      <w:pPr>
        <w:tabs>
          <w:tab w:val="num" w:pos="1440"/>
        </w:tabs>
        <w:ind w:left="1440" w:hanging="360"/>
      </w:pPr>
      <w:rPr>
        <w:rFonts w:ascii="Courier New" w:hAnsi="Courier New" w:cs="Courier New" w:hint="default"/>
      </w:rPr>
    </w:lvl>
    <w:lvl w:ilvl="2" w:tplc="44303AD8" w:tentative="1">
      <w:start w:val="1"/>
      <w:numFmt w:val="bullet"/>
      <w:lvlText w:val=""/>
      <w:lvlJc w:val="left"/>
      <w:pPr>
        <w:tabs>
          <w:tab w:val="num" w:pos="2160"/>
        </w:tabs>
        <w:ind w:left="2160" w:hanging="360"/>
      </w:pPr>
      <w:rPr>
        <w:rFonts w:ascii="Wingdings" w:hAnsi="Wingdings" w:hint="default"/>
      </w:rPr>
    </w:lvl>
    <w:lvl w:ilvl="3" w:tplc="DE3C2A40" w:tentative="1">
      <w:start w:val="1"/>
      <w:numFmt w:val="bullet"/>
      <w:lvlText w:val=""/>
      <w:lvlJc w:val="left"/>
      <w:pPr>
        <w:tabs>
          <w:tab w:val="num" w:pos="2880"/>
        </w:tabs>
        <w:ind w:left="2880" w:hanging="360"/>
      </w:pPr>
      <w:rPr>
        <w:rFonts w:ascii="Symbol" w:hAnsi="Symbol" w:hint="default"/>
      </w:rPr>
    </w:lvl>
    <w:lvl w:ilvl="4" w:tplc="32ECE070" w:tentative="1">
      <w:start w:val="1"/>
      <w:numFmt w:val="bullet"/>
      <w:lvlText w:val="o"/>
      <w:lvlJc w:val="left"/>
      <w:pPr>
        <w:tabs>
          <w:tab w:val="num" w:pos="3600"/>
        </w:tabs>
        <w:ind w:left="3600" w:hanging="360"/>
      </w:pPr>
      <w:rPr>
        <w:rFonts w:ascii="Courier New" w:hAnsi="Courier New" w:cs="Courier New" w:hint="default"/>
      </w:rPr>
    </w:lvl>
    <w:lvl w:ilvl="5" w:tplc="C87A93E6" w:tentative="1">
      <w:start w:val="1"/>
      <w:numFmt w:val="bullet"/>
      <w:lvlText w:val=""/>
      <w:lvlJc w:val="left"/>
      <w:pPr>
        <w:tabs>
          <w:tab w:val="num" w:pos="4320"/>
        </w:tabs>
        <w:ind w:left="4320" w:hanging="360"/>
      </w:pPr>
      <w:rPr>
        <w:rFonts w:ascii="Wingdings" w:hAnsi="Wingdings" w:hint="default"/>
      </w:rPr>
    </w:lvl>
    <w:lvl w:ilvl="6" w:tplc="456EE13A" w:tentative="1">
      <w:start w:val="1"/>
      <w:numFmt w:val="bullet"/>
      <w:lvlText w:val=""/>
      <w:lvlJc w:val="left"/>
      <w:pPr>
        <w:tabs>
          <w:tab w:val="num" w:pos="5040"/>
        </w:tabs>
        <w:ind w:left="5040" w:hanging="360"/>
      </w:pPr>
      <w:rPr>
        <w:rFonts w:ascii="Symbol" w:hAnsi="Symbol" w:hint="default"/>
      </w:rPr>
    </w:lvl>
    <w:lvl w:ilvl="7" w:tplc="11261C14" w:tentative="1">
      <w:start w:val="1"/>
      <w:numFmt w:val="bullet"/>
      <w:lvlText w:val="o"/>
      <w:lvlJc w:val="left"/>
      <w:pPr>
        <w:tabs>
          <w:tab w:val="num" w:pos="5760"/>
        </w:tabs>
        <w:ind w:left="5760" w:hanging="360"/>
      </w:pPr>
      <w:rPr>
        <w:rFonts w:ascii="Courier New" w:hAnsi="Courier New" w:cs="Courier New" w:hint="default"/>
      </w:rPr>
    </w:lvl>
    <w:lvl w:ilvl="8" w:tplc="6E485E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E43B1"/>
    <w:multiLevelType w:val="multilevel"/>
    <w:tmpl w:val="00A618C4"/>
    <w:lvl w:ilvl="0">
      <w:start w:val="1"/>
      <w:numFmt w:val="upperLetter"/>
      <w:pStyle w:val="NA-2ndBullet"/>
      <w:lvlText w:val="%1."/>
      <w:lvlJc w:val="left"/>
      <w:pPr>
        <w:ind w:left="1728"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ED002F3"/>
    <w:multiLevelType w:val="hybridMultilevel"/>
    <w:tmpl w:val="01FCA216"/>
    <w:lvl w:ilvl="0" w:tplc="D7E86B0E">
      <w:start w:val="1"/>
      <w:numFmt w:val="bullet"/>
      <w:pStyle w:val="N1-1stBullet"/>
      <w:lvlText w:val=""/>
      <w:lvlJc w:val="left"/>
      <w:pPr>
        <w:tabs>
          <w:tab w:val="num" w:pos="1152"/>
        </w:tabs>
        <w:ind w:left="1152" w:hanging="576"/>
      </w:pPr>
      <w:rPr>
        <w:rFonts w:ascii="Symbol" w:hAnsi="Symbol" w:hint="default"/>
        <w:color w:val="00467F"/>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1D08CE"/>
    <w:multiLevelType w:val="multilevel"/>
    <w:tmpl w:val="4CE8E7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7"/>
      <w:lvlText w:val="%1.%2.%3.%4.%5.%6"/>
      <w:lvlJc w:val="left"/>
      <w:pPr>
        <w:ind w:left="1152" w:hanging="1152"/>
      </w:pPr>
      <w:rPr>
        <w:rFonts w:hint="default"/>
      </w:rPr>
    </w:lvl>
    <w:lvl w:ilvl="6">
      <w:start w:val="1"/>
      <w:numFmt w:val="decimal"/>
      <w:pStyle w:val="Heading8"/>
      <w:lvlText w:val="%1.%2.%3.%4.%5.%6.%7"/>
      <w:lvlJc w:val="left"/>
      <w:pPr>
        <w:ind w:left="1296" w:hanging="1296"/>
      </w:pPr>
      <w:rPr>
        <w:rFonts w:hint="default"/>
      </w:rPr>
    </w:lvl>
    <w:lvl w:ilvl="7">
      <w:start w:val="1"/>
      <w:numFmt w:val="decimal"/>
      <w:pStyle w:val="Heading9"/>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1E24938"/>
    <w:multiLevelType w:val="hybridMultilevel"/>
    <w:tmpl w:val="103C09AA"/>
    <w:lvl w:ilvl="0" w:tplc="1A64EFE8">
      <w:start w:val="1"/>
      <w:numFmt w:val="lowerLetter"/>
      <w:pStyle w:val="N4-4thBullet"/>
      <w:lvlText w:val="%1."/>
      <w:lvlJc w:val="left"/>
      <w:pPr>
        <w:tabs>
          <w:tab w:val="num" w:pos="2880"/>
        </w:tabs>
        <w:ind w:left="2880" w:hanging="576"/>
      </w:pPr>
      <w:rPr>
        <w:rFonts w:ascii="Times New Roman" w:hAnsi="Times New Roman" w:cs="Times New Roman" w:hint="default"/>
        <w:b w:val="0"/>
        <w:i w:val="0"/>
        <w:caps w:val="0"/>
        <w:color w:val="00467F"/>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24C12F4"/>
    <w:multiLevelType w:val="hybridMultilevel"/>
    <w:tmpl w:val="8C16C7E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 w15:restartNumberingAfterBreak="0">
    <w:nsid w:val="16846E10"/>
    <w:multiLevelType w:val="hybridMultilevel"/>
    <w:tmpl w:val="7818A030"/>
    <w:lvl w:ilvl="0" w:tplc="42668F76">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5C4E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EE15B45"/>
    <w:multiLevelType w:val="hybridMultilevel"/>
    <w:tmpl w:val="65944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84529"/>
    <w:multiLevelType w:val="multilevel"/>
    <w:tmpl w:val="EE5A8638"/>
    <w:lvl w:ilvl="0">
      <w:start w:val="1"/>
      <w:numFmt w:val="decimal"/>
      <w:lvlText w:val="%1."/>
      <w:lvlJc w:val="left"/>
      <w:pPr>
        <w:ind w:left="1152"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2495D27"/>
    <w:multiLevelType w:val="singleLevel"/>
    <w:tmpl w:val="6EA07F0C"/>
    <w:lvl w:ilvl="0">
      <w:start w:val="1"/>
      <w:numFmt w:val="bullet"/>
      <w:pStyle w:val="N2-2ndBullet"/>
      <w:lvlText w:val="–"/>
      <w:lvlJc w:val="left"/>
      <w:pPr>
        <w:tabs>
          <w:tab w:val="num" w:pos="1728"/>
        </w:tabs>
        <w:ind w:left="1728" w:hanging="576"/>
      </w:pPr>
      <w:rPr>
        <w:rFonts w:ascii="Times New Roman" w:hAnsi="Times New Roman" w:cs="Times New Roman" w:hint="default"/>
        <w:color w:val="00467F"/>
        <w:sz w:val="24"/>
        <w:szCs w:val="36"/>
      </w:rPr>
    </w:lvl>
  </w:abstractNum>
  <w:abstractNum w:abstractNumId="23" w15:restartNumberingAfterBreak="0">
    <w:nsid w:val="3B612BBC"/>
    <w:multiLevelType w:val="multilevel"/>
    <w:tmpl w:val="64E0825A"/>
    <w:lvl w:ilvl="0">
      <w:start w:val="1"/>
      <w:numFmt w:val="lowerLetter"/>
      <w:pStyle w:val="NC-4thBullet"/>
      <w:lvlText w:val="(%1)"/>
      <w:lvlJc w:val="left"/>
      <w:pPr>
        <w:ind w:left="2880"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E272F80"/>
    <w:multiLevelType w:val="hybridMultilevel"/>
    <w:tmpl w:val="629C88BA"/>
    <w:lvl w:ilvl="0" w:tplc="AF12B4E4">
      <w:start w:val="1"/>
      <w:numFmt w:val="decimal"/>
      <w:pStyle w:val="N3-3rdBullet"/>
      <w:lvlText w:val="%1."/>
      <w:lvlJc w:val="left"/>
      <w:pPr>
        <w:tabs>
          <w:tab w:val="num" w:pos="2304"/>
        </w:tabs>
        <w:ind w:left="2304" w:hanging="576"/>
      </w:pPr>
      <w:rPr>
        <w:rFonts w:ascii="Times New Roman" w:hAnsi="Times New Roman" w:cs="Times New Roman" w:hint="default"/>
        <w:color w:val="00467F"/>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2E8007F"/>
    <w:multiLevelType w:val="multilevel"/>
    <w:tmpl w:val="73749A4A"/>
    <w:lvl w:ilvl="0">
      <w:start w:val="1"/>
      <w:numFmt w:val="decimal"/>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6C383E"/>
    <w:multiLevelType w:val="hybridMultilevel"/>
    <w:tmpl w:val="BCA2262E"/>
    <w:lvl w:ilvl="0" w:tplc="D7E86B0E">
      <w:start w:val="1"/>
      <w:numFmt w:val="bullet"/>
      <w:lvlText w:val=""/>
      <w:lvlJc w:val="left"/>
      <w:pPr>
        <w:tabs>
          <w:tab w:val="num" w:pos="1152"/>
        </w:tabs>
        <w:ind w:left="1152" w:hanging="576"/>
      </w:pPr>
      <w:rPr>
        <w:rFonts w:ascii="Symbol" w:hAnsi="Symbol" w:hint="default"/>
        <w:color w:val="00467F"/>
        <w:sz w:val="24"/>
        <w:szCs w:val="24"/>
      </w:rPr>
    </w:lvl>
    <w:lvl w:ilvl="1" w:tplc="1D8011F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D83E36"/>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7CD552A"/>
    <w:multiLevelType w:val="hybridMultilevel"/>
    <w:tmpl w:val="0C0A1706"/>
    <w:lvl w:ilvl="0" w:tplc="B7D0307E">
      <w:start w:val="1"/>
      <w:numFmt w:val="lowerLetter"/>
      <w:lvlText w:val="%1)"/>
      <w:lvlJc w:val="left"/>
      <w:pPr>
        <w:tabs>
          <w:tab w:val="num" w:pos="1152"/>
        </w:tabs>
        <w:ind w:left="1152" w:hanging="576"/>
      </w:pPr>
      <w:rPr>
        <w:rFonts w:ascii="Times New Roman" w:hAnsi="Times New Roman"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C300D8"/>
    <w:multiLevelType w:val="hybridMultilevel"/>
    <w:tmpl w:val="1CA09536"/>
    <w:lvl w:ilvl="0" w:tplc="42668F76">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E562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0A63A01"/>
    <w:multiLevelType w:val="hybridMultilevel"/>
    <w:tmpl w:val="9EEEB75C"/>
    <w:lvl w:ilvl="0" w:tplc="360277C4">
      <w:start w:val="1"/>
      <w:numFmt w:val="bullet"/>
      <w:lvlText w:val=""/>
      <w:lvlJc w:val="left"/>
      <w:pPr>
        <w:tabs>
          <w:tab w:val="num" w:pos="1152"/>
        </w:tabs>
        <w:ind w:left="1152" w:hanging="57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16827"/>
    <w:multiLevelType w:val="hybridMultilevel"/>
    <w:tmpl w:val="D41494F0"/>
    <w:lvl w:ilvl="0" w:tplc="8398CC7A">
      <w:start w:val="1"/>
      <w:numFmt w:val="decimal"/>
      <w:lvlText w:val="%1."/>
      <w:lvlJc w:val="left"/>
      <w:pPr>
        <w:tabs>
          <w:tab w:val="num" w:pos="1152"/>
        </w:tabs>
        <w:ind w:left="1152"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3C5805"/>
    <w:multiLevelType w:val="hybridMultilevel"/>
    <w:tmpl w:val="FB187F82"/>
    <w:lvl w:ilvl="0" w:tplc="0409000F">
      <w:start w:val="1"/>
      <w:numFmt w:val="decimal"/>
      <w:lvlText w:val="%1."/>
      <w:lvlJc w:val="left"/>
      <w:pPr>
        <w:tabs>
          <w:tab w:val="num" w:pos="1152"/>
        </w:tabs>
        <w:ind w:left="1152" w:hanging="576"/>
      </w:pPr>
      <w:rPr>
        <w:rFonts w:hint="default"/>
        <w:color w:val="00467F"/>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DC4C4E"/>
    <w:multiLevelType w:val="multilevel"/>
    <w:tmpl w:val="45F4EE32"/>
    <w:lvl w:ilvl="0">
      <w:start w:val="1"/>
      <w:numFmt w:val="lowerLetter"/>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73432CC"/>
    <w:multiLevelType w:val="hybridMultilevel"/>
    <w:tmpl w:val="E9BEAC2E"/>
    <w:lvl w:ilvl="0" w:tplc="0409000F">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2211E0"/>
    <w:multiLevelType w:val="multilevel"/>
    <w:tmpl w:val="CA92B828"/>
    <w:lvl w:ilvl="0">
      <w:start w:val="1"/>
      <w:numFmt w:val="decimal"/>
      <w:lvlText w:val="%1."/>
      <w:lvlJc w:val="left"/>
      <w:pPr>
        <w:tabs>
          <w:tab w:val="num" w:pos="1152"/>
        </w:tabs>
        <w:ind w:left="1152" w:hanging="576"/>
      </w:pPr>
      <w:rPr>
        <w:rFonts w:ascii="Times New Roman" w:hAnsi="Times New Roman" w:hint="default"/>
        <w:sz w:val="24"/>
        <w:szCs w:val="24"/>
      </w:rPr>
    </w:lvl>
    <w:lvl w:ilvl="1">
      <w:numFmt w:val="decimal"/>
      <w:isLgl/>
      <w:lvlText w:val="%1.%2"/>
      <w:lvlJc w:val="left"/>
      <w:pPr>
        <w:ind w:left="1731" w:hanging="1155"/>
      </w:pPr>
      <w:rPr>
        <w:rFonts w:hint="default"/>
      </w:rPr>
    </w:lvl>
    <w:lvl w:ilvl="2">
      <w:start w:val="1"/>
      <w:numFmt w:val="decimal"/>
      <w:isLgl/>
      <w:lvlText w:val="%1.%2.%3"/>
      <w:lvlJc w:val="left"/>
      <w:pPr>
        <w:ind w:left="1731" w:hanging="1155"/>
      </w:pPr>
      <w:rPr>
        <w:rFonts w:hint="default"/>
      </w:rPr>
    </w:lvl>
    <w:lvl w:ilvl="3">
      <w:start w:val="1"/>
      <w:numFmt w:val="decimal"/>
      <w:isLgl/>
      <w:lvlText w:val="%1.%2.%3.%4"/>
      <w:lvlJc w:val="left"/>
      <w:pPr>
        <w:ind w:left="1731" w:hanging="1155"/>
      </w:pPr>
      <w:rPr>
        <w:rFonts w:hint="default"/>
      </w:rPr>
    </w:lvl>
    <w:lvl w:ilvl="4">
      <w:start w:val="1"/>
      <w:numFmt w:val="decimal"/>
      <w:isLgl/>
      <w:lvlText w:val="%1.%2.%3.%4.%5"/>
      <w:lvlJc w:val="left"/>
      <w:pPr>
        <w:ind w:left="1731" w:hanging="1155"/>
      </w:pPr>
      <w:rPr>
        <w:rFonts w:hint="default"/>
      </w:rPr>
    </w:lvl>
    <w:lvl w:ilvl="5">
      <w:start w:val="1"/>
      <w:numFmt w:val="decimal"/>
      <w:isLgl/>
      <w:lvlText w:val="%1.%2.%3.%4.%5.%6"/>
      <w:lvlJc w:val="left"/>
      <w:pPr>
        <w:ind w:left="1731" w:hanging="1155"/>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37" w15:restartNumberingAfterBreak="0">
    <w:nsid w:val="5E5354C7"/>
    <w:multiLevelType w:val="multilevel"/>
    <w:tmpl w:val="7D06E824"/>
    <w:lvl w:ilvl="0">
      <w:start w:val="1"/>
      <w:numFmt w:val="lowerRoman"/>
      <w:pStyle w:val="NB-3rdBullet"/>
      <w:lvlText w:val="(%1)"/>
      <w:lvlJc w:val="left"/>
      <w:pPr>
        <w:ind w:left="2304" w:hanging="576"/>
      </w:pPr>
      <w:rPr>
        <w:rFonts w:ascii="Times New Roman" w:hAnsi="Times New Roman" w:cs="Times New Roman" w:hint="default"/>
        <w:color w:val="00467F"/>
        <w:sz w:val="24"/>
      </w:rPr>
    </w:lvl>
    <w:lvl w:ilvl="1">
      <w:start w:val="1"/>
      <w:numFmt w:val="lowerLetter"/>
      <w:lvlText w:val="%2."/>
      <w:lvlJc w:val="left"/>
      <w:pPr>
        <w:ind w:left="3744" w:hanging="360"/>
      </w:pPr>
      <w:rPr>
        <w:rFonts w:hint="default"/>
      </w:rPr>
    </w:lvl>
    <w:lvl w:ilvl="2">
      <w:start w:val="1"/>
      <w:numFmt w:val="lowerRoman"/>
      <w:lvlText w:val="%3."/>
      <w:lvlJc w:val="right"/>
      <w:pPr>
        <w:ind w:left="4464" w:hanging="180"/>
      </w:pPr>
      <w:rPr>
        <w:rFonts w:hint="default"/>
      </w:rPr>
    </w:lvl>
    <w:lvl w:ilvl="3">
      <w:start w:val="1"/>
      <w:numFmt w:val="decimal"/>
      <w:lvlText w:val="%4."/>
      <w:lvlJc w:val="left"/>
      <w:pPr>
        <w:ind w:left="5184" w:hanging="360"/>
      </w:pPr>
      <w:rPr>
        <w:rFonts w:hint="default"/>
      </w:rPr>
    </w:lvl>
    <w:lvl w:ilvl="4">
      <w:start w:val="1"/>
      <w:numFmt w:val="lowerLetter"/>
      <w:lvlText w:val="%5."/>
      <w:lvlJc w:val="left"/>
      <w:pPr>
        <w:ind w:left="5904" w:hanging="360"/>
      </w:pPr>
      <w:rPr>
        <w:rFonts w:hint="default"/>
      </w:rPr>
    </w:lvl>
    <w:lvl w:ilvl="5">
      <w:start w:val="1"/>
      <w:numFmt w:val="lowerRoman"/>
      <w:lvlText w:val="%6."/>
      <w:lvlJc w:val="right"/>
      <w:pPr>
        <w:ind w:left="6624" w:hanging="180"/>
      </w:pPr>
      <w:rPr>
        <w:rFonts w:hint="default"/>
      </w:rPr>
    </w:lvl>
    <w:lvl w:ilvl="6">
      <w:start w:val="1"/>
      <w:numFmt w:val="decimal"/>
      <w:lvlText w:val="%7."/>
      <w:lvlJc w:val="left"/>
      <w:pPr>
        <w:ind w:left="7344" w:hanging="360"/>
      </w:pPr>
      <w:rPr>
        <w:rFonts w:hint="default"/>
      </w:rPr>
    </w:lvl>
    <w:lvl w:ilvl="7">
      <w:start w:val="1"/>
      <w:numFmt w:val="lowerLetter"/>
      <w:lvlText w:val="%8."/>
      <w:lvlJc w:val="left"/>
      <w:pPr>
        <w:ind w:left="8064" w:hanging="360"/>
      </w:pPr>
      <w:rPr>
        <w:rFonts w:hint="default"/>
      </w:rPr>
    </w:lvl>
    <w:lvl w:ilvl="8">
      <w:start w:val="1"/>
      <w:numFmt w:val="lowerRoman"/>
      <w:lvlText w:val="%9."/>
      <w:lvlJc w:val="right"/>
      <w:pPr>
        <w:ind w:left="8784" w:hanging="180"/>
      </w:pPr>
      <w:rPr>
        <w:rFonts w:hint="default"/>
      </w:rPr>
    </w:lvl>
  </w:abstractNum>
  <w:abstractNum w:abstractNumId="38" w15:restartNumberingAfterBreak="0">
    <w:nsid w:val="61F95D1B"/>
    <w:multiLevelType w:val="multilevel"/>
    <w:tmpl w:val="47AAC762"/>
    <w:lvl w:ilvl="0">
      <w:start w:val="1"/>
      <w:numFmt w:val="decimal"/>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34D49A1"/>
    <w:multiLevelType w:val="hybridMultilevel"/>
    <w:tmpl w:val="794A7738"/>
    <w:lvl w:ilvl="0" w:tplc="8398CC7A">
      <w:start w:val="1"/>
      <w:numFmt w:val="decimal"/>
      <w:lvlText w:val="%1."/>
      <w:lvlJc w:val="left"/>
      <w:pPr>
        <w:tabs>
          <w:tab w:val="num" w:pos="1152"/>
        </w:tabs>
        <w:ind w:left="1152" w:hanging="576"/>
      </w:pPr>
      <w:rPr>
        <w:rFont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8F045F"/>
    <w:multiLevelType w:val="hybridMultilevel"/>
    <w:tmpl w:val="B4140522"/>
    <w:lvl w:ilvl="0" w:tplc="0409000F">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542601"/>
    <w:multiLevelType w:val="multilevel"/>
    <w:tmpl w:val="08BC698A"/>
    <w:lvl w:ilvl="0">
      <w:start w:val="1"/>
      <w:numFmt w:val="decimal"/>
      <w:pStyle w:val="NL-1stNumberedBullet"/>
      <w:lvlText w:val="%1."/>
      <w:lvlJc w:val="left"/>
      <w:pPr>
        <w:ind w:left="1152" w:hanging="576"/>
      </w:pPr>
      <w:rPr>
        <w:rFonts w:ascii="Times New Roman" w:hAnsi="Times New Roman" w:cs="Times New Roman"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BD22EA0"/>
    <w:multiLevelType w:val="hybridMultilevel"/>
    <w:tmpl w:val="8A988592"/>
    <w:lvl w:ilvl="0" w:tplc="A8741094">
      <w:start w:val="1"/>
      <w:numFmt w:val="bullet"/>
      <w:pStyle w:val="TB2-TableBullet2"/>
      <w:lvlText w:val=""/>
      <w:lvlJc w:val="left"/>
      <w:pPr>
        <w:ind w:left="720" w:hanging="360"/>
      </w:pPr>
      <w:rPr>
        <w:rFonts w:ascii="Symbol" w:hAnsi="Symbol" w:hint="default"/>
        <w:color w:val="00467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414839"/>
    <w:multiLevelType w:val="hybridMultilevel"/>
    <w:tmpl w:val="244CC452"/>
    <w:lvl w:ilvl="0" w:tplc="8674A9E4">
      <w:start w:val="20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BC1859"/>
    <w:multiLevelType w:val="hybridMultilevel"/>
    <w:tmpl w:val="86F4C5E2"/>
    <w:lvl w:ilvl="0" w:tplc="E0829E96">
      <w:start w:val="1"/>
      <w:numFmt w:val="bullet"/>
      <w:pStyle w:val="TB-TableBullet"/>
      <w:lvlText w:val=""/>
      <w:lvlJc w:val="left"/>
      <w:pPr>
        <w:ind w:left="720" w:hanging="360"/>
      </w:pPr>
      <w:rPr>
        <w:rFonts w:ascii="Symbol" w:hAnsi="Symbol" w:hint="default"/>
        <w:color w:val="00467F"/>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FB7651"/>
    <w:multiLevelType w:val="multilevel"/>
    <w:tmpl w:val="519A04C6"/>
    <w:lvl w:ilvl="0">
      <w:start w:val="2"/>
      <w:numFmt w:val="decimal"/>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2167E82"/>
    <w:multiLevelType w:val="hybridMultilevel"/>
    <w:tmpl w:val="0A5A728C"/>
    <w:lvl w:ilvl="0" w:tplc="42668F76">
      <w:start w:val="1"/>
      <w:numFmt w:val="decimal"/>
      <w:lvlText w:val="%1."/>
      <w:lvlJc w:val="left"/>
      <w:pPr>
        <w:tabs>
          <w:tab w:val="num" w:pos="1152"/>
        </w:tabs>
        <w:ind w:left="1152" w:hanging="576"/>
      </w:pPr>
      <w:rPr>
        <w:rFonts w:hint="default"/>
        <w:color w:val="00467F"/>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6A1431"/>
    <w:multiLevelType w:val="multilevel"/>
    <w:tmpl w:val="AD065C26"/>
    <w:lvl w:ilvl="0">
      <w:start w:val="1"/>
      <w:numFmt w:val="decimal"/>
      <w:lvlText w:val="%1."/>
      <w:lvlJc w:val="left"/>
      <w:pPr>
        <w:ind w:left="1152" w:hanging="576"/>
      </w:pPr>
      <w:rPr>
        <w:rFonts w:hint="default"/>
        <w:color w:val="00467F"/>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C02E3E"/>
    <w:multiLevelType w:val="hybridMultilevel"/>
    <w:tmpl w:val="9738C0FC"/>
    <w:lvl w:ilvl="0" w:tplc="8398CC7A">
      <w:start w:val="1"/>
      <w:numFmt w:val="decimal"/>
      <w:lvlText w:val="%1."/>
      <w:lvlJc w:val="left"/>
      <w:pPr>
        <w:tabs>
          <w:tab w:val="num" w:pos="1152"/>
        </w:tabs>
        <w:ind w:left="1152"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4"/>
  </w:num>
  <w:num w:numId="3">
    <w:abstractNumId w:val="16"/>
  </w:num>
  <w:num w:numId="4">
    <w:abstractNumId w:val="44"/>
  </w:num>
  <w:num w:numId="5">
    <w:abstractNumId w:val="22"/>
  </w:num>
  <w:num w:numId="6">
    <w:abstractNumId w:val="13"/>
  </w:num>
  <w:num w:numId="7">
    <w:abstractNumId w:val="37"/>
  </w:num>
  <w:num w:numId="8">
    <w:abstractNumId w:val="23"/>
  </w:num>
  <w:num w:numId="9">
    <w:abstractNumId w:val="41"/>
  </w:num>
  <w:num w:numId="10">
    <w:abstractNumId w:val="24"/>
    <w:lvlOverride w:ilvl="0">
      <w:startOverride w:val="1"/>
    </w:lvlOverride>
  </w:num>
  <w:num w:numId="11">
    <w:abstractNumId w:val="16"/>
    <w:lvlOverride w:ilvl="0">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37"/>
    <w:lvlOverride w:ilvl="0">
      <w:startOverride w:val="1"/>
    </w:lvlOverride>
  </w:num>
  <w:num w:numId="18">
    <w:abstractNumId w:val="23"/>
    <w:lvlOverride w:ilvl="0">
      <w:startOverride w:val="1"/>
    </w:lvlOverride>
  </w:num>
  <w:num w:numId="19">
    <w:abstractNumId w:val="41"/>
    <w:lvlOverride w:ilvl="0">
      <w:startOverride w:val="1"/>
    </w:lvlOverride>
  </w:num>
  <w:num w:numId="20">
    <w:abstractNumId w:val="19"/>
  </w:num>
  <w:num w:numId="21">
    <w:abstractNumId w:val="15"/>
  </w:num>
  <w:num w:numId="22">
    <w:abstractNumId w:val="30"/>
  </w:num>
  <w:num w:numId="23">
    <w:abstractNumId w:val="27"/>
  </w:num>
  <w:num w:numId="24">
    <w:abstractNumId w:val="42"/>
  </w:num>
  <w:num w:numId="25">
    <w:abstractNumId w:val="31"/>
  </w:num>
  <w:num w:numId="26">
    <w:abstractNumId w:val="36"/>
  </w:num>
  <w:num w:numId="27">
    <w:abstractNumId w:val="12"/>
  </w:num>
  <w:num w:numId="28">
    <w:abstractNumId w:val="10"/>
    <w:lvlOverride w:ilvl="0">
      <w:startOverride w:val="1"/>
      <w:lvl w:ilvl="0">
        <w:start w:val="1"/>
        <w:numFmt w:val="decimal"/>
        <w:lvlText w:val="%1"/>
        <w:lvlJc w:val="left"/>
      </w:lvl>
    </w:lvlOverride>
    <w:lvlOverride w:ilvl="1">
      <w:startOverride w:val="3"/>
      <w:lvl w:ilvl="1">
        <w:start w:val="3"/>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1"/>
    <w:lvlOverride w:ilvl="0">
      <w:startOverride w:val="1"/>
      <w:lvl w:ilvl="0">
        <w:start w:val="1"/>
        <w:numFmt w:val="decimal"/>
        <w:pStyle w:val="Quick1"/>
        <w:lvlText w:val="%1."/>
        <w:lvlJc w:val="left"/>
      </w:lvl>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8"/>
  </w:num>
  <w:num w:numId="41">
    <w:abstractNumId w:val="39"/>
  </w:num>
  <w:num w:numId="42">
    <w:abstractNumId w:val="48"/>
  </w:num>
  <w:num w:numId="43">
    <w:abstractNumId w:val="32"/>
  </w:num>
  <w:num w:numId="44">
    <w:abstractNumId w:val="20"/>
  </w:num>
  <w:num w:numId="45">
    <w:abstractNumId w:val="43"/>
  </w:num>
  <w:num w:numId="46">
    <w:abstractNumId w:val="35"/>
  </w:num>
  <w:num w:numId="47">
    <w:abstractNumId w:val="33"/>
  </w:num>
  <w:num w:numId="48">
    <w:abstractNumId w:val="17"/>
  </w:num>
  <w:num w:numId="49">
    <w:abstractNumId w:val="46"/>
  </w:num>
  <w:num w:numId="50">
    <w:abstractNumId w:val="40"/>
  </w:num>
  <w:num w:numId="51">
    <w:abstractNumId w:val="18"/>
  </w:num>
  <w:num w:numId="52">
    <w:abstractNumId w:val="29"/>
  </w:num>
  <w:num w:numId="53">
    <w:abstractNumId w:val="21"/>
  </w:num>
  <w:num w:numId="54">
    <w:abstractNumId w:val="45"/>
  </w:num>
  <w:num w:numId="55">
    <w:abstractNumId w:val="26"/>
  </w:num>
  <w:num w:numId="56">
    <w:abstractNumId w:val="34"/>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7"/>
  </w:num>
  <w:num w:numId="59">
    <w:abstractNumId w:val="38"/>
  </w:num>
  <w:num w:numId="60">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GrammaticalError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drawingGridHorizontalSpacing w:val="187"/>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1C0"/>
    <w:rsid w:val="000020B6"/>
    <w:rsid w:val="000030E0"/>
    <w:rsid w:val="000053E7"/>
    <w:rsid w:val="000149A2"/>
    <w:rsid w:val="000168DD"/>
    <w:rsid w:val="0001798F"/>
    <w:rsid w:val="000211E1"/>
    <w:rsid w:val="00021486"/>
    <w:rsid w:val="000276CB"/>
    <w:rsid w:val="000350E9"/>
    <w:rsid w:val="00036AF4"/>
    <w:rsid w:val="0003762B"/>
    <w:rsid w:val="00037C3A"/>
    <w:rsid w:val="00043871"/>
    <w:rsid w:val="00043D7F"/>
    <w:rsid w:val="000447C2"/>
    <w:rsid w:val="00047085"/>
    <w:rsid w:val="00051FAB"/>
    <w:rsid w:val="00055342"/>
    <w:rsid w:val="00057925"/>
    <w:rsid w:val="00062FEB"/>
    <w:rsid w:val="0006498E"/>
    <w:rsid w:val="00065855"/>
    <w:rsid w:val="00065B1F"/>
    <w:rsid w:val="0006602C"/>
    <w:rsid w:val="0006602E"/>
    <w:rsid w:val="00066207"/>
    <w:rsid w:val="00066FC2"/>
    <w:rsid w:val="00070DC5"/>
    <w:rsid w:val="000734C3"/>
    <w:rsid w:val="00073632"/>
    <w:rsid w:val="00073665"/>
    <w:rsid w:val="00073F2D"/>
    <w:rsid w:val="00076495"/>
    <w:rsid w:val="00077B5F"/>
    <w:rsid w:val="00080EA4"/>
    <w:rsid w:val="00083316"/>
    <w:rsid w:val="000837C2"/>
    <w:rsid w:val="00091A23"/>
    <w:rsid w:val="00092D00"/>
    <w:rsid w:val="000A4D74"/>
    <w:rsid w:val="000A6F9A"/>
    <w:rsid w:val="000B17D6"/>
    <w:rsid w:val="000B3B99"/>
    <w:rsid w:val="000B4B3C"/>
    <w:rsid w:val="000C15BC"/>
    <w:rsid w:val="000C33DB"/>
    <w:rsid w:val="000D02CD"/>
    <w:rsid w:val="000D0BBC"/>
    <w:rsid w:val="000D51B5"/>
    <w:rsid w:val="000E07BE"/>
    <w:rsid w:val="000E1C0D"/>
    <w:rsid w:val="000E352C"/>
    <w:rsid w:val="000E74AE"/>
    <w:rsid w:val="000F4CFB"/>
    <w:rsid w:val="001008DC"/>
    <w:rsid w:val="00100F53"/>
    <w:rsid w:val="00101C84"/>
    <w:rsid w:val="0010296C"/>
    <w:rsid w:val="00105054"/>
    <w:rsid w:val="001066E1"/>
    <w:rsid w:val="00114C6E"/>
    <w:rsid w:val="001200B3"/>
    <w:rsid w:val="00120A6B"/>
    <w:rsid w:val="00121A4A"/>
    <w:rsid w:val="00134EFB"/>
    <w:rsid w:val="00135F1C"/>
    <w:rsid w:val="001368EF"/>
    <w:rsid w:val="001428C5"/>
    <w:rsid w:val="001429A0"/>
    <w:rsid w:val="00143E37"/>
    <w:rsid w:val="001440CF"/>
    <w:rsid w:val="00147353"/>
    <w:rsid w:val="00147D20"/>
    <w:rsid w:val="00152B01"/>
    <w:rsid w:val="00156208"/>
    <w:rsid w:val="00161441"/>
    <w:rsid w:val="00162016"/>
    <w:rsid w:val="00162A37"/>
    <w:rsid w:val="001659AC"/>
    <w:rsid w:val="0016670F"/>
    <w:rsid w:val="00173CE1"/>
    <w:rsid w:val="001768BA"/>
    <w:rsid w:val="00184A10"/>
    <w:rsid w:val="00185244"/>
    <w:rsid w:val="00196B89"/>
    <w:rsid w:val="00196E90"/>
    <w:rsid w:val="00197BC0"/>
    <w:rsid w:val="001A10A2"/>
    <w:rsid w:val="001A1E7D"/>
    <w:rsid w:val="001B097C"/>
    <w:rsid w:val="001B53DF"/>
    <w:rsid w:val="001B6AA1"/>
    <w:rsid w:val="001C0E98"/>
    <w:rsid w:val="001C14F6"/>
    <w:rsid w:val="001C39D8"/>
    <w:rsid w:val="001C5B1E"/>
    <w:rsid w:val="001C69DD"/>
    <w:rsid w:val="001C7A25"/>
    <w:rsid w:val="001D0187"/>
    <w:rsid w:val="001D09EB"/>
    <w:rsid w:val="001D1322"/>
    <w:rsid w:val="001D1F70"/>
    <w:rsid w:val="001D4D19"/>
    <w:rsid w:val="001D7CFC"/>
    <w:rsid w:val="001E3800"/>
    <w:rsid w:val="001E5F24"/>
    <w:rsid w:val="001E6079"/>
    <w:rsid w:val="00202534"/>
    <w:rsid w:val="00202859"/>
    <w:rsid w:val="00203CA4"/>
    <w:rsid w:val="00203EFB"/>
    <w:rsid w:val="0020415E"/>
    <w:rsid w:val="0020526D"/>
    <w:rsid w:val="00207E23"/>
    <w:rsid w:val="00210100"/>
    <w:rsid w:val="00212BCE"/>
    <w:rsid w:val="00212FFB"/>
    <w:rsid w:val="002143C2"/>
    <w:rsid w:val="00214B46"/>
    <w:rsid w:val="002224AD"/>
    <w:rsid w:val="00232D4B"/>
    <w:rsid w:val="00235244"/>
    <w:rsid w:val="00241BC9"/>
    <w:rsid w:val="00244270"/>
    <w:rsid w:val="00246240"/>
    <w:rsid w:val="00247CC6"/>
    <w:rsid w:val="0025388C"/>
    <w:rsid w:val="00254C68"/>
    <w:rsid w:val="00261A88"/>
    <w:rsid w:val="0026504F"/>
    <w:rsid w:val="00266495"/>
    <w:rsid w:val="00267260"/>
    <w:rsid w:val="00267642"/>
    <w:rsid w:val="00273082"/>
    <w:rsid w:val="002747D9"/>
    <w:rsid w:val="00275240"/>
    <w:rsid w:val="00275F42"/>
    <w:rsid w:val="00277CA6"/>
    <w:rsid w:val="00281DF1"/>
    <w:rsid w:val="00282212"/>
    <w:rsid w:val="00282312"/>
    <w:rsid w:val="002848CA"/>
    <w:rsid w:val="002851B1"/>
    <w:rsid w:val="00294DAB"/>
    <w:rsid w:val="002955F4"/>
    <w:rsid w:val="002A62CA"/>
    <w:rsid w:val="002A6821"/>
    <w:rsid w:val="002A6B68"/>
    <w:rsid w:val="002C1108"/>
    <w:rsid w:val="002D1420"/>
    <w:rsid w:val="002D3E8C"/>
    <w:rsid w:val="002D7285"/>
    <w:rsid w:val="002E1FE8"/>
    <w:rsid w:val="002F0F19"/>
    <w:rsid w:val="002F5259"/>
    <w:rsid w:val="00302E5C"/>
    <w:rsid w:val="00303F9B"/>
    <w:rsid w:val="00304009"/>
    <w:rsid w:val="003108B7"/>
    <w:rsid w:val="00312B84"/>
    <w:rsid w:val="00315646"/>
    <w:rsid w:val="00315C5D"/>
    <w:rsid w:val="003212FA"/>
    <w:rsid w:val="00323831"/>
    <w:rsid w:val="00323FC9"/>
    <w:rsid w:val="003254F9"/>
    <w:rsid w:val="003255FF"/>
    <w:rsid w:val="00326127"/>
    <w:rsid w:val="003334DC"/>
    <w:rsid w:val="00340F82"/>
    <w:rsid w:val="003468DF"/>
    <w:rsid w:val="00355563"/>
    <w:rsid w:val="0036068A"/>
    <w:rsid w:val="003759B8"/>
    <w:rsid w:val="00380730"/>
    <w:rsid w:val="00383C29"/>
    <w:rsid w:val="0039303E"/>
    <w:rsid w:val="00397B0B"/>
    <w:rsid w:val="003A0368"/>
    <w:rsid w:val="003A1CAE"/>
    <w:rsid w:val="003A33F2"/>
    <w:rsid w:val="003A4615"/>
    <w:rsid w:val="003A522C"/>
    <w:rsid w:val="003A694B"/>
    <w:rsid w:val="003A6AB6"/>
    <w:rsid w:val="003B08B4"/>
    <w:rsid w:val="003B316D"/>
    <w:rsid w:val="003C0336"/>
    <w:rsid w:val="003C147D"/>
    <w:rsid w:val="003C3199"/>
    <w:rsid w:val="003D26D6"/>
    <w:rsid w:val="003D7178"/>
    <w:rsid w:val="003E21A3"/>
    <w:rsid w:val="003E72F9"/>
    <w:rsid w:val="003F06E5"/>
    <w:rsid w:val="003F4656"/>
    <w:rsid w:val="003F4F98"/>
    <w:rsid w:val="003F73C6"/>
    <w:rsid w:val="004007E8"/>
    <w:rsid w:val="00410184"/>
    <w:rsid w:val="00412834"/>
    <w:rsid w:val="00412DEE"/>
    <w:rsid w:val="004144E2"/>
    <w:rsid w:val="00414B36"/>
    <w:rsid w:val="004153AF"/>
    <w:rsid w:val="00417281"/>
    <w:rsid w:val="00417779"/>
    <w:rsid w:val="00421E98"/>
    <w:rsid w:val="004273F4"/>
    <w:rsid w:val="00435E37"/>
    <w:rsid w:val="0044176E"/>
    <w:rsid w:val="00444570"/>
    <w:rsid w:val="00451FE7"/>
    <w:rsid w:val="00452DEB"/>
    <w:rsid w:val="00456474"/>
    <w:rsid w:val="00462BF7"/>
    <w:rsid w:val="004670B5"/>
    <w:rsid w:val="00467AA5"/>
    <w:rsid w:val="0047041E"/>
    <w:rsid w:val="00470A46"/>
    <w:rsid w:val="00474959"/>
    <w:rsid w:val="004762B0"/>
    <w:rsid w:val="00481595"/>
    <w:rsid w:val="00481DB2"/>
    <w:rsid w:val="004855DE"/>
    <w:rsid w:val="0048653E"/>
    <w:rsid w:val="00490CCD"/>
    <w:rsid w:val="00490EA7"/>
    <w:rsid w:val="00493E51"/>
    <w:rsid w:val="004A32CE"/>
    <w:rsid w:val="004A44CC"/>
    <w:rsid w:val="004A660A"/>
    <w:rsid w:val="004B2599"/>
    <w:rsid w:val="004B3AEF"/>
    <w:rsid w:val="004B551B"/>
    <w:rsid w:val="004C274C"/>
    <w:rsid w:val="004C2965"/>
    <w:rsid w:val="004D0D4C"/>
    <w:rsid w:val="004D3719"/>
    <w:rsid w:val="004D50B3"/>
    <w:rsid w:val="004D7D27"/>
    <w:rsid w:val="004E0FD6"/>
    <w:rsid w:val="004E7AC1"/>
    <w:rsid w:val="004F362E"/>
    <w:rsid w:val="005028F3"/>
    <w:rsid w:val="00507822"/>
    <w:rsid w:val="005123D1"/>
    <w:rsid w:val="005136D6"/>
    <w:rsid w:val="00517BD9"/>
    <w:rsid w:val="005218F3"/>
    <w:rsid w:val="0053410B"/>
    <w:rsid w:val="00540E5D"/>
    <w:rsid w:val="005444F4"/>
    <w:rsid w:val="00546E7B"/>
    <w:rsid w:val="005526CC"/>
    <w:rsid w:val="005547B9"/>
    <w:rsid w:val="00554EC1"/>
    <w:rsid w:val="00570065"/>
    <w:rsid w:val="005714D4"/>
    <w:rsid w:val="0057208E"/>
    <w:rsid w:val="00575C11"/>
    <w:rsid w:val="00580281"/>
    <w:rsid w:val="00580B23"/>
    <w:rsid w:val="00582F2F"/>
    <w:rsid w:val="00583709"/>
    <w:rsid w:val="0058793F"/>
    <w:rsid w:val="0059166E"/>
    <w:rsid w:val="00593313"/>
    <w:rsid w:val="00596C37"/>
    <w:rsid w:val="00596FB7"/>
    <w:rsid w:val="005A794A"/>
    <w:rsid w:val="005B2600"/>
    <w:rsid w:val="005B3625"/>
    <w:rsid w:val="005B3883"/>
    <w:rsid w:val="005B62AC"/>
    <w:rsid w:val="005B7031"/>
    <w:rsid w:val="005B7E2D"/>
    <w:rsid w:val="005C1993"/>
    <w:rsid w:val="005C4D2B"/>
    <w:rsid w:val="005C543C"/>
    <w:rsid w:val="005D1174"/>
    <w:rsid w:val="005D46D8"/>
    <w:rsid w:val="005D5BBC"/>
    <w:rsid w:val="005E3AA1"/>
    <w:rsid w:val="005E53FF"/>
    <w:rsid w:val="005E7F4B"/>
    <w:rsid w:val="005F2D6C"/>
    <w:rsid w:val="005F33C9"/>
    <w:rsid w:val="005F5509"/>
    <w:rsid w:val="00611CDE"/>
    <w:rsid w:val="00611F60"/>
    <w:rsid w:val="00613E03"/>
    <w:rsid w:val="00614494"/>
    <w:rsid w:val="006167F7"/>
    <w:rsid w:val="0062314E"/>
    <w:rsid w:val="006313A0"/>
    <w:rsid w:val="00644471"/>
    <w:rsid w:val="0064783A"/>
    <w:rsid w:val="00651022"/>
    <w:rsid w:val="00662F78"/>
    <w:rsid w:val="00664576"/>
    <w:rsid w:val="00664DDE"/>
    <w:rsid w:val="00665367"/>
    <w:rsid w:val="00666251"/>
    <w:rsid w:val="00672B39"/>
    <w:rsid w:val="00672E8F"/>
    <w:rsid w:val="006756A3"/>
    <w:rsid w:val="00675F8D"/>
    <w:rsid w:val="006769BF"/>
    <w:rsid w:val="00676DDA"/>
    <w:rsid w:val="0068253C"/>
    <w:rsid w:val="00683296"/>
    <w:rsid w:val="0068381B"/>
    <w:rsid w:val="00683820"/>
    <w:rsid w:val="006849A8"/>
    <w:rsid w:val="006870BC"/>
    <w:rsid w:val="006901D7"/>
    <w:rsid w:val="00690554"/>
    <w:rsid w:val="006A0637"/>
    <w:rsid w:val="006A238C"/>
    <w:rsid w:val="006A31AA"/>
    <w:rsid w:val="006A46F6"/>
    <w:rsid w:val="006A5611"/>
    <w:rsid w:val="006B1C93"/>
    <w:rsid w:val="006B6934"/>
    <w:rsid w:val="006C04E9"/>
    <w:rsid w:val="006C0E3A"/>
    <w:rsid w:val="006C2E0D"/>
    <w:rsid w:val="006D06B0"/>
    <w:rsid w:val="006D35B8"/>
    <w:rsid w:val="006D4BAC"/>
    <w:rsid w:val="006D735C"/>
    <w:rsid w:val="006E775D"/>
    <w:rsid w:val="006F1A97"/>
    <w:rsid w:val="006F4597"/>
    <w:rsid w:val="0070039E"/>
    <w:rsid w:val="007035CD"/>
    <w:rsid w:val="00705A09"/>
    <w:rsid w:val="00707A44"/>
    <w:rsid w:val="00720D0B"/>
    <w:rsid w:val="00721588"/>
    <w:rsid w:val="0072337A"/>
    <w:rsid w:val="00726780"/>
    <w:rsid w:val="00726C30"/>
    <w:rsid w:val="007274DD"/>
    <w:rsid w:val="007304BD"/>
    <w:rsid w:val="00731692"/>
    <w:rsid w:val="00731A44"/>
    <w:rsid w:val="00731F94"/>
    <w:rsid w:val="00741FAB"/>
    <w:rsid w:val="0074389B"/>
    <w:rsid w:val="00745576"/>
    <w:rsid w:val="00755353"/>
    <w:rsid w:val="00763D65"/>
    <w:rsid w:val="00770E81"/>
    <w:rsid w:val="00771EC0"/>
    <w:rsid w:val="0077255E"/>
    <w:rsid w:val="00774268"/>
    <w:rsid w:val="007766F3"/>
    <w:rsid w:val="0077775D"/>
    <w:rsid w:val="00787779"/>
    <w:rsid w:val="00791173"/>
    <w:rsid w:val="00795760"/>
    <w:rsid w:val="00797B0A"/>
    <w:rsid w:val="007A24F1"/>
    <w:rsid w:val="007A3F1F"/>
    <w:rsid w:val="007A4BF5"/>
    <w:rsid w:val="007A76FF"/>
    <w:rsid w:val="007A7CB3"/>
    <w:rsid w:val="007B0A80"/>
    <w:rsid w:val="007B5F9D"/>
    <w:rsid w:val="007C0946"/>
    <w:rsid w:val="007C2D80"/>
    <w:rsid w:val="007C5492"/>
    <w:rsid w:val="007C5A96"/>
    <w:rsid w:val="007C628C"/>
    <w:rsid w:val="007C7C0C"/>
    <w:rsid w:val="007D14CE"/>
    <w:rsid w:val="007E4D93"/>
    <w:rsid w:val="007E69E0"/>
    <w:rsid w:val="007F1656"/>
    <w:rsid w:val="007F41B0"/>
    <w:rsid w:val="00800F09"/>
    <w:rsid w:val="008034BE"/>
    <w:rsid w:val="00804C29"/>
    <w:rsid w:val="00806E5D"/>
    <w:rsid w:val="00810896"/>
    <w:rsid w:val="00812021"/>
    <w:rsid w:val="0081240D"/>
    <w:rsid w:val="008125B5"/>
    <w:rsid w:val="0081471C"/>
    <w:rsid w:val="00815304"/>
    <w:rsid w:val="00820C97"/>
    <w:rsid w:val="0083590E"/>
    <w:rsid w:val="00840DB8"/>
    <w:rsid w:val="008478CF"/>
    <w:rsid w:val="00850A8B"/>
    <w:rsid w:val="00853851"/>
    <w:rsid w:val="00855920"/>
    <w:rsid w:val="008562F2"/>
    <w:rsid w:val="0086324B"/>
    <w:rsid w:val="00867646"/>
    <w:rsid w:val="008701CD"/>
    <w:rsid w:val="00872507"/>
    <w:rsid w:val="0087432B"/>
    <w:rsid w:val="008750B5"/>
    <w:rsid w:val="00876040"/>
    <w:rsid w:val="0088021E"/>
    <w:rsid w:val="00881243"/>
    <w:rsid w:val="00884C42"/>
    <w:rsid w:val="008874B0"/>
    <w:rsid w:val="00887EC8"/>
    <w:rsid w:val="008918AC"/>
    <w:rsid w:val="00891ECD"/>
    <w:rsid w:val="00894610"/>
    <w:rsid w:val="00895E95"/>
    <w:rsid w:val="008B0FD2"/>
    <w:rsid w:val="008B2C48"/>
    <w:rsid w:val="008B4EDC"/>
    <w:rsid w:val="008B577C"/>
    <w:rsid w:val="008C26E3"/>
    <w:rsid w:val="008C3DDD"/>
    <w:rsid w:val="008C66C0"/>
    <w:rsid w:val="008D45A5"/>
    <w:rsid w:val="008D5EA1"/>
    <w:rsid w:val="008E5106"/>
    <w:rsid w:val="008E63B6"/>
    <w:rsid w:val="00903FEB"/>
    <w:rsid w:val="009045FF"/>
    <w:rsid w:val="00914207"/>
    <w:rsid w:val="00916202"/>
    <w:rsid w:val="00921C92"/>
    <w:rsid w:val="00923737"/>
    <w:rsid w:val="00923C66"/>
    <w:rsid w:val="009272BE"/>
    <w:rsid w:val="00931FC7"/>
    <w:rsid w:val="009355F7"/>
    <w:rsid w:val="00940319"/>
    <w:rsid w:val="00940420"/>
    <w:rsid w:val="00942283"/>
    <w:rsid w:val="0094238C"/>
    <w:rsid w:val="009426D9"/>
    <w:rsid w:val="00942894"/>
    <w:rsid w:val="0094292A"/>
    <w:rsid w:val="00945AE1"/>
    <w:rsid w:val="00947B87"/>
    <w:rsid w:val="00950A60"/>
    <w:rsid w:val="00950AA1"/>
    <w:rsid w:val="0095362B"/>
    <w:rsid w:val="00954299"/>
    <w:rsid w:val="0095552A"/>
    <w:rsid w:val="0095620D"/>
    <w:rsid w:val="0096462A"/>
    <w:rsid w:val="00970D07"/>
    <w:rsid w:val="0097142D"/>
    <w:rsid w:val="00972B61"/>
    <w:rsid w:val="00974FEC"/>
    <w:rsid w:val="009871D3"/>
    <w:rsid w:val="00987CBC"/>
    <w:rsid w:val="00992616"/>
    <w:rsid w:val="00992641"/>
    <w:rsid w:val="009943A4"/>
    <w:rsid w:val="009A4330"/>
    <w:rsid w:val="009B3FE9"/>
    <w:rsid w:val="009C143F"/>
    <w:rsid w:val="009C3DE4"/>
    <w:rsid w:val="009C7747"/>
    <w:rsid w:val="009D254B"/>
    <w:rsid w:val="009D6021"/>
    <w:rsid w:val="009D6BE4"/>
    <w:rsid w:val="009E291A"/>
    <w:rsid w:val="009E75FA"/>
    <w:rsid w:val="009F5B28"/>
    <w:rsid w:val="00A07408"/>
    <w:rsid w:val="00A11B2A"/>
    <w:rsid w:val="00A15A6F"/>
    <w:rsid w:val="00A203A1"/>
    <w:rsid w:val="00A25771"/>
    <w:rsid w:val="00A26E08"/>
    <w:rsid w:val="00A3063D"/>
    <w:rsid w:val="00A3553A"/>
    <w:rsid w:val="00A43E15"/>
    <w:rsid w:val="00A44935"/>
    <w:rsid w:val="00A44F9B"/>
    <w:rsid w:val="00A45F08"/>
    <w:rsid w:val="00A464A9"/>
    <w:rsid w:val="00A50403"/>
    <w:rsid w:val="00A5064E"/>
    <w:rsid w:val="00A51100"/>
    <w:rsid w:val="00A61A68"/>
    <w:rsid w:val="00A658BF"/>
    <w:rsid w:val="00A668DB"/>
    <w:rsid w:val="00A66CC0"/>
    <w:rsid w:val="00A73E33"/>
    <w:rsid w:val="00A755BD"/>
    <w:rsid w:val="00A75648"/>
    <w:rsid w:val="00A77D80"/>
    <w:rsid w:val="00A80085"/>
    <w:rsid w:val="00A80934"/>
    <w:rsid w:val="00A80AA4"/>
    <w:rsid w:val="00A80C12"/>
    <w:rsid w:val="00A8188C"/>
    <w:rsid w:val="00A84638"/>
    <w:rsid w:val="00A877F4"/>
    <w:rsid w:val="00A90754"/>
    <w:rsid w:val="00A9104B"/>
    <w:rsid w:val="00A91FF2"/>
    <w:rsid w:val="00AA4570"/>
    <w:rsid w:val="00AB09EA"/>
    <w:rsid w:val="00AB4F9B"/>
    <w:rsid w:val="00AC0015"/>
    <w:rsid w:val="00AC023D"/>
    <w:rsid w:val="00AC0904"/>
    <w:rsid w:val="00AC49A1"/>
    <w:rsid w:val="00AC5940"/>
    <w:rsid w:val="00AC64BC"/>
    <w:rsid w:val="00AD4A57"/>
    <w:rsid w:val="00AD5980"/>
    <w:rsid w:val="00AD7609"/>
    <w:rsid w:val="00AE3C51"/>
    <w:rsid w:val="00AE44A1"/>
    <w:rsid w:val="00AE44F1"/>
    <w:rsid w:val="00AE6B73"/>
    <w:rsid w:val="00AE6E00"/>
    <w:rsid w:val="00AE710A"/>
    <w:rsid w:val="00AF1251"/>
    <w:rsid w:val="00AF3094"/>
    <w:rsid w:val="00B00CD0"/>
    <w:rsid w:val="00B021C0"/>
    <w:rsid w:val="00B06CAC"/>
    <w:rsid w:val="00B079DB"/>
    <w:rsid w:val="00B118D4"/>
    <w:rsid w:val="00B11E90"/>
    <w:rsid w:val="00B13E37"/>
    <w:rsid w:val="00B15170"/>
    <w:rsid w:val="00B16335"/>
    <w:rsid w:val="00B231D1"/>
    <w:rsid w:val="00B3081F"/>
    <w:rsid w:val="00B33098"/>
    <w:rsid w:val="00B3358D"/>
    <w:rsid w:val="00B35641"/>
    <w:rsid w:val="00B36133"/>
    <w:rsid w:val="00B3626C"/>
    <w:rsid w:val="00B37A3A"/>
    <w:rsid w:val="00B37EE7"/>
    <w:rsid w:val="00B4224E"/>
    <w:rsid w:val="00B43BC6"/>
    <w:rsid w:val="00B457E7"/>
    <w:rsid w:val="00B47EA8"/>
    <w:rsid w:val="00B5097E"/>
    <w:rsid w:val="00B5299B"/>
    <w:rsid w:val="00B54406"/>
    <w:rsid w:val="00B546C7"/>
    <w:rsid w:val="00B55900"/>
    <w:rsid w:val="00B55B95"/>
    <w:rsid w:val="00B63ECA"/>
    <w:rsid w:val="00B674BC"/>
    <w:rsid w:val="00B70876"/>
    <w:rsid w:val="00B70B35"/>
    <w:rsid w:val="00B73242"/>
    <w:rsid w:val="00B73ABF"/>
    <w:rsid w:val="00B755EB"/>
    <w:rsid w:val="00B80DBF"/>
    <w:rsid w:val="00B84ADB"/>
    <w:rsid w:val="00B84D69"/>
    <w:rsid w:val="00B909F6"/>
    <w:rsid w:val="00B932D1"/>
    <w:rsid w:val="00B96518"/>
    <w:rsid w:val="00B9677F"/>
    <w:rsid w:val="00BA4220"/>
    <w:rsid w:val="00BA48D1"/>
    <w:rsid w:val="00BA4999"/>
    <w:rsid w:val="00BA5361"/>
    <w:rsid w:val="00BA752D"/>
    <w:rsid w:val="00BB06E9"/>
    <w:rsid w:val="00BB22F1"/>
    <w:rsid w:val="00BB2C8B"/>
    <w:rsid w:val="00BB46EA"/>
    <w:rsid w:val="00BC191B"/>
    <w:rsid w:val="00BC516B"/>
    <w:rsid w:val="00BC6E81"/>
    <w:rsid w:val="00BC76DC"/>
    <w:rsid w:val="00BD0F94"/>
    <w:rsid w:val="00BD18A4"/>
    <w:rsid w:val="00BD1970"/>
    <w:rsid w:val="00BD28C1"/>
    <w:rsid w:val="00BD3192"/>
    <w:rsid w:val="00BD3A7A"/>
    <w:rsid w:val="00BD4AB9"/>
    <w:rsid w:val="00BD7843"/>
    <w:rsid w:val="00BE309C"/>
    <w:rsid w:val="00BE3F65"/>
    <w:rsid w:val="00BE4591"/>
    <w:rsid w:val="00BE6197"/>
    <w:rsid w:val="00BF2625"/>
    <w:rsid w:val="00BF5DE7"/>
    <w:rsid w:val="00C01116"/>
    <w:rsid w:val="00C02332"/>
    <w:rsid w:val="00C02D69"/>
    <w:rsid w:val="00C0492B"/>
    <w:rsid w:val="00C06140"/>
    <w:rsid w:val="00C07120"/>
    <w:rsid w:val="00C14B4C"/>
    <w:rsid w:val="00C16990"/>
    <w:rsid w:val="00C200B3"/>
    <w:rsid w:val="00C226A4"/>
    <w:rsid w:val="00C23317"/>
    <w:rsid w:val="00C23B9F"/>
    <w:rsid w:val="00C274BD"/>
    <w:rsid w:val="00C31396"/>
    <w:rsid w:val="00C3299C"/>
    <w:rsid w:val="00C33009"/>
    <w:rsid w:val="00C34AE4"/>
    <w:rsid w:val="00C37049"/>
    <w:rsid w:val="00C4068B"/>
    <w:rsid w:val="00C40C5E"/>
    <w:rsid w:val="00C41ADD"/>
    <w:rsid w:val="00C42124"/>
    <w:rsid w:val="00C43AF8"/>
    <w:rsid w:val="00C44186"/>
    <w:rsid w:val="00C47325"/>
    <w:rsid w:val="00C50612"/>
    <w:rsid w:val="00C53787"/>
    <w:rsid w:val="00C53A30"/>
    <w:rsid w:val="00C56DBD"/>
    <w:rsid w:val="00C61ED2"/>
    <w:rsid w:val="00C64D43"/>
    <w:rsid w:val="00C7209C"/>
    <w:rsid w:val="00C7411F"/>
    <w:rsid w:val="00C76F4D"/>
    <w:rsid w:val="00C81152"/>
    <w:rsid w:val="00C83199"/>
    <w:rsid w:val="00C86EC9"/>
    <w:rsid w:val="00C9296E"/>
    <w:rsid w:val="00C9473F"/>
    <w:rsid w:val="00C95C52"/>
    <w:rsid w:val="00CA0AA4"/>
    <w:rsid w:val="00CA2E8B"/>
    <w:rsid w:val="00CA54B0"/>
    <w:rsid w:val="00CA6602"/>
    <w:rsid w:val="00CA6840"/>
    <w:rsid w:val="00CA6AF2"/>
    <w:rsid w:val="00CB05F7"/>
    <w:rsid w:val="00CB6421"/>
    <w:rsid w:val="00CC0944"/>
    <w:rsid w:val="00CC37A4"/>
    <w:rsid w:val="00CC3953"/>
    <w:rsid w:val="00CC72DC"/>
    <w:rsid w:val="00CD3522"/>
    <w:rsid w:val="00CD59B3"/>
    <w:rsid w:val="00CD70C0"/>
    <w:rsid w:val="00CE181A"/>
    <w:rsid w:val="00CE3C5B"/>
    <w:rsid w:val="00CE436B"/>
    <w:rsid w:val="00CE6820"/>
    <w:rsid w:val="00CE740B"/>
    <w:rsid w:val="00CE76E7"/>
    <w:rsid w:val="00CF2F50"/>
    <w:rsid w:val="00CF4ED9"/>
    <w:rsid w:val="00CF4F03"/>
    <w:rsid w:val="00CF6026"/>
    <w:rsid w:val="00D026CE"/>
    <w:rsid w:val="00D02942"/>
    <w:rsid w:val="00D03CF1"/>
    <w:rsid w:val="00D052C9"/>
    <w:rsid w:val="00D05ECA"/>
    <w:rsid w:val="00D131A2"/>
    <w:rsid w:val="00D17D4F"/>
    <w:rsid w:val="00D21221"/>
    <w:rsid w:val="00D247DD"/>
    <w:rsid w:val="00D256B0"/>
    <w:rsid w:val="00D25BB8"/>
    <w:rsid w:val="00D265A8"/>
    <w:rsid w:val="00D302BC"/>
    <w:rsid w:val="00D3523D"/>
    <w:rsid w:val="00D37C80"/>
    <w:rsid w:val="00D40E17"/>
    <w:rsid w:val="00D43F23"/>
    <w:rsid w:val="00D453C0"/>
    <w:rsid w:val="00D50A0C"/>
    <w:rsid w:val="00D51EED"/>
    <w:rsid w:val="00D521B0"/>
    <w:rsid w:val="00D564BE"/>
    <w:rsid w:val="00D63563"/>
    <w:rsid w:val="00D65123"/>
    <w:rsid w:val="00D678A0"/>
    <w:rsid w:val="00D740B2"/>
    <w:rsid w:val="00D75A15"/>
    <w:rsid w:val="00D776A2"/>
    <w:rsid w:val="00D91AD4"/>
    <w:rsid w:val="00D979DB"/>
    <w:rsid w:val="00DA21EF"/>
    <w:rsid w:val="00DB0C87"/>
    <w:rsid w:val="00DB2B3A"/>
    <w:rsid w:val="00DB4B6E"/>
    <w:rsid w:val="00DC18AC"/>
    <w:rsid w:val="00DC1E44"/>
    <w:rsid w:val="00DD05BF"/>
    <w:rsid w:val="00DD13E5"/>
    <w:rsid w:val="00DD418E"/>
    <w:rsid w:val="00DD4E06"/>
    <w:rsid w:val="00DD5FDC"/>
    <w:rsid w:val="00DD6A35"/>
    <w:rsid w:val="00DE2E1B"/>
    <w:rsid w:val="00DE658E"/>
    <w:rsid w:val="00DE7F33"/>
    <w:rsid w:val="00DF0084"/>
    <w:rsid w:val="00DF435E"/>
    <w:rsid w:val="00DF6664"/>
    <w:rsid w:val="00E00EB6"/>
    <w:rsid w:val="00E03D62"/>
    <w:rsid w:val="00E04F14"/>
    <w:rsid w:val="00E052A7"/>
    <w:rsid w:val="00E074B4"/>
    <w:rsid w:val="00E102C4"/>
    <w:rsid w:val="00E11011"/>
    <w:rsid w:val="00E11D52"/>
    <w:rsid w:val="00E1521A"/>
    <w:rsid w:val="00E152FD"/>
    <w:rsid w:val="00E213F1"/>
    <w:rsid w:val="00E237EF"/>
    <w:rsid w:val="00E26CEA"/>
    <w:rsid w:val="00E30E6D"/>
    <w:rsid w:val="00E314C7"/>
    <w:rsid w:val="00E3239A"/>
    <w:rsid w:val="00E33761"/>
    <w:rsid w:val="00E340FB"/>
    <w:rsid w:val="00E352EC"/>
    <w:rsid w:val="00E365EE"/>
    <w:rsid w:val="00E43596"/>
    <w:rsid w:val="00E461B7"/>
    <w:rsid w:val="00E50DEF"/>
    <w:rsid w:val="00E53874"/>
    <w:rsid w:val="00E5436B"/>
    <w:rsid w:val="00E54F3A"/>
    <w:rsid w:val="00E56D68"/>
    <w:rsid w:val="00E6096F"/>
    <w:rsid w:val="00E62BCD"/>
    <w:rsid w:val="00E65595"/>
    <w:rsid w:val="00E657FB"/>
    <w:rsid w:val="00E70DFB"/>
    <w:rsid w:val="00E7410E"/>
    <w:rsid w:val="00E7464C"/>
    <w:rsid w:val="00E80DBD"/>
    <w:rsid w:val="00E90931"/>
    <w:rsid w:val="00E92C02"/>
    <w:rsid w:val="00E949A0"/>
    <w:rsid w:val="00E976F7"/>
    <w:rsid w:val="00EA6750"/>
    <w:rsid w:val="00EB4FF4"/>
    <w:rsid w:val="00EB56AC"/>
    <w:rsid w:val="00EB5B29"/>
    <w:rsid w:val="00EB7362"/>
    <w:rsid w:val="00EC17B6"/>
    <w:rsid w:val="00EC5256"/>
    <w:rsid w:val="00EC5DB9"/>
    <w:rsid w:val="00EC64F6"/>
    <w:rsid w:val="00EC7DC0"/>
    <w:rsid w:val="00ED3B35"/>
    <w:rsid w:val="00EE0ECA"/>
    <w:rsid w:val="00EE3623"/>
    <w:rsid w:val="00EE593E"/>
    <w:rsid w:val="00EF3720"/>
    <w:rsid w:val="00EF4608"/>
    <w:rsid w:val="00EF75A4"/>
    <w:rsid w:val="00EF7D23"/>
    <w:rsid w:val="00F036D2"/>
    <w:rsid w:val="00F05C7C"/>
    <w:rsid w:val="00F1088F"/>
    <w:rsid w:val="00F125DB"/>
    <w:rsid w:val="00F1442F"/>
    <w:rsid w:val="00F21A2D"/>
    <w:rsid w:val="00F23B5C"/>
    <w:rsid w:val="00F304A3"/>
    <w:rsid w:val="00F31283"/>
    <w:rsid w:val="00F3552C"/>
    <w:rsid w:val="00F36FA7"/>
    <w:rsid w:val="00F41DA0"/>
    <w:rsid w:val="00F41F5C"/>
    <w:rsid w:val="00F478A0"/>
    <w:rsid w:val="00F53009"/>
    <w:rsid w:val="00F54A25"/>
    <w:rsid w:val="00F57376"/>
    <w:rsid w:val="00F57E09"/>
    <w:rsid w:val="00F644FB"/>
    <w:rsid w:val="00F66F64"/>
    <w:rsid w:val="00F72113"/>
    <w:rsid w:val="00F74B7E"/>
    <w:rsid w:val="00F751BF"/>
    <w:rsid w:val="00F75FEF"/>
    <w:rsid w:val="00F82C30"/>
    <w:rsid w:val="00F837B8"/>
    <w:rsid w:val="00F96BAA"/>
    <w:rsid w:val="00F96E16"/>
    <w:rsid w:val="00FB163E"/>
    <w:rsid w:val="00FB2FBC"/>
    <w:rsid w:val="00FB518A"/>
    <w:rsid w:val="00FB544D"/>
    <w:rsid w:val="00FC091E"/>
    <w:rsid w:val="00FC0BEE"/>
    <w:rsid w:val="00FC6550"/>
    <w:rsid w:val="00FD2B25"/>
    <w:rsid w:val="00FE3CD5"/>
    <w:rsid w:val="00FF1233"/>
    <w:rsid w:val="00FF1595"/>
    <w:rsid w:val="00FF3CD7"/>
    <w:rsid w:val="00FF5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docId w15:val="{953C2F6D-E688-4DC1-8DCF-C69A1753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semiHidden="1" w:uiPriority="0" w:unhideWhenUsed="1"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semiHidden="1" w:uiPriority="0" w:unhideWhenUsed="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0" w:unhideWhenUsed="1" w:qFormat="1"/>
    <w:lsdException w:name="Emphasis" w:semiHidden="1" w:uiPriority="20" w:unhideWhenUsed="1"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ECD"/>
    <w:rPr>
      <w:sz w:val="24"/>
    </w:rPr>
  </w:style>
  <w:style w:type="paragraph" w:styleId="Heading1">
    <w:name w:val="heading 1"/>
    <w:aliases w:val="H1-Doc. Head,H1-Sec.Head,H1"/>
    <w:basedOn w:val="Normal"/>
    <w:next w:val="L1-FlLSp12"/>
    <w:link w:val="Heading1Char"/>
    <w:qFormat/>
    <w:rsid w:val="005218F3"/>
    <w:pPr>
      <w:keepNext/>
      <w:keepLines/>
      <w:spacing w:after="600"/>
      <w:jc w:val="center"/>
      <w:outlineLvl w:val="0"/>
    </w:pPr>
    <w:rPr>
      <w:rFonts w:ascii="Franklin Gothic Medium" w:hAnsi="Franklin Gothic Medium"/>
      <w:b/>
      <w:color w:val="00467F"/>
      <w:sz w:val="48"/>
    </w:rPr>
  </w:style>
  <w:style w:type="paragraph" w:styleId="Heading2">
    <w:name w:val="heading 2"/>
    <w:aliases w:val="H2-Chap. Head,H2-Sec. Head"/>
    <w:basedOn w:val="Normal"/>
    <w:next w:val="L1-FlLSp12"/>
    <w:link w:val="Heading2Char"/>
    <w:qFormat/>
    <w:rsid w:val="00F05C7C"/>
    <w:pPr>
      <w:keepNext/>
      <w:pBdr>
        <w:bottom w:val="single" w:sz="24" w:space="1" w:color="819BBD"/>
      </w:pBdr>
      <w:spacing w:after="480"/>
      <w:ind w:left="1152" w:hanging="1152"/>
      <w:outlineLvl w:val="1"/>
    </w:pPr>
    <w:rPr>
      <w:rFonts w:ascii="Franklin Gothic Medium" w:hAnsi="Franklin Gothic Medium"/>
      <w:b/>
      <w:color w:val="00467F"/>
      <w:sz w:val="40"/>
    </w:rPr>
  </w:style>
  <w:style w:type="paragraph" w:styleId="Heading3">
    <w:name w:val="heading 3"/>
    <w:aliases w:val="H3-Sec. Head"/>
    <w:basedOn w:val="Normal"/>
    <w:next w:val="L1-FlLSp12"/>
    <w:link w:val="Heading3Char"/>
    <w:qFormat/>
    <w:rsid w:val="00F05C7C"/>
    <w:pPr>
      <w:keepNext/>
      <w:spacing w:before="480" w:after="240"/>
      <w:ind w:left="1152" w:hanging="1152"/>
      <w:outlineLvl w:val="2"/>
    </w:pPr>
    <w:rPr>
      <w:rFonts w:ascii="Franklin Gothic Medium" w:hAnsi="Franklin Gothic Medium"/>
      <w:b/>
      <w:color w:val="00467F"/>
      <w:sz w:val="32"/>
      <w:lang w:val="en"/>
    </w:rPr>
  </w:style>
  <w:style w:type="paragraph" w:styleId="Heading4">
    <w:name w:val="heading 4"/>
    <w:aliases w:val="H4-Sec. Head,H4 Sec.Heading"/>
    <w:basedOn w:val="Normal"/>
    <w:next w:val="L1-FlLSp12"/>
    <w:link w:val="Heading4Char"/>
    <w:qFormat/>
    <w:rsid w:val="00F05C7C"/>
    <w:pPr>
      <w:keepNext/>
      <w:spacing w:before="480" w:after="240"/>
      <w:ind w:left="1152" w:hanging="1152"/>
      <w:outlineLvl w:val="3"/>
    </w:pPr>
    <w:rPr>
      <w:rFonts w:ascii="Franklin Gothic Medium" w:hAnsi="Franklin Gothic Medium"/>
      <w:b/>
      <w:color w:val="00467F"/>
      <w:sz w:val="28"/>
    </w:rPr>
  </w:style>
  <w:style w:type="paragraph" w:styleId="Heading5">
    <w:name w:val="heading 5"/>
    <w:aliases w:val="H5-Sec. Head"/>
    <w:basedOn w:val="Normal"/>
    <w:next w:val="L1-FlLSp12"/>
    <w:link w:val="Heading5Char"/>
    <w:qFormat/>
    <w:rsid w:val="00F05C7C"/>
    <w:pPr>
      <w:keepNext/>
      <w:spacing w:before="480" w:after="240"/>
      <w:ind w:left="1152" w:hanging="1152"/>
      <w:outlineLvl w:val="4"/>
    </w:pPr>
    <w:rPr>
      <w:rFonts w:ascii="Franklin Gothic Medium" w:hAnsi="Franklin Gothic Medium"/>
      <w:b/>
      <w:lang w:val="en"/>
    </w:rPr>
  </w:style>
  <w:style w:type="paragraph" w:styleId="Heading6">
    <w:name w:val="heading 6"/>
    <w:aliases w:val="H6-Sec. Head"/>
    <w:basedOn w:val="Normal"/>
    <w:next w:val="L1-FlLSp12"/>
    <w:link w:val="Heading6Char"/>
    <w:qFormat/>
    <w:rsid w:val="00F05C7C"/>
    <w:pPr>
      <w:keepNext/>
      <w:spacing w:before="480" w:after="240"/>
      <w:ind w:left="1152" w:hanging="1152"/>
      <w:outlineLvl w:val="5"/>
    </w:pPr>
    <w:rPr>
      <w:rFonts w:ascii="Franklin Gothic Medium" w:hAnsi="Franklin Gothic Medium"/>
      <w:b/>
      <w:i/>
    </w:rPr>
  </w:style>
  <w:style w:type="paragraph" w:styleId="Heading7">
    <w:name w:val="heading 7"/>
    <w:basedOn w:val="Normal"/>
    <w:next w:val="Normal"/>
    <w:qFormat/>
    <w:rsid w:val="009D254B"/>
    <w:pPr>
      <w:numPr>
        <w:ilvl w:val="5"/>
        <w:numId w:val="21"/>
      </w:numPr>
      <w:spacing w:before="240" w:after="60"/>
      <w:outlineLvl w:val="6"/>
    </w:pPr>
  </w:style>
  <w:style w:type="paragraph" w:styleId="Heading8">
    <w:name w:val="heading 8"/>
    <w:basedOn w:val="Normal"/>
    <w:next w:val="Normal"/>
    <w:link w:val="Heading8Char"/>
    <w:unhideWhenUsed/>
    <w:qFormat/>
    <w:rsid w:val="00A45F08"/>
    <w:pPr>
      <w:keepNext/>
      <w:keepLines/>
      <w:numPr>
        <w:ilvl w:val="6"/>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45F08"/>
    <w:pPr>
      <w:keepNext/>
      <w:keepLines/>
      <w:numPr>
        <w:ilvl w:val="7"/>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trBoldHd">
    <w:name w:val="C1-Ctr BoldHd"/>
    <w:link w:val="C1-CtrBoldHdChar"/>
    <w:rsid w:val="00F036D2"/>
    <w:pPr>
      <w:keepNext/>
      <w:spacing w:after="720"/>
      <w:jc w:val="center"/>
    </w:pPr>
    <w:rPr>
      <w:rFonts w:ascii="Franklin Gothic Medium" w:hAnsi="Franklin Gothic Medium"/>
      <w:b/>
      <w:color w:val="00467F"/>
      <w:sz w:val="28"/>
    </w:rPr>
  </w:style>
  <w:style w:type="paragraph" w:customStyle="1" w:styleId="C2-CtrSglSp">
    <w:name w:val="C2-Ctr Sgl Sp"/>
    <w:basedOn w:val="Normal"/>
    <w:rsid w:val="005B3625"/>
    <w:pPr>
      <w:keepLines/>
      <w:spacing w:after="360"/>
      <w:jc w:val="center"/>
    </w:pPr>
  </w:style>
  <w:style w:type="paragraph" w:customStyle="1" w:styleId="C3-CtrSp12">
    <w:name w:val="C3-Ctr Sp&amp;1/2"/>
    <w:semiHidden/>
    <w:rsid w:val="00E53874"/>
    <w:pPr>
      <w:keepLines/>
      <w:spacing w:line="360" w:lineRule="auto"/>
      <w:jc w:val="center"/>
    </w:pPr>
    <w:rPr>
      <w:rFonts w:ascii="Garamond" w:hAnsi="Garamond"/>
      <w:sz w:val="24"/>
    </w:rPr>
  </w:style>
  <w:style w:type="paragraph" w:customStyle="1" w:styleId="E1-Equation">
    <w:name w:val="E1-Equation"/>
    <w:basedOn w:val="Normal"/>
    <w:rsid w:val="00451FE7"/>
    <w:pPr>
      <w:tabs>
        <w:tab w:val="center" w:pos="4680"/>
        <w:tab w:val="right" w:pos="9360"/>
      </w:tabs>
      <w:spacing w:after="240"/>
    </w:pPr>
  </w:style>
  <w:style w:type="paragraph" w:customStyle="1" w:styleId="E2-Equation">
    <w:name w:val="E2-Equation"/>
    <w:basedOn w:val="Normal"/>
    <w:rsid w:val="00451FE7"/>
    <w:pPr>
      <w:tabs>
        <w:tab w:val="right" w:pos="1152"/>
        <w:tab w:val="center" w:pos="1440"/>
        <w:tab w:val="left" w:pos="1728"/>
      </w:tabs>
      <w:spacing w:after="240"/>
      <w:ind w:left="1728" w:hanging="1728"/>
    </w:pPr>
  </w:style>
  <w:style w:type="paragraph" w:styleId="Footer">
    <w:name w:val="footer"/>
    <w:basedOn w:val="Normal"/>
    <w:link w:val="FooterChar"/>
    <w:rsid w:val="00B35641"/>
  </w:style>
  <w:style w:type="paragraph" w:styleId="FootnoteText">
    <w:name w:val="footnote text"/>
    <w:aliases w:val="F1"/>
    <w:link w:val="FootnoteTextChar"/>
    <w:rsid w:val="00F21A2D"/>
    <w:pPr>
      <w:tabs>
        <w:tab w:val="left" w:pos="120"/>
      </w:tabs>
      <w:spacing w:before="120"/>
      <w:ind w:left="115" w:hanging="115"/>
    </w:pPr>
  </w:style>
  <w:style w:type="paragraph" w:styleId="Header">
    <w:name w:val="header"/>
    <w:basedOn w:val="Normal"/>
    <w:link w:val="HeaderChar"/>
    <w:rsid w:val="00B35641"/>
    <w:rPr>
      <w:sz w:val="20"/>
    </w:rPr>
  </w:style>
  <w:style w:type="paragraph" w:customStyle="1" w:styleId="L1-FlLSp12">
    <w:name w:val="L1-FlL Sp&amp;1/2"/>
    <w:basedOn w:val="Normal"/>
    <w:rsid w:val="00410184"/>
    <w:pPr>
      <w:tabs>
        <w:tab w:val="left" w:pos="1152"/>
      </w:tabs>
      <w:spacing w:after="240"/>
    </w:pPr>
  </w:style>
  <w:style w:type="paragraph" w:customStyle="1" w:styleId="N0-FlLftBullet">
    <w:name w:val="N0-Fl Lft Bullet"/>
    <w:basedOn w:val="Normal"/>
    <w:rsid w:val="00451FE7"/>
    <w:pPr>
      <w:tabs>
        <w:tab w:val="left" w:pos="576"/>
      </w:tabs>
      <w:spacing w:after="240"/>
      <w:ind w:left="576" w:hanging="576"/>
    </w:pPr>
  </w:style>
  <w:style w:type="paragraph" w:customStyle="1" w:styleId="N1-1stBullet">
    <w:name w:val="N1-1st Bullet"/>
    <w:basedOn w:val="Normal"/>
    <w:link w:val="N1-1stBulletChar"/>
    <w:rsid w:val="00451FE7"/>
    <w:pPr>
      <w:numPr>
        <w:numId w:val="1"/>
      </w:numPr>
      <w:spacing w:after="240"/>
    </w:pPr>
  </w:style>
  <w:style w:type="paragraph" w:customStyle="1" w:styleId="N2-2ndBullet">
    <w:name w:val="N2-2nd Bullet"/>
    <w:basedOn w:val="Normal"/>
    <w:rsid w:val="00E365EE"/>
    <w:pPr>
      <w:numPr>
        <w:numId w:val="5"/>
      </w:numPr>
      <w:spacing w:after="240"/>
    </w:pPr>
  </w:style>
  <w:style w:type="paragraph" w:customStyle="1" w:styleId="N3-3rdBullet">
    <w:name w:val="N3-3rd Bullet"/>
    <w:basedOn w:val="Normal"/>
    <w:rsid w:val="00451FE7"/>
    <w:pPr>
      <w:numPr>
        <w:numId w:val="2"/>
      </w:numPr>
      <w:spacing w:after="240"/>
    </w:pPr>
  </w:style>
  <w:style w:type="paragraph" w:customStyle="1" w:styleId="N4-4thBullet">
    <w:name w:val="N4-4th Bullet"/>
    <w:basedOn w:val="Normal"/>
    <w:rsid w:val="00451FE7"/>
    <w:pPr>
      <w:numPr>
        <w:numId w:val="3"/>
      </w:numPr>
      <w:spacing w:after="240"/>
    </w:pPr>
  </w:style>
  <w:style w:type="paragraph" w:customStyle="1" w:styleId="N5-5thBullet">
    <w:name w:val="N5-5th Bullet"/>
    <w:basedOn w:val="Normal"/>
    <w:rsid w:val="009D254B"/>
    <w:pPr>
      <w:tabs>
        <w:tab w:val="left" w:pos="3456"/>
      </w:tabs>
      <w:ind w:left="3456" w:hanging="576"/>
    </w:pPr>
  </w:style>
  <w:style w:type="paragraph" w:customStyle="1" w:styleId="N6-DateInd">
    <w:name w:val="N6-Date Ind."/>
    <w:basedOn w:val="Normal"/>
    <w:rsid w:val="00451FE7"/>
    <w:pPr>
      <w:tabs>
        <w:tab w:val="left" w:pos="4896"/>
      </w:tabs>
      <w:spacing w:after="240"/>
      <w:ind w:left="4896"/>
    </w:pPr>
  </w:style>
  <w:style w:type="paragraph" w:customStyle="1" w:styleId="N7-3Block">
    <w:name w:val="N7-3&quot; Block"/>
    <w:basedOn w:val="Normal"/>
    <w:rsid w:val="00451FE7"/>
    <w:pPr>
      <w:tabs>
        <w:tab w:val="left" w:pos="1152"/>
      </w:tabs>
      <w:spacing w:after="240"/>
      <w:ind w:left="1152" w:right="1152"/>
    </w:pPr>
  </w:style>
  <w:style w:type="paragraph" w:customStyle="1" w:styleId="N8-QxQBlock">
    <w:name w:val="N8-QxQ Block"/>
    <w:basedOn w:val="Normal"/>
    <w:rsid w:val="00451FE7"/>
    <w:pPr>
      <w:tabs>
        <w:tab w:val="left" w:pos="1152"/>
      </w:tabs>
      <w:spacing w:after="240" w:line="360" w:lineRule="auto"/>
      <w:ind w:left="1152" w:hanging="1152"/>
    </w:pPr>
    <w:rPr>
      <w:lang w:val="en"/>
    </w:rPr>
  </w:style>
  <w:style w:type="paragraph" w:customStyle="1" w:styleId="P1-StandPara">
    <w:name w:val="P1-Stand Para"/>
    <w:basedOn w:val="Normal"/>
    <w:rsid w:val="00410184"/>
    <w:pPr>
      <w:spacing w:after="240"/>
      <w:ind w:firstLine="576"/>
    </w:pPr>
  </w:style>
  <w:style w:type="paragraph" w:customStyle="1" w:styleId="Q1-BestFinQ">
    <w:name w:val="Q1-Best/Fin Q"/>
    <w:basedOn w:val="Normal"/>
    <w:rsid w:val="005B62AC"/>
    <w:pPr>
      <w:keepNext/>
      <w:spacing w:after="360"/>
      <w:ind w:left="1152" w:hanging="1152"/>
    </w:pPr>
    <w:rPr>
      <w:rFonts w:ascii="Franklin Gothic Medium" w:hAnsi="Franklin Gothic Medium" w:cs="Times New Roman Bold"/>
      <w:b/>
    </w:rPr>
  </w:style>
  <w:style w:type="paragraph" w:customStyle="1" w:styleId="SH-SglSpHead">
    <w:name w:val="SH-Sgl Sp Head"/>
    <w:rsid w:val="007C628C"/>
    <w:pPr>
      <w:keepNext/>
      <w:keepLines/>
      <w:tabs>
        <w:tab w:val="left" w:pos="576"/>
      </w:tabs>
      <w:ind w:left="576" w:hanging="576"/>
    </w:pPr>
    <w:rPr>
      <w:rFonts w:ascii="Franklin Gothic Medium" w:hAnsi="Franklin Gothic Medium"/>
      <w:color w:val="00467F"/>
      <w:sz w:val="24"/>
    </w:rPr>
  </w:style>
  <w:style w:type="paragraph" w:customStyle="1" w:styleId="SL-FlLftSgl">
    <w:name w:val="SL-Fl Lft Sgl"/>
    <w:basedOn w:val="Normal"/>
    <w:link w:val="SL-FlLftSglChar"/>
    <w:rsid w:val="00326127"/>
  </w:style>
  <w:style w:type="paragraph" w:customStyle="1" w:styleId="SP-SglSpPara">
    <w:name w:val="SP-Sgl Sp Para"/>
    <w:basedOn w:val="Normal"/>
    <w:rsid w:val="00326127"/>
    <w:pPr>
      <w:tabs>
        <w:tab w:val="left" w:pos="576"/>
      </w:tabs>
      <w:ind w:firstLine="576"/>
    </w:pPr>
  </w:style>
  <w:style w:type="paragraph" w:customStyle="1" w:styleId="T0-ChapPgHd">
    <w:name w:val="T0-Chap/Pg Hd"/>
    <w:basedOn w:val="Normal"/>
    <w:rsid w:val="00B36133"/>
    <w:pPr>
      <w:tabs>
        <w:tab w:val="left" w:pos="8640"/>
      </w:tabs>
      <w:spacing w:before="480" w:after="240"/>
    </w:pPr>
    <w:rPr>
      <w:rFonts w:ascii="Franklin Gothic Medium" w:hAnsi="Franklin Gothic Medium"/>
      <w:u w:val="words"/>
    </w:rPr>
  </w:style>
  <w:style w:type="paragraph" w:styleId="TOC1">
    <w:name w:val="toc 1"/>
    <w:basedOn w:val="Normal"/>
    <w:uiPriority w:val="39"/>
    <w:rsid w:val="00CE76E7"/>
    <w:pPr>
      <w:tabs>
        <w:tab w:val="left" w:pos="1440"/>
        <w:tab w:val="right" w:leader="dot" w:pos="8208"/>
        <w:tab w:val="left" w:pos="8640"/>
      </w:tabs>
      <w:spacing w:after="240"/>
      <w:ind w:left="1440" w:right="1800" w:hanging="1152"/>
    </w:pPr>
  </w:style>
  <w:style w:type="paragraph" w:styleId="TOC2">
    <w:name w:val="toc 2"/>
    <w:basedOn w:val="Normal"/>
    <w:uiPriority w:val="39"/>
    <w:rsid w:val="00CE76E7"/>
    <w:pPr>
      <w:tabs>
        <w:tab w:val="left" w:pos="2160"/>
        <w:tab w:val="right" w:leader="dot" w:pos="8208"/>
        <w:tab w:val="left" w:pos="8640"/>
      </w:tabs>
      <w:spacing w:after="240"/>
      <w:ind w:left="2160" w:right="1800" w:hanging="720"/>
      <w:contextualSpacing/>
    </w:pPr>
    <w:rPr>
      <w:szCs w:val="22"/>
    </w:rPr>
  </w:style>
  <w:style w:type="paragraph" w:styleId="TOC3">
    <w:name w:val="toc 3"/>
    <w:basedOn w:val="Normal"/>
    <w:uiPriority w:val="39"/>
    <w:rsid w:val="00CE76E7"/>
    <w:pPr>
      <w:tabs>
        <w:tab w:val="left" w:pos="3024"/>
        <w:tab w:val="right" w:leader="dot" w:pos="8208"/>
        <w:tab w:val="left" w:pos="8640"/>
      </w:tabs>
      <w:spacing w:after="240"/>
      <w:ind w:left="3024" w:right="1800" w:hanging="864"/>
      <w:contextualSpacing/>
    </w:pPr>
  </w:style>
  <w:style w:type="paragraph" w:styleId="TOC4">
    <w:name w:val="toc 4"/>
    <w:basedOn w:val="Normal"/>
    <w:uiPriority w:val="39"/>
    <w:rsid w:val="00EC5DB9"/>
    <w:pPr>
      <w:tabs>
        <w:tab w:val="left" w:pos="3888"/>
        <w:tab w:val="right" w:leader="dot" w:pos="8208"/>
        <w:tab w:val="left" w:pos="8640"/>
      </w:tabs>
      <w:spacing w:after="240"/>
      <w:ind w:left="3888" w:right="1800" w:hanging="864"/>
      <w:contextualSpacing/>
    </w:pPr>
  </w:style>
  <w:style w:type="paragraph" w:styleId="TOC5">
    <w:name w:val="toc 5"/>
    <w:basedOn w:val="Normal"/>
    <w:uiPriority w:val="39"/>
    <w:rsid w:val="00CE76E7"/>
    <w:pPr>
      <w:tabs>
        <w:tab w:val="left" w:pos="1440"/>
        <w:tab w:val="right" w:leader="dot" w:pos="8208"/>
        <w:tab w:val="left" w:pos="8640"/>
      </w:tabs>
      <w:spacing w:after="240"/>
      <w:ind w:left="1440" w:right="1800" w:hanging="1152"/>
    </w:pPr>
  </w:style>
  <w:style w:type="paragraph" w:customStyle="1" w:styleId="TT-TableTitle">
    <w:name w:val="TT-Table Title"/>
    <w:rsid w:val="00451FE7"/>
    <w:pPr>
      <w:keepNext/>
      <w:keepLines/>
      <w:tabs>
        <w:tab w:val="left" w:pos="1440"/>
      </w:tabs>
      <w:spacing w:after="240"/>
      <w:ind w:left="1440" w:hanging="1440"/>
    </w:pPr>
    <w:rPr>
      <w:rFonts w:ascii="Franklin Gothic Medium" w:hAnsi="Franklin Gothic Medium"/>
      <w:sz w:val="22"/>
    </w:rPr>
  </w:style>
  <w:style w:type="paragraph" w:customStyle="1" w:styleId="CT-ContractInformation">
    <w:name w:val="CT-Contract Information"/>
    <w:basedOn w:val="Normal"/>
    <w:rsid w:val="00241BC9"/>
    <w:pPr>
      <w:tabs>
        <w:tab w:val="left" w:pos="2232"/>
      </w:tabs>
      <w:spacing w:line="240" w:lineRule="exact"/>
    </w:pPr>
  </w:style>
  <w:style w:type="paragraph" w:customStyle="1" w:styleId="R1-ResPara">
    <w:name w:val="R1-Res. Para"/>
    <w:link w:val="R1-ResParaChar"/>
    <w:rsid w:val="00D740B2"/>
    <w:pPr>
      <w:spacing w:line="240" w:lineRule="atLeast"/>
      <w:ind w:left="288"/>
    </w:pPr>
    <w:rPr>
      <w:sz w:val="24"/>
    </w:rPr>
  </w:style>
  <w:style w:type="paragraph" w:customStyle="1" w:styleId="R2-ResBullet">
    <w:name w:val="R2-Res Bullet"/>
    <w:basedOn w:val="Normal"/>
    <w:rsid w:val="006F1A97"/>
    <w:pPr>
      <w:tabs>
        <w:tab w:val="left" w:pos="720"/>
      </w:tabs>
      <w:spacing w:line="240" w:lineRule="atLeast"/>
      <w:ind w:left="720" w:hanging="432"/>
    </w:pPr>
  </w:style>
  <w:style w:type="paragraph" w:customStyle="1" w:styleId="RF-Reference">
    <w:name w:val="RF-Reference"/>
    <w:basedOn w:val="Normal"/>
    <w:rsid w:val="006F1A97"/>
    <w:pPr>
      <w:spacing w:line="240" w:lineRule="exact"/>
      <w:ind w:left="216" w:hanging="216"/>
    </w:pPr>
  </w:style>
  <w:style w:type="paragraph" w:customStyle="1" w:styleId="RH-SglSpHead">
    <w:name w:val="RH-Sgl Sp Head"/>
    <w:next w:val="RL-FlLftSgl"/>
    <w:rsid w:val="00F036D2"/>
    <w:pPr>
      <w:keepNext/>
      <w:pBdr>
        <w:bottom w:val="single" w:sz="24" w:space="1" w:color="819BBD"/>
      </w:pBdr>
      <w:spacing w:after="480" w:line="360" w:lineRule="exact"/>
    </w:pPr>
    <w:rPr>
      <w:rFonts w:ascii="Franklin Gothic Medium" w:hAnsi="Franklin Gothic Medium"/>
      <w:b/>
      <w:color w:val="00467F"/>
      <w:sz w:val="36"/>
      <w:u w:color="324162"/>
    </w:rPr>
  </w:style>
  <w:style w:type="paragraph" w:customStyle="1" w:styleId="RL-FlLftSgl">
    <w:name w:val="RL-Fl Lft Sgl"/>
    <w:rsid w:val="00F036D2"/>
    <w:pPr>
      <w:keepNext/>
      <w:spacing w:line="240" w:lineRule="atLeast"/>
    </w:pPr>
    <w:rPr>
      <w:rFonts w:ascii="Franklin Gothic Medium" w:hAnsi="Franklin Gothic Medium"/>
      <w:b/>
      <w:color w:val="00467F"/>
      <w:sz w:val="24"/>
    </w:rPr>
  </w:style>
  <w:style w:type="paragraph" w:customStyle="1" w:styleId="SU-FlLftUndln">
    <w:name w:val="SU-Fl Lft Undln"/>
    <w:basedOn w:val="Normal"/>
    <w:rsid w:val="006F1A97"/>
    <w:pPr>
      <w:keepNext/>
      <w:spacing w:line="240" w:lineRule="exact"/>
    </w:pPr>
    <w:rPr>
      <w:u w:val="single"/>
    </w:rPr>
  </w:style>
  <w:style w:type="paragraph" w:customStyle="1" w:styleId="Header-1">
    <w:name w:val="Header-1"/>
    <w:rsid w:val="00F036D2"/>
    <w:pPr>
      <w:keepNext/>
      <w:framePr w:hSpace="187" w:wrap="around" w:vAnchor="text" w:hAnchor="text" w:y="1"/>
      <w:suppressOverlap/>
      <w:jc w:val="right"/>
    </w:pPr>
    <w:rPr>
      <w:rFonts w:ascii="Franklin Gothic Medium" w:hAnsi="Franklin Gothic Medium"/>
      <w:b/>
      <w:color w:val="00467F"/>
    </w:rPr>
  </w:style>
  <w:style w:type="paragraph" w:customStyle="1" w:styleId="TB-TableBullet">
    <w:name w:val="TB-Table Bullet"/>
    <w:basedOn w:val="TX-TableText"/>
    <w:qFormat/>
    <w:rsid w:val="00202859"/>
    <w:pPr>
      <w:numPr>
        <w:numId w:val="4"/>
      </w:numPr>
      <w:ind w:left="288" w:hanging="288"/>
    </w:pPr>
  </w:style>
  <w:style w:type="character" w:styleId="PageNumber">
    <w:name w:val="page number"/>
    <w:basedOn w:val="DefaultParagraphFont"/>
    <w:rsid w:val="009D254B"/>
  </w:style>
  <w:style w:type="paragraph" w:customStyle="1" w:styleId="R0-FLLftSglBoldItalic">
    <w:name w:val="R0-FL Lft Sgl Bold Italic"/>
    <w:rsid w:val="006F1A97"/>
    <w:pPr>
      <w:keepNext/>
      <w:spacing w:line="240" w:lineRule="atLeast"/>
    </w:pPr>
    <w:rPr>
      <w:rFonts w:ascii="Franklin Gothic Medium" w:hAnsi="Franklin Gothic Medium" w:cs="Times New Roman Bold"/>
      <w:i/>
      <w:sz w:val="24"/>
    </w:rPr>
  </w:style>
  <w:style w:type="table" w:customStyle="1" w:styleId="TableWestatStandardFormat">
    <w:name w:val="Table Westat Standard Format"/>
    <w:basedOn w:val="TableNormal"/>
    <w:rsid w:val="005136D6"/>
    <w:rPr>
      <w:rFonts w:ascii="Franklin Gothic Medium" w:hAnsi="Franklin Gothic Medium"/>
    </w:rPr>
    <w:tblPr>
      <w:tblBorders>
        <w:bottom w:val="single" w:sz="4" w:space="0" w:color="auto"/>
      </w:tblBorders>
    </w:tblPr>
    <w:trPr>
      <w:cantSplit/>
    </w:trPr>
    <w:tblStylePr w:type="firstRow">
      <w:pPr>
        <w:jc w:val="center"/>
      </w:pPr>
      <w:tblPr/>
      <w:trPr>
        <w:tblHeader/>
      </w:trPr>
      <w:tcPr>
        <w:tcBorders>
          <w:top w:val="single" w:sz="4" w:space="0" w:color="auto"/>
          <w:left w:val="nil"/>
          <w:bottom w:val="single" w:sz="4" w:space="0" w:color="auto"/>
          <w:right w:val="nil"/>
          <w:insideH w:val="nil"/>
          <w:insideV w:val="nil"/>
          <w:tl2br w:val="nil"/>
          <w:tr2bl w:val="nil"/>
        </w:tcBorders>
        <w:shd w:val="clear" w:color="auto" w:fill="AFBED7"/>
      </w:tcPr>
    </w:tblStylePr>
  </w:style>
  <w:style w:type="paragraph" w:customStyle="1" w:styleId="TC-TableofContentsHeading">
    <w:name w:val="TC-Table of Contents Heading"/>
    <w:basedOn w:val="Heading1"/>
    <w:next w:val="T0-ChapPgHd"/>
    <w:rsid w:val="00E54F3A"/>
    <w:pPr>
      <w:pBdr>
        <w:bottom w:val="single" w:sz="24" w:space="1" w:color="819BBD"/>
      </w:pBdr>
      <w:spacing w:after="720"/>
      <w:ind w:left="6869"/>
      <w:outlineLvl w:val="1"/>
    </w:pPr>
    <w:rPr>
      <w:sz w:val="32"/>
    </w:rPr>
  </w:style>
  <w:style w:type="paragraph" w:customStyle="1" w:styleId="TF-TblFN">
    <w:name w:val="TF-Tbl FN"/>
    <w:basedOn w:val="FootnoteText"/>
    <w:rsid w:val="00B13E37"/>
    <w:rPr>
      <w:rFonts w:ascii="Franklin Gothic Medium" w:hAnsi="Franklin Gothic Medium"/>
      <w:sz w:val="18"/>
    </w:rPr>
  </w:style>
  <w:style w:type="paragraph" w:customStyle="1" w:styleId="TH-TableHeading">
    <w:name w:val="TH-Table Heading"/>
    <w:rsid w:val="00CE3C5B"/>
    <w:pPr>
      <w:keepNext/>
      <w:keepLines/>
      <w:jc w:val="center"/>
    </w:pPr>
    <w:rPr>
      <w:rFonts w:ascii="Franklin Gothic Medium" w:hAnsi="Franklin Gothic Medium"/>
      <w:b/>
    </w:rPr>
  </w:style>
  <w:style w:type="paragraph" w:styleId="TOC6">
    <w:name w:val="toc 6"/>
    <w:rsid w:val="00FB163E"/>
    <w:pPr>
      <w:tabs>
        <w:tab w:val="right" w:leader="dot" w:pos="8208"/>
        <w:tab w:val="left" w:pos="8640"/>
      </w:tabs>
      <w:spacing w:after="240"/>
      <w:ind w:left="288"/>
    </w:pPr>
    <w:rPr>
      <w:rFonts w:ascii="Garamond" w:hAnsi="Garamond"/>
      <w:sz w:val="24"/>
      <w:szCs w:val="22"/>
    </w:rPr>
  </w:style>
  <w:style w:type="paragraph" w:styleId="TOC7">
    <w:name w:val="toc 7"/>
    <w:rsid w:val="00A80934"/>
    <w:pPr>
      <w:tabs>
        <w:tab w:val="right" w:leader="dot" w:pos="8208"/>
        <w:tab w:val="left" w:pos="8640"/>
      </w:tabs>
      <w:spacing w:after="240"/>
      <w:ind w:left="1440"/>
      <w:contextualSpacing/>
    </w:pPr>
    <w:rPr>
      <w:rFonts w:ascii="Garamond" w:hAnsi="Garamond"/>
      <w:sz w:val="24"/>
      <w:szCs w:val="22"/>
    </w:rPr>
  </w:style>
  <w:style w:type="paragraph" w:styleId="TOC8">
    <w:name w:val="toc 8"/>
    <w:rsid w:val="00A80934"/>
    <w:pPr>
      <w:tabs>
        <w:tab w:val="right" w:leader="dot" w:pos="8208"/>
        <w:tab w:val="left" w:pos="8640"/>
      </w:tabs>
      <w:spacing w:after="240"/>
      <w:ind w:left="2160"/>
      <w:contextualSpacing/>
    </w:pPr>
    <w:rPr>
      <w:rFonts w:ascii="Garamond" w:hAnsi="Garamond"/>
      <w:sz w:val="24"/>
      <w:szCs w:val="22"/>
    </w:rPr>
  </w:style>
  <w:style w:type="paragraph" w:styleId="TOC9">
    <w:name w:val="toc 9"/>
    <w:rsid w:val="00A80934"/>
    <w:pPr>
      <w:tabs>
        <w:tab w:val="right" w:leader="dot" w:pos="8208"/>
        <w:tab w:val="left" w:pos="8640"/>
      </w:tabs>
      <w:spacing w:after="240"/>
      <w:ind w:left="3024"/>
      <w:contextualSpacing/>
    </w:pPr>
    <w:rPr>
      <w:rFonts w:ascii="Garamond" w:hAnsi="Garamond"/>
      <w:sz w:val="24"/>
      <w:szCs w:val="22"/>
    </w:rPr>
  </w:style>
  <w:style w:type="paragraph" w:customStyle="1" w:styleId="TX-TableText">
    <w:name w:val="TX-Table Text"/>
    <w:rsid w:val="00CE3C5B"/>
    <w:rPr>
      <w:rFonts w:ascii="Franklin Gothic Medium" w:hAnsi="Franklin Gothic Medium"/>
    </w:rPr>
  </w:style>
  <w:style w:type="paragraph" w:styleId="BalloonText">
    <w:name w:val="Balloon Text"/>
    <w:basedOn w:val="Normal"/>
    <w:link w:val="BalloonTextChar"/>
    <w:uiPriority w:val="99"/>
    <w:semiHidden/>
    <w:unhideWhenUsed/>
    <w:rsid w:val="00CE6820"/>
    <w:rPr>
      <w:rFonts w:ascii="Tahoma" w:hAnsi="Tahoma" w:cs="Tahoma"/>
      <w:sz w:val="16"/>
      <w:szCs w:val="16"/>
    </w:rPr>
  </w:style>
  <w:style w:type="character" w:customStyle="1" w:styleId="BalloonTextChar">
    <w:name w:val="Balloon Text Char"/>
    <w:basedOn w:val="DefaultParagraphFont"/>
    <w:link w:val="BalloonText"/>
    <w:uiPriority w:val="99"/>
    <w:semiHidden/>
    <w:rsid w:val="00CE6820"/>
    <w:rPr>
      <w:rFonts w:ascii="Tahoma" w:hAnsi="Tahoma" w:cs="Tahoma"/>
      <w:sz w:val="16"/>
      <w:szCs w:val="16"/>
    </w:rPr>
  </w:style>
  <w:style w:type="character" w:styleId="FootnoteReference">
    <w:name w:val="footnote reference"/>
    <w:basedOn w:val="DefaultParagraphFont"/>
    <w:uiPriority w:val="99"/>
    <w:semiHidden/>
    <w:unhideWhenUsed/>
    <w:rsid w:val="00774268"/>
    <w:rPr>
      <w:vertAlign w:val="superscript"/>
    </w:rPr>
  </w:style>
  <w:style w:type="paragraph" w:customStyle="1" w:styleId="HeadingA2">
    <w:name w:val="Heading A2"/>
    <w:aliases w:val="Appendix_H2_Head"/>
    <w:basedOn w:val="Heading2"/>
    <w:next w:val="L1-FlLSp12"/>
    <w:rsid w:val="00AA4570"/>
    <w:pPr>
      <w:ind w:left="0" w:firstLine="0"/>
    </w:pPr>
    <w:rPr>
      <w:rFonts w:eastAsiaTheme="minorEastAsia"/>
    </w:rPr>
  </w:style>
  <w:style w:type="character" w:customStyle="1" w:styleId="Heading2Char">
    <w:name w:val="Heading 2 Char"/>
    <w:aliases w:val="H2-Chap. Head Char,H2-Sec. Head Char"/>
    <w:basedOn w:val="DefaultParagraphFont"/>
    <w:link w:val="Heading2"/>
    <w:rsid w:val="00AA4570"/>
    <w:rPr>
      <w:rFonts w:ascii="Franklin Gothic Medium" w:hAnsi="Franklin Gothic Medium"/>
      <w:b/>
      <w:color w:val="00467F"/>
      <w:sz w:val="40"/>
    </w:rPr>
  </w:style>
  <w:style w:type="paragraph" w:customStyle="1" w:styleId="DT-DividerText">
    <w:name w:val="DT-Divider Text"/>
    <w:rsid w:val="005C543C"/>
    <w:pPr>
      <w:spacing w:after="240"/>
      <w:jc w:val="center"/>
      <w:outlineLvl w:val="1"/>
    </w:pPr>
    <w:rPr>
      <w:rFonts w:ascii="Franklin Gothic Medium" w:hAnsi="Franklin Gothic Medium"/>
      <w:sz w:val="40"/>
    </w:rPr>
  </w:style>
  <w:style w:type="paragraph" w:customStyle="1" w:styleId="L2-FlLSp12">
    <w:name w:val="L2-FlL Sp&amp;1/2"/>
    <w:basedOn w:val="L1-FlLSp12"/>
    <w:qFormat/>
    <w:rsid w:val="00410184"/>
    <w:pPr>
      <w:keepNext/>
    </w:pPr>
  </w:style>
  <w:style w:type="paragraph" w:customStyle="1" w:styleId="CC-Contentscontinued">
    <w:name w:val="CC-Contents (continued)"/>
    <w:basedOn w:val="TC-TableofContentsHeading"/>
    <w:next w:val="T0-ChapPgHd"/>
    <w:rsid w:val="00E54F3A"/>
    <w:pPr>
      <w:outlineLvl w:val="9"/>
    </w:pPr>
    <w:rPr>
      <w:sz w:val="24"/>
    </w:rPr>
  </w:style>
  <w:style w:type="paragraph" w:customStyle="1" w:styleId="NL-1stNumberedBullet">
    <w:name w:val="NL-1st Numbered Bullet"/>
    <w:basedOn w:val="Normal"/>
    <w:qFormat/>
    <w:rsid w:val="00664576"/>
    <w:pPr>
      <w:numPr>
        <w:numId w:val="9"/>
      </w:numPr>
      <w:spacing w:after="240"/>
    </w:pPr>
  </w:style>
  <w:style w:type="paragraph" w:customStyle="1" w:styleId="NA-2ndBullet">
    <w:name w:val="NA-2nd Bullet"/>
    <w:basedOn w:val="Normal"/>
    <w:qFormat/>
    <w:rsid w:val="00664576"/>
    <w:pPr>
      <w:numPr>
        <w:numId w:val="6"/>
      </w:numPr>
      <w:spacing w:after="240"/>
    </w:pPr>
  </w:style>
  <w:style w:type="paragraph" w:customStyle="1" w:styleId="NB-3rdBullet">
    <w:name w:val="NB-3rd Bullet"/>
    <w:basedOn w:val="Normal"/>
    <w:qFormat/>
    <w:rsid w:val="00E7464C"/>
    <w:pPr>
      <w:numPr>
        <w:numId w:val="7"/>
      </w:numPr>
      <w:spacing w:after="240"/>
    </w:pPr>
  </w:style>
  <w:style w:type="paragraph" w:customStyle="1" w:styleId="NC-4thBullet">
    <w:name w:val="NC-4th Bullet"/>
    <w:basedOn w:val="Normal"/>
    <w:qFormat/>
    <w:rsid w:val="00E7464C"/>
    <w:pPr>
      <w:numPr>
        <w:numId w:val="8"/>
      </w:numPr>
      <w:spacing w:after="240"/>
    </w:pPr>
  </w:style>
  <w:style w:type="character" w:customStyle="1" w:styleId="Heading3Char">
    <w:name w:val="Heading 3 Char"/>
    <w:aliases w:val="H3-Sec. Head Char"/>
    <w:basedOn w:val="DefaultParagraphFont"/>
    <w:link w:val="Heading3"/>
    <w:rsid w:val="00AA4570"/>
    <w:rPr>
      <w:rFonts w:ascii="Franklin Gothic Medium" w:hAnsi="Franklin Gothic Medium"/>
      <w:b/>
      <w:color w:val="00467F"/>
      <w:sz w:val="32"/>
      <w:lang w:val="en"/>
    </w:rPr>
  </w:style>
  <w:style w:type="table" w:styleId="TableGridLight">
    <w:name w:val="Grid Table Light"/>
    <w:basedOn w:val="TableNormal"/>
    <w:uiPriority w:val="40"/>
    <w:rsid w:val="00FB16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ingA3">
    <w:name w:val="Heading A3"/>
    <w:aliases w:val="Appendix_H3_Head"/>
    <w:basedOn w:val="Heading3"/>
    <w:next w:val="L1-FlLSp12"/>
    <w:rsid w:val="00EC7DC0"/>
    <w:rPr>
      <w:rFonts w:eastAsiaTheme="minorEastAsia"/>
    </w:rPr>
  </w:style>
  <w:style w:type="paragraph" w:customStyle="1" w:styleId="HeadingA4">
    <w:name w:val="Heading A4"/>
    <w:aliases w:val="Appendix_H4_Head"/>
    <w:basedOn w:val="Heading4"/>
    <w:next w:val="L1-FlLSp12"/>
    <w:rsid w:val="00EC7DC0"/>
    <w:rPr>
      <w:rFonts w:eastAsiaTheme="minorEastAsia"/>
    </w:rPr>
  </w:style>
  <w:style w:type="paragraph" w:customStyle="1" w:styleId="HeadingA5">
    <w:name w:val="Heading A5"/>
    <w:aliases w:val="Appendix_H5_Head"/>
    <w:basedOn w:val="Heading5"/>
    <w:next w:val="L1-FlLSp12"/>
    <w:rsid w:val="004A44CC"/>
    <w:rPr>
      <w:rFonts w:eastAsiaTheme="minorEastAsia"/>
    </w:rPr>
  </w:style>
  <w:style w:type="paragraph" w:customStyle="1" w:styleId="HeadingA6">
    <w:name w:val="Heading A6"/>
    <w:aliases w:val="Appendix_H6_Head"/>
    <w:basedOn w:val="Heading6"/>
    <w:next w:val="L1-FlLSp12"/>
    <w:rsid w:val="00AA4570"/>
    <w:rPr>
      <w:rFonts w:eastAsiaTheme="minorEastAsia"/>
    </w:rPr>
  </w:style>
  <w:style w:type="paragraph" w:customStyle="1" w:styleId="AT-AppendixTableTitle">
    <w:name w:val="AT-Appendix_Table Title"/>
    <w:basedOn w:val="TT-TableTitle"/>
    <w:rsid w:val="00412834"/>
  </w:style>
  <w:style w:type="character" w:customStyle="1" w:styleId="Heading4Char">
    <w:name w:val="Heading 4 Char"/>
    <w:aliases w:val="H4-Sec. Head Char,H4 Sec.Heading Char"/>
    <w:basedOn w:val="DefaultParagraphFont"/>
    <w:link w:val="Heading4"/>
    <w:rsid w:val="00AA4570"/>
    <w:rPr>
      <w:rFonts w:ascii="Franklin Gothic Medium" w:hAnsi="Franklin Gothic Medium"/>
      <w:b/>
      <w:color w:val="00467F"/>
      <w:sz w:val="28"/>
    </w:rPr>
  </w:style>
  <w:style w:type="character" w:customStyle="1" w:styleId="Heading5Char">
    <w:name w:val="Heading 5 Char"/>
    <w:aliases w:val="H5-Sec. Head Char"/>
    <w:basedOn w:val="DefaultParagraphFont"/>
    <w:link w:val="Heading5"/>
    <w:rsid w:val="00AA4570"/>
    <w:rPr>
      <w:rFonts w:ascii="Franklin Gothic Medium" w:hAnsi="Franklin Gothic Medium"/>
      <w:b/>
      <w:sz w:val="24"/>
      <w:lang w:val="en"/>
    </w:rPr>
  </w:style>
  <w:style w:type="character" w:customStyle="1" w:styleId="Heading6Char">
    <w:name w:val="Heading 6 Char"/>
    <w:aliases w:val="H6-Sec. Head Char"/>
    <w:basedOn w:val="DefaultParagraphFont"/>
    <w:link w:val="Heading6"/>
    <w:rsid w:val="00AA4570"/>
    <w:rPr>
      <w:rFonts w:ascii="Franklin Gothic Medium" w:hAnsi="Franklin Gothic Medium"/>
      <w:b/>
      <w:i/>
      <w:sz w:val="24"/>
    </w:rPr>
  </w:style>
  <w:style w:type="character" w:customStyle="1" w:styleId="FootnoteTextChar">
    <w:name w:val="Footnote Text Char"/>
    <w:aliases w:val="F1 Char"/>
    <w:basedOn w:val="DefaultParagraphFont"/>
    <w:link w:val="FootnoteText"/>
    <w:rsid w:val="00F21A2D"/>
  </w:style>
  <w:style w:type="character" w:customStyle="1" w:styleId="HeaderChar">
    <w:name w:val="Header Char"/>
    <w:basedOn w:val="DefaultParagraphFont"/>
    <w:link w:val="Header"/>
    <w:rsid w:val="00DD5FDC"/>
    <w:rPr>
      <w:rFonts w:ascii="Garamond" w:hAnsi="Garamond"/>
    </w:rPr>
  </w:style>
  <w:style w:type="character" w:customStyle="1" w:styleId="FooterChar">
    <w:name w:val="Footer Char"/>
    <w:basedOn w:val="DefaultParagraphFont"/>
    <w:link w:val="Footer"/>
    <w:semiHidden/>
    <w:rsid w:val="00DD5FDC"/>
    <w:rPr>
      <w:rFonts w:ascii="Garamond" w:hAnsi="Garamond"/>
      <w:sz w:val="24"/>
    </w:rPr>
  </w:style>
  <w:style w:type="paragraph" w:customStyle="1" w:styleId="FT-FigureTItle">
    <w:name w:val="FT-Figure TItle"/>
    <w:basedOn w:val="TT-TableTitle"/>
    <w:rsid w:val="00812021"/>
  </w:style>
  <w:style w:type="paragraph" w:customStyle="1" w:styleId="ET-ExhibitTitle">
    <w:name w:val="ET-Exhibit Title"/>
    <w:basedOn w:val="FT-FigureTItle"/>
    <w:rsid w:val="00812021"/>
  </w:style>
  <w:style w:type="paragraph" w:customStyle="1" w:styleId="AE-AppendixExhibitTItle">
    <w:name w:val="AE-Appendix_Exhibit TItle"/>
    <w:basedOn w:val="AT-AppendixTableTitle"/>
    <w:rsid w:val="00812021"/>
  </w:style>
  <w:style w:type="paragraph" w:customStyle="1" w:styleId="AF-AppendixFigureTItle">
    <w:name w:val="AF-Appendix_Figure TItle"/>
    <w:basedOn w:val="AT-AppendixTableTitle"/>
    <w:rsid w:val="00812021"/>
  </w:style>
  <w:style w:type="character" w:customStyle="1" w:styleId="Heading8Char">
    <w:name w:val="Heading 8 Char"/>
    <w:basedOn w:val="DefaultParagraphFont"/>
    <w:link w:val="Heading8"/>
    <w:uiPriority w:val="9"/>
    <w:semiHidden/>
    <w:rsid w:val="00A4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45F0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semiHidden/>
    <w:qFormat/>
    <w:rsid w:val="00A3063D"/>
    <w:pPr>
      <w:ind w:left="720"/>
      <w:contextualSpacing/>
    </w:pPr>
  </w:style>
  <w:style w:type="character" w:customStyle="1" w:styleId="Heading1Char">
    <w:name w:val="Heading 1 Char"/>
    <w:aliases w:val="H1-Doc. Head Char,H1-Sec.Head Char,H1 Char"/>
    <w:basedOn w:val="DefaultParagraphFont"/>
    <w:link w:val="Heading1"/>
    <w:rsid w:val="005218F3"/>
    <w:rPr>
      <w:rFonts w:ascii="Franklin Gothic Medium" w:hAnsi="Franklin Gothic Medium"/>
      <w:b/>
      <w:color w:val="00467F"/>
      <w:sz w:val="48"/>
    </w:rPr>
  </w:style>
  <w:style w:type="character" w:customStyle="1" w:styleId="N1-1stBulletChar">
    <w:name w:val="N1-1st Bullet Char"/>
    <w:basedOn w:val="DefaultParagraphFont"/>
    <w:link w:val="N1-1stBullet"/>
    <w:locked/>
    <w:rsid w:val="00275F42"/>
    <w:rPr>
      <w:rFonts w:ascii="Garamond" w:hAnsi="Garamond"/>
      <w:sz w:val="24"/>
    </w:rPr>
  </w:style>
  <w:style w:type="character" w:customStyle="1" w:styleId="R1-ResParaChar">
    <w:name w:val="R1-Res. Para Char"/>
    <w:link w:val="R1-ResPara"/>
    <w:rsid w:val="00D740B2"/>
    <w:rPr>
      <w:sz w:val="24"/>
    </w:rPr>
  </w:style>
  <w:style w:type="character" w:styleId="Hyperlink">
    <w:name w:val="Hyperlink"/>
    <w:basedOn w:val="DefaultParagraphFont"/>
    <w:uiPriority w:val="99"/>
    <w:rsid w:val="00275F42"/>
    <w:rPr>
      <w:color w:val="0000FF" w:themeColor="hyperlink"/>
      <w:u w:val="single"/>
    </w:rPr>
  </w:style>
  <w:style w:type="paragraph" w:customStyle="1" w:styleId="TB2-TableBullet2">
    <w:name w:val="TB2-Table Bullet 2"/>
    <w:basedOn w:val="TB-TableBullet"/>
    <w:qFormat/>
    <w:rsid w:val="00891ECD"/>
    <w:pPr>
      <w:numPr>
        <w:numId w:val="24"/>
      </w:numPr>
      <w:ind w:left="576" w:hanging="288"/>
    </w:pPr>
  </w:style>
  <w:style w:type="paragraph" w:customStyle="1" w:styleId="Q2-BestFinQ">
    <w:name w:val="Q2-Best/Fin Q"/>
    <w:basedOn w:val="Q1-BestFinQ"/>
    <w:qFormat/>
    <w:rsid w:val="001D4D19"/>
    <w:pPr>
      <w:spacing w:after="240"/>
      <w:ind w:left="1728" w:hanging="576"/>
    </w:pPr>
    <w:rPr>
      <w:rFonts w:cs="Times New Roman"/>
    </w:rPr>
  </w:style>
  <w:style w:type="paragraph" w:customStyle="1" w:styleId="L1-FlLfSp12">
    <w:name w:val="L1-FlLfSp&amp;1/2"/>
    <w:rsid w:val="00B021C0"/>
    <w:pPr>
      <w:spacing w:after="240" w:line="240" w:lineRule="atLeast"/>
    </w:pPr>
    <w:rPr>
      <w:sz w:val="24"/>
    </w:rPr>
  </w:style>
  <w:style w:type="character" w:customStyle="1" w:styleId="SL-FlLftSglChar">
    <w:name w:val="SL-Fl Lft Sgl Char"/>
    <w:basedOn w:val="DefaultParagraphFont"/>
    <w:link w:val="SL-FlLftSgl"/>
    <w:rsid w:val="00B021C0"/>
    <w:rPr>
      <w:sz w:val="24"/>
    </w:rPr>
  </w:style>
  <w:style w:type="paragraph" w:customStyle="1" w:styleId="Level2">
    <w:name w:val="Level 2"/>
    <w:basedOn w:val="Normal"/>
    <w:rsid w:val="00B021C0"/>
    <w:pPr>
      <w:widowControl w:val="0"/>
      <w:numPr>
        <w:ilvl w:val="1"/>
        <w:numId w:val="28"/>
      </w:numPr>
      <w:ind w:left="1440" w:hanging="720"/>
      <w:outlineLvl w:val="1"/>
    </w:pPr>
    <w:rPr>
      <w:snapToGrid w:val="0"/>
    </w:rPr>
  </w:style>
  <w:style w:type="paragraph" w:customStyle="1" w:styleId="Level1">
    <w:name w:val="Level 1"/>
    <w:basedOn w:val="Normal"/>
    <w:rsid w:val="00B021C0"/>
    <w:pPr>
      <w:widowControl w:val="0"/>
      <w:ind w:left="1440" w:hanging="720"/>
    </w:pPr>
    <w:rPr>
      <w:snapToGrid w:val="0"/>
    </w:rPr>
  </w:style>
  <w:style w:type="paragraph" w:customStyle="1" w:styleId="a">
    <w:name w:val="_"/>
    <w:basedOn w:val="Normal"/>
    <w:rsid w:val="00B021C0"/>
    <w:pPr>
      <w:widowControl w:val="0"/>
      <w:ind w:left="720" w:hanging="720"/>
    </w:pPr>
    <w:rPr>
      <w:snapToGrid w:val="0"/>
    </w:rPr>
  </w:style>
  <w:style w:type="paragraph" w:customStyle="1" w:styleId="Quick1">
    <w:name w:val="Quick 1."/>
    <w:basedOn w:val="Normal"/>
    <w:rsid w:val="00B021C0"/>
    <w:pPr>
      <w:widowControl w:val="0"/>
      <w:numPr>
        <w:numId w:val="29"/>
      </w:numPr>
      <w:ind w:left="1440" w:hanging="630"/>
    </w:pPr>
    <w:rPr>
      <w:snapToGrid w:val="0"/>
    </w:rPr>
  </w:style>
  <w:style w:type="paragraph" w:styleId="BodyText">
    <w:name w:val="Body Text"/>
    <w:basedOn w:val="Normal"/>
    <w:link w:val="BodyTextChar"/>
    <w:rsid w:val="00B021C0"/>
    <w:pPr>
      <w:widowControl w:val="0"/>
      <w:tabs>
        <w:tab w:val="left" w:pos="-990"/>
        <w:tab w:val="left" w:pos="-720"/>
        <w:tab w:val="left" w:pos="0"/>
        <w:tab w:val="left" w:pos="810"/>
      </w:tabs>
      <w:jc w:val="both"/>
    </w:pPr>
    <w:rPr>
      <w:snapToGrid w:val="0"/>
      <w:color w:val="000000"/>
    </w:rPr>
  </w:style>
  <w:style w:type="character" w:customStyle="1" w:styleId="BodyTextChar">
    <w:name w:val="Body Text Char"/>
    <w:basedOn w:val="DefaultParagraphFont"/>
    <w:link w:val="BodyText"/>
    <w:rsid w:val="00B021C0"/>
    <w:rPr>
      <w:snapToGrid w:val="0"/>
      <w:color w:val="000000"/>
      <w:sz w:val="24"/>
    </w:rPr>
  </w:style>
  <w:style w:type="paragraph" w:styleId="Title">
    <w:name w:val="Title"/>
    <w:basedOn w:val="Normal"/>
    <w:link w:val="TitleChar"/>
    <w:autoRedefine/>
    <w:qFormat/>
    <w:rsid w:val="00B021C0"/>
    <w:pPr>
      <w:jc w:val="center"/>
    </w:pPr>
    <w:rPr>
      <w:b/>
    </w:rPr>
  </w:style>
  <w:style w:type="character" w:customStyle="1" w:styleId="TitleChar">
    <w:name w:val="Title Char"/>
    <w:basedOn w:val="DefaultParagraphFont"/>
    <w:link w:val="Title"/>
    <w:rsid w:val="00B021C0"/>
    <w:rPr>
      <w:b/>
      <w:sz w:val="24"/>
    </w:rPr>
  </w:style>
  <w:style w:type="paragraph" w:styleId="BodyText2">
    <w:name w:val="Body Text 2"/>
    <w:basedOn w:val="Normal"/>
    <w:link w:val="BodyText2Char"/>
    <w:rsid w:val="00B021C0"/>
    <w:pPr>
      <w:keepNext/>
      <w:widowControl w:val="0"/>
      <w:jc w:val="both"/>
    </w:pPr>
    <w:rPr>
      <w:snapToGrid w:val="0"/>
    </w:rPr>
  </w:style>
  <w:style w:type="character" w:customStyle="1" w:styleId="BodyText2Char">
    <w:name w:val="Body Text 2 Char"/>
    <w:basedOn w:val="DefaultParagraphFont"/>
    <w:link w:val="BodyText2"/>
    <w:rsid w:val="00B021C0"/>
    <w:rPr>
      <w:snapToGrid w:val="0"/>
      <w:sz w:val="24"/>
    </w:rPr>
  </w:style>
  <w:style w:type="character" w:styleId="FollowedHyperlink">
    <w:name w:val="FollowedHyperlink"/>
    <w:basedOn w:val="DefaultParagraphFont"/>
    <w:rsid w:val="00B021C0"/>
    <w:rPr>
      <w:color w:val="800080"/>
      <w:u w:val="single"/>
    </w:rPr>
  </w:style>
  <w:style w:type="paragraph" w:styleId="BodyText3">
    <w:name w:val="Body Text 3"/>
    <w:basedOn w:val="Normal"/>
    <w:link w:val="BodyText3Char"/>
    <w:rsid w:val="00B021C0"/>
    <w:pPr>
      <w:keepNext/>
      <w:keepLines/>
      <w:tabs>
        <w:tab w:val="left" w:pos="-990"/>
        <w:tab w:val="left" w:pos="-720"/>
        <w:tab w:val="left" w:pos="0"/>
        <w:tab w:val="left" w:pos="810"/>
      </w:tabs>
    </w:pPr>
    <w:rPr>
      <w:snapToGrid w:val="0"/>
      <w:color w:val="000000"/>
    </w:rPr>
  </w:style>
  <w:style w:type="character" w:customStyle="1" w:styleId="BodyText3Char">
    <w:name w:val="Body Text 3 Char"/>
    <w:basedOn w:val="DefaultParagraphFont"/>
    <w:link w:val="BodyText3"/>
    <w:rsid w:val="00B021C0"/>
    <w:rPr>
      <w:snapToGrid w:val="0"/>
      <w:color w:val="000000"/>
      <w:sz w:val="24"/>
    </w:rPr>
  </w:style>
  <w:style w:type="paragraph" w:styleId="BodyTextFirstIndent">
    <w:name w:val="Body Text First Indent"/>
    <w:basedOn w:val="BodyText"/>
    <w:link w:val="BodyTextFirstIndentChar"/>
    <w:rsid w:val="00B021C0"/>
    <w:pPr>
      <w:tabs>
        <w:tab w:val="clear" w:pos="-990"/>
        <w:tab w:val="clear" w:pos="-720"/>
        <w:tab w:val="clear" w:pos="0"/>
        <w:tab w:val="clear" w:pos="810"/>
      </w:tabs>
      <w:spacing w:after="120"/>
      <w:ind w:firstLine="210"/>
      <w:jc w:val="left"/>
    </w:pPr>
    <w:rPr>
      <w:color w:val="auto"/>
    </w:rPr>
  </w:style>
  <w:style w:type="character" w:customStyle="1" w:styleId="BodyTextFirstIndentChar">
    <w:name w:val="Body Text First Indent Char"/>
    <w:basedOn w:val="BodyTextChar"/>
    <w:link w:val="BodyTextFirstIndent"/>
    <w:rsid w:val="00B021C0"/>
    <w:rPr>
      <w:snapToGrid w:val="0"/>
      <w:color w:val="000000"/>
      <w:sz w:val="24"/>
    </w:rPr>
  </w:style>
  <w:style w:type="paragraph" w:customStyle="1" w:styleId="1BulletList">
    <w:name w:val="1Bullet List"/>
    <w:rsid w:val="00B021C0"/>
    <w:pPr>
      <w:tabs>
        <w:tab w:val="left" w:pos="720"/>
      </w:tabs>
      <w:ind w:left="720" w:hanging="720"/>
    </w:pPr>
    <w:rPr>
      <w:snapToGrid w:val="0"/>
      <w:sz w:val="24"/>
    </w:rPr>
  </w:style>
  <w:style w:type="paragraph" w:styleId="BlockText">
    <w:name w:val="Block Text"/>
    <w:basedOn w:val="Normal"/>
    <w:rsid w:val="00B021C0"/>
    <w:pPr>
      <w:tabs>
        <w:tab w:val="left" w:pos="-1440"/>
        <w:tab w:val="left" w:pos="1800"/>
      </w:tabs>
      <w:ind w:left="1800" w:right="720" w:hanging="360"/>
      <w:jc w:val="both"/>
    </w:pPr>
    <w:rPr>
      <w:snapToGrid w:val="0"/>
    </w:rPr>
  </w:style>
  <w:style w:type="paragraph" w:styleId="BodyTextIndent">
    <w:name w:val="Body Text Indent"/>
    <w:basedOn w:val="Normal"/>
    <w:link w:val="BodyTextIndentChar"/>
    <w:rsid w:val="00B021C0"/>
    <w:pPr>
      <w:tabs>
        <w:tab w:val="left" w:pos="-990"/>
        <w:tab w:val="left" w:pos="-720"/>
        <w:tab w:val="left" w:pos="0"/>
        <w:tab w:val="left" w:pos="810"/>
        <w:tab w:val="left" w:pos="990"/>
      </w:tabs>
      <w:ind w:left="990" w:hanging="270"/>
      <w:jc w:val="both"/>
    </w:pPr>
    <w:rPr>
      <w:snapToGrid w:val="0"/>
      <w:color w:val="000000"/>
    </w:rPr>
  </w:style>
  <w:style w:type="character" w:customStyle="1" w:styleId="BodyTextIndentChar">
    <w:name w:val="Body Text Indent Char"/>
    <w:basedOn w:val="DefaultParagraphFont"/>
    <w:link w:val="BodyTextIndent"/>
    <w:rsid w:val="00B021C0"/>
    <w:rPr>
      <w:snapToGrid w:val="0"/>
      <w:color w:val="000000"/>
      <w:sz w:val="24"/>
    </w:rPr>
  </w:style>
  <w:style w:type="paragraph" w:styleId="BodyTextIndent2">
    <w:name w:val="Body Text Indent 2"/>
    <w:basedOn w:val="Normal"/>
    <w:link w:val="BodyTextIndent2Char"/>
    <w:rsid w:val="00B021C0"/>
    <w:pPr>
      <w:tabs>
        <w:tab w:val="left" w:pos="-990"/>
        <w:tab w:val="left" w:pos="-720"/>
        <w:tab w:val="left" w:pos="0"/>
        <w:tab w:val="left" w:pos="1170"/>
      </w:tabs>
      <w:ind w:left="1170" w:hanging="450"/>
      <w:jc w:val="both"/>
    </w:pPr>
    <w:rPr>
      <w:snapToGrid w:val="0"/>
      <w:color w:val="000000"/>
    </w:rPr>
  </w:style>
  <w:style w:type="character" w:customStyle="1" w:styleId="BodyTextIndent2Char">
    <w:name w:val="Body Text Indent 2 Char"/>
    <w:basedOn w:val="DefaultParagraphFont"/>
    <w:link w:val="BodyTextIndent2"/>
    <w:rsid w:val="00B021C0"/>
    <w:rPr>
      <w:snapToGrid w:val="0"/>
      <w:color w:val="000000"/>
      <w:sz w:val="24"/>
    </w:rPr>
  </w:style>
  <w:style w:type="paragraph" w:styleId="BodyTextIndent3">
    <w:name w:val="Body Text Indent 3"/>
    <w:basedOn w:val="Normal"/>
    <w:link w:val="BodyTextIndent3Char"/>
    <w:rsid w:val="00B021C0"/>
    <w:pPr>
      <w:widowControl w:val="0"/>
      <w:tabs>
        <w:tab w:val="left" w:pos="1080"/>
        <w:tab w:val="left" w:pos="1440"/>
      </w:tabs>
      <w:ind w:left="1260" w:hanging="1260"/>
      <w:jc w:val="both"/>
    </w:pPr>
    <w:rPr>
      <w:rFonts w:ascii="Arial" w:hAnsi="Arial"/>
      <w:b/>
      <w:snapToGrid w:val="0"/>
    </w:rPr>
  </w:style>
  <w:style w:type="character" w:customStyle="1" w:styleId="BodyTextIndent3Char">
    <w:name w:val="Body Text Indent 3 Char"/>
    <w:basedOn w:val="DefaultParagraphFont"/>
    <w:link w:val="BodyTextIndent3"/>
    <w:rsid w:val="00B021C0"/>
    <w:rPr>
      <w:rFonts w:ascii="Arial" w:hAnsi="Arial"/>
      <w:b/>
      <w:snapToGrid w:val="0"/>
      <w:sz w:val="24"/>
    </w:rPr>
  </w:style>
  <w:style w:type="character" w:styleId="Strong">
    <w:name w:val="Strong"/>
    <w:basedOn w:val="DefaultParagraphFont"/>
    <w:qFormat/>
    <w:rsid w:val="00B021C0"/>
    <w:rPr>
      <w:b/>
    </w:rPr>
  </w:style>
  <w:style w:type="paragraph" w:styleId="NormalWeb">
    <w:name w:val="Normal (Web)"/>
    <w:basedOn w:val="Normal"/>
    <w:rsid w:val="00B021C0"/>
    <w:pPr>
      <w:spacing w:before="100" w:beforeAutospacing="1" w:after="100" w:afterAutospacing="1"/>
    </w:pPr>
    <w:rPr>
      <w:szCs w:val="24"/>
    </w:rPr>
  </w:style>
  <w:style w:type="paragraph" w:styleId="BodyTextFirstIndent2">
    <w:name w:val="Body Text First Indent 2"/>
    <w:basedOn w:val="BodyTextIndent"/>
    <w:link w:val="BodyTextFirstIndent2Char"/>
    <w:rsid w:val="00B021C0"/>
    <w:pPr>
      <w:widowControl w:val="0"/>
      <w:tabs>
        <w:tab w:val="clear" w:pos="-990"/>
        <w:tab w:val="clear" w:pos="-720"/>
        <w:tab w:val="clear" w:pos="0"/>
        <w:tab w:val="clear" w:pos="810"/>
        <w:tab w:val="clear" w:pos="990"/>
      </w:tabs>
      <w:spacing w:after="120"/>
      <w:ind w:left="360" w:firstLine="210"/>
      <w:jc w:val="left"/>
    </w:pPr>
    <w:rPr>
      <w:color w:val="auto"/>
    </w:rPr>
  </w:style>
  <w:style w:type="character" w:customStyle="1" w:styleId="BodyTextFirstIndent2Char">
    <w:name w:val="Body Text First Indent 2 Char"/>
    <w:basedOn w:val="BodyTextIndentChar"/>
    <w:link w:val="BodyTextFirstIndent2"/>
    <w:rsid w:val="00B021C0"/>
    <w:rPr>
      <w:snapToGrid w:val="0"/>
      <w:color w:val="000000"/>
      <w:sz w:val="24"/>
    </w:rPr>
  </w:style>
  <w:style w:type="paragraph" w:styleId="Closing">
    <w:name w:val="Closing"/>
    <w:basedOn w:val="Normal"/>
    <w:link w:val="ClosingChar"/>
    <w:rsid w:val="00B021C0"/>
    <w:pPr>
      <w:widowControl w:val="0"/>
      <w:ind w:left="4320"/>
    </w:pPr>
    <w:rPr>
      <w:snapToGrid w:val="0"/>
    </w:rPr>
  </w:style>
  <w:style w:type="character" w:customStyle="1" w:styleId="ClosingChar">
    <w:name w:val="Closing Char"/>
    <w:basedOn w:val="DefaultParagraphFont"/>
    <w:link w:val="Closing"/>
    <w:rsid w:val="00B021C0"/>
    <w:rPr>
      <w:snapToGrid w:val="0"/>
      <w:sz w:val="24"/>
    </w:rPr>
  </w:style>
  <w:style w:type="paragraph" w:styleId="Date">
    <w:name w:val="Date"/>
    <w:basedOn w:val="Normal"/>
    <w:next w:val="Normal"/>
    <w:link w:val="DateChar"/>
    <w:rsid w:val="00B021C0"/>
    <w:pPr>
      <w:widowControl w:val="0"/>
    </w:pPr>
    <w:rPr>
      <w:snapToGrid w:val="0"/>
    </w:rPr>
  </w:style>
  <w:style w:type="character" w:customStyle="1" w:styleId="DateChar">
    <w:name w:val="Date Char"/>
    <w:basedOn w:val="DefaultParagraphFont"/>
    <w:link w:val="Date"/>
    <w:rsid w:val="00B021C0"/>
    <w:rPr>
      <w:snapToGrid w:val="0"/>
      <w:sz w:val="24"/>
    </w:rPr>
  </w:style>
  <w:style w:type="paragraph" w:styleId="E-mailSignature">
    <w:name w:val="E-mail Signature"/>
    <w:basedOn w:val="Normal"/>
    <w:link w:val="E-mailSignatureChar"/>
    <w:rsid w:val="00B021C0"/>
    <w:pPr>
      <w:widowControl w:val="0"/>
    </w:pPr>
    <w:rPr>
      <w:snapToGrid w:val="0"/>
    </w:rPr>
  </w:style>
  <w:style w:type="character" w:customStyle="1" w:styleId="E-mailSignatureChar">
    <w:name w:val="E-mail Signature Char"/>
    <w:basedOn w:val="DefaultParagraphFont"/>
    <w:link w:val="E-mailSignature"/>
    <w:rsid w:val="00B021C0"/>
    <w:rPr>
      <w:snapToGrid w:val="0"/>
      <w:sz w:val="24"/>
    </w:rPr>
  </w:style>
  <w:style w:type="paragraph" w:styleId="EnvelopeAddress">
    <w:name w:val="envelope address"/>
    <w:basedOn w:val="Normal"/>
    <w:rsid w:val="00B021C0"/>
    <w:pPr>
      <w:framePr w:w="7920" w:h="1980" w:hRule="exact" w:hSpace="180" w:wrap="auto" w:hAnchor="page" w:xAlign="center" w:yAlign="bottom"/>
      <w:widowControl w:val="0"/>
      <w:ind w:left="2880"/>
    </w:pPr>
    <w:rPr>
      <w:rFonts w:ascii="Arial" w:hAnsi="Arial" w:cs="Arial"/>
      <w:snapToGrid w:val="0"/>
      <w:szCs w:val="24"/>
    </w:rPr>
  </w:style>
  <w:style w:type="paragraph" w:styleId="EnvelopeReturn">
    <w:name w:val="envelope return"/>
    <w:basedOn w:val="Normal"/>
    <w:rsid w:val="00B021C0"/>
    <w:pPr>
      <w:widowControl w:val="0"/>
    </w:pPr>
    <w:rPr>
      <w:rFonts w:ascii="Arial" w:hAnsi="Arial" w:cs="Arial"/>
      <w:snapToGrid w:val="0"/>
      <w:sz w:val="20"/>
    </w:rPr>
  </w:style>
  <w:style w:type="paragraph" w:styleId="HTMLAddress">
    <w:name w:val="HTML Address"/>
    <w:basedOn w:val="Normal"/>
    <w:link w:val="HTMLAddressChar"/>
    <w:rsid w:val="00B021C0"/>
    <w:pPr>
      <w:widowControl w:val="0"/>
    </w:pPr>
    <w:rPr>
      <w:i/>
      <w:iCs/>
      <w:snapToGrid w:val="0"/>
    </w:rPr>
  </w:style>
  <w:style w:type="character" w:customStyle="1" w:styleId="HTMLAddressChar">
    <w:name w:val="HTML Address Char"/>
    <w:basedOn w:val="DefaultParagraphFont"/>
    <w:link w:val="HTMLAddress"/>
    <w:rsid w:val="00B021C0"/>
    <w:rPr>
      <w:i/>
      <w:iCs/>
      <w:snapToGrid w:val="0"/>
      <w:sz w:val="24"/>
    </w:rPr>
  </w:style>
  <w:style w:type="paragraph" w:styleId="HTMLPreformatted">
    <w:name w:val="HTML Preformatted"/>
    <w:basedOn w:val="Normal"/>
    <w:link w:val="HTMLPreformattedChar"/>
    <w:rsid w:val="00B021C0"/>
    <w:pPr>
      <w:widowControl w:val="0"/>
    </w:pPr>
    <w:rPr>
      <w:rFonts w:ascii="Courier New" w:hAnsi="Courier New" w:cs="Courier New"/>
      <w:snapToGrid w:val="0"/>
      <w:sz w:val="20"/>
    </w:rPr>
  </w:style>
  <w:style w:type="character" w:customStyle="1" w:styleId="HTMLPreformattedChar">
    <w:name w:val="HTML Preformatted Char"/>
    <w:basedOn w:val="DefaultParagraphFont"/>
    <w:link w:val="HTMLPreformatted"/>
    <w:rsid w:val="00B021C0"/>
    <w:rPr>
      <w:rFonts w:ascii="Courier New" w:hAnsi="Courier New" w:cs="Courier New"/>
      <w:snapToGrid w:val="0"/>
    </w:rPr>
  </w:style>
  <w:style w:type="paragraph" w:styleId="List">
    <w:name w:val="List"/>
    <w:basedOn w:val="Normal"/>
    <w:rsid w:val="00B021C0"/>
    <w:pPr>
      <w:widowControl w:val="0"/>
      <w:ind w:left="360" w:hanging="360"/>
    </w:pPr>
    <w:rPr>
      <w:snapToGrid w:val="0"/>
    </w:rPr>
  </w:style>
  <w:style w:type="paragraph" w:styleId="List2">
    <w:name w:val="List 2"/>
    <w:basedOn w:val="Normal"/>
    <w:rsid w:val="00B021C0"/>
    <w:pPr>
      <w:widowControl w:val="0"/>
      <w:ind w:left="720" w:hanging="360"/>
    </w:pPr>
    <w:rPr>
      <w:snapToGrid w:val="0"/>
    </w:rPr>
  </w:style>
  <w:style w:type="paragraph" w:styleId="List3">
    <w:name w:val="List 3"/>
    <w:basedOn w:val="Normal"/>
    <w:rsid w:val="00B021C0"/>
    <w:pPr>
      <w:widowControl w:val="0"/>
      <w:ind w:left="1080" w:hanging="360"/>
    </w:pPr>
    <w:rPr>
      <w:snapToGrid w:val="0"/>
    </w:rPr>
  </w:style>
  <w:style w:type="paragraph" w:styleId="List4">
    <w:name w:val="List 4"/>
    <w:basedOn w:val="Normal"/>
    <w:rsid w:val="00B021C0"/>
    <w:pPr>
      <w:widowControl w:val="0"/>
      <w:ind w:left="1440" w:hanging="360"/>
    </w:pPr>
    <w:rPr>
      <w:snapToGrid w:val="0"/>
    </w:rPr>
  </w:style>
  <w:style w:type="paragraph" w:styleId="List5">
    <w:name w:val="List 5"/>
    <w:basedOn w:val="Normal"/>
    <w:rsid w:val="00B021C0"/>
    <w:pPr>
      <w:widowControl w:val="0"/>
      <w:ind w:left="1800" w:hanging="360"/>
    </w:pPr>
    <w:rPr>
      <w:snapToGrid w:val="0"/>
    </w:rPr>
  </w:style>
  <w:style w:type="paragraph" w:styleId="ListBullet">
    <w:name w:val="List Bullet"/>
    <w:basedOn w:val="Normal"/>
    <w:autoRedefine/>
    <w:rsid w:val="00B021C0"/>
    <w:pPr>
      <w:widowControl w:val="0"/>
      <w:tabs>
        <w:tab w:val="num" w:pos="360"/>
      </w:tabs>
      <w:ind w:left="360" w:hanging="360"/>
    </w:pPr>
    <w:rPr>
      <w:snapToGrid w:val="0"/>
    </w:rPr>
  </w:style>
  <w:style w:type="paragraph" w:styleId="ListBullet2">
    <w:name w:val="List Bullet 2"/>
    <w:basedOn w:val="Normal"/>
    <w:autoRedefine/>
    <w:rsid w:val="00B021C0"/>
    <w:pPr>
      <w:widowControl w:val="0"/>
      <w:tabs>
        <w:tab w:val="num" w:pos="720"/>
      </w:tabs>
      <w:ind w:left="720" w:hanging="360"/>
    </w:pPr>
    <w:rPr>
      <w:snapToGrid w:val="0"/>
    </w:rPr>
  </w:style>
  <w:style w:type="paragraph" w:styleId="ListBullet3">
    <w:name w:val="List Bullet 3"/>
    <w:basedOn w:val="Normal"/>
    <w:autoRedefine/>
    <w:rsid w:val="00B021C0"/>
    <w:pPr>
      <w:widowControl w:val="0"/>
      <w:tabs>
        <w:tab w:val="num" w:pos="1080"/>
      </w:tabs>
      <w:ind w:left="1080" w:hanging="360"/>
    </w:pPr>
    <w:rPr>
      <w:snapToGrid w:val="0"/>
    </w:rPr>
  </w:style>
  <w:style w:type="paragraph" w:styleId="ListBullet4">
    <w:name w:val="List Bullet 4"/>
    <w:basedOn w:val="Normal"/>
    <w:autoRedefine/>
    <w:rsid w:val="00B021C0"/>
    <w:pPr>
      <w:widowControl w:val="0"/>
      <w:tabs>
        <w:tab w:val="num" w:pos="1440"/>
      </w:tabs>
      <w:ind w:left="1440" w:hanging="360"/>
    </w:pPr>
    <w:rPr>
      <w:snapToGrid w:val="0"/>
    </w:rPr>
  </w:style>
  <w:style w:type="paragraph" w:styleId="ListBullet5">
    <w:name w:val="List Bullet 5"/>
    <w:basedOn w:val="Normal"/>
    <w:autoRedefine/>
    <w:rsid w:val="00B021C0"/>
    <w:pPr>
      <w:widowControl w:val="0"/>
      <w:tabs>
        <w:tab w:val="num" w:pos="1800"/>
      </w:tabs>
      <w:ind w:left="1800" w:hanging="360"/>
    </w:pPr>
    <w:rPr>
      <w:snapToGrid w:val="0"/>
    </w:rPr>
  </w:style>
  <w:style w:type="paragraph" w:styleId="ListContinue">
    <w:name w:val="List Continue"/>
    <w:basedOn w:val="Normal"/>
    <w:rsid w:val="00B021C0"/>
    <w:pPr>
      <w:widowControl w:val="0"/>
      <w:spacing w:after="120"/>
      <w:ind w:left="360"/>
    </w:pPr>
    <w:rPr>
      <w:snapToGrid w:val="0"/>
    </w:rPr>
  </w:style>
  <w:style w:type="paragraph" w:styleId="ListContinue2">
    <w:name w:val="List Continue 2"/>
    <w:basedOn w:val="Normal"/>
    <w:rsid w:val="00B021C0"/>
    <w:pPr>
      <w:widowControl w:val="0"/>
      <w:spacing w:after="120"/>
      <w:ind w:left="720"/>
    </w:pPr>
    <w:rPr>
      <w:snapToGrid w:val="0"/>
    </w:rPr>
  </w:style>
  <w:style w:type="paragraph" w:styleId="ListContinue3">
    <w:name w:val="List Continue 3"/>
    <w:basedOn w:val="Normal"/>
    <w:rsid w:val="00B021C0"/>
    <w:pPr>
      <w:widowControl w:val="0"/>
      <w:spacing w:after="120"/>
      <w:ind w:left="1080"/>
    </w:pPr>
    <w:rPr>
      <w:snapToGrid w:val="0"/>
    </w:rPr>
  </w:style>
  <w:style w:type="paragraph" w:styleId="ListContinue4">
    <w:name w:val="List Continue 4"/>
    <w:basedOn w:val="Normal"/>
    <w:rsid w:val="00B021C0"/>
    <w:pPr>
      <w:widowControl w:val="0"/>
      <w:spacing w:after="120"/>
      <w:ind w:left="1440"/>
    </w:pPr>
    <w:rPr>
      <w:snapToGrid w:val="0"/>
    </w:rPr>
  </w:style>
  <w:style w:type="paragraph" w:styleId="ListContinue5">
    <w:name w:val="List Continue 5"/>
    <w:basedOn w:val="Normal"/>
    <w:rsid w:val="00B021C0"/>
    <w:pPr>
      <w:widowControl w:val="0"/>
      <w:spacing w:after="120"/>
      <w:ind w:left="1800"/>
    </w:pPr>
    <w:rPr>
      <w:snapToGrid w:val="0"/>
    </w:rPr>
  </w:style>
  <w:style w:type="paragraph" w:styleId="ListNumber">
    <w:name w:val="List Number"/>
    <w:basedOn w:val="Normal"/>
    <w:rsid w:val="00B021C0"/>
    <w:pPr>
      <w:widowControl w:val="0"/>
      <w:tabs>
        <w:tab w:val="num" w:pos="360"/>
      </w:tabs>
      <w:ind w:left="360" w:hanging="360"/>
    </w:pPr>
    <w:rPr>
      <w:snapToGrid w:val="0"/>
    </w:rPr>
  </w:style>
  <w:style w:type="paragraph" w:styleId="ListNumber2">
    <w:name w:val="List Number 2"/>
    <w:basedOn w:val="Normal"/>
    <w:rsid w:val="00B021C0"/>
    <w:pPr>
      <w:widowControl w:val="0"/>
      <w:tabs>
        <w:tab w:val="num" w:pos="720"/>
      </w:tabs>
      <w:ind w:left="720" w:hanging="360"/>
    </w:pPr>
    <w:rPr>
      <w:snapToGrid w:val="0"/>
    </w:rPr>
  </w:style>
  <w:style w:type="paragraph" w:styleId="ListNumber3">
    <w:name w:val="List Number 3"/>
    <w:basedOn w:val="Normal"/>
    <w:rsid w:val="00B021C0"/>
    <w:pPr>
      <w:widowControl w:val="0"/>
      <w:tabs>
        <w:tab w:val="num" w:pos="1080"/>
      </w:tabs>
      <w:ind w:left="1080" w:hanging="360"/>
    </w:pPr>
    <w:rPr>
      <w:snapToGrid w:val="0"/>
    </w:rPr>
  </w:style>
  <w:style w:type="paragraph" w:styleId="ListNumber4">
    <w:name w:val="List Number 4"/>
    <w:basedOn w:val="Normal"/>
    <w:rsid w:val="00B021C0"/>
    <w:pPr>
      <w:widowControl w:val="0"/>
      <w:tabs>
        <w:tab w:val="num" w:pos="1440"/>
      </w:tabs>
      <w:ind w:left="1440" w:hanging="360"/>
    </w:pPr>
    <w:rPr>
      <w:snapToGrid w:val="0"/>
    </w:rPr>
  </w:style>
  <w:style w:type="paragraph" w:styleId="ListNumber5">
    <w:name w:val="List Number 5"/>
    <w:basedOn w:val="Normal"/>
    <w:rsid w:val="00B021C0"/>
    <w:pPr>
      <w:widowControl w:val="0"/>
      <w:tabs>
        <w:tab w:val="num" w:pos="1800"/>
      </w:tabs>
      <w:ind w:left="1800" w:hanging="360"/>
    </w:pPr>
    <w:rPr>
      <w:snapToGrid w:val="0"/>
    </w:rPr>
  </w:style>
  <w:style w:type="paragraph" w:styleId="MessageHeader">
    <w:name w:val="Message Header"/>
    <w:basedOn w:val="Normal"/>
    <w:link w:val="MessageHeaderChar"/>
    <w:rsid w:val="00B021C0"/>
    <w:pPr>
      <w:widowControl w:val="0"/>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napToGrid w:val="0"/>
      <w:szCs w:val="24"/>
    </w:rPr>
  </w:style>
  <w:style w:type="character" w:customStyle="1" w:styleId="MessageHeaderChar">
    <w:name w:val="Message Header Char"/>
    <w:basedOn w:val="DefaultParagraphFont"/>
    <w:link w:val="MessageHeader"/>
    <w:rsid w:val="00B021C0"/>
    <w:rPr>
      <w:rFonts w:ascii="Arial" w:hAnsi="Arial" w:cs="Arial"/>
      <w:snapToGrid w:val="0"/>
      <w:sz w:val="24"/>
      <w:szCs w:val="24"/>
      <w:shd w:val="pct20" w:color="auto" w:fill="auto"/>
    </w:rPr>
  </w:style>
  <w:style w:type="paragraph" w:styleId="NormalIndent">
    <w:name w:val="Normal Indent"/>
    <w:basedOn w:val="Normal"/>
    <w:rsid w:val="00B021C0"/>
    <w:pPr>
      <w:widowControl w:val="0"/>
      <w:ind w:left="720"/>
    </w:pPr>
    <w:rPr>
      <w:snapToGrid w:val="0"/>
    </w:rPr>
  </w:style>
  <w:style w:type="paragraph" w:styleId="NoteHeading">
    <w:name w:val="Note Heading"/>
    <w:basedOn w:val="Normal"/>
    <w:next w:val="Normal"/>
    <w:link w:val="NoteHeadingChar"/>
    <w:rsid w:val="00B021C0"/>
    <w:pPr>
      <w:widowControl w:val="0"/>
    </w:pPr>
    <w:rPr>
      <w:snapToGrid w:val="0"/>
    </w:rPr>
  </w:style>
  <w:style w:type="character" w:customStyle="1" w:styleId="NoteHeadingChar">
    <w:name w:val="Note Heading Char"/>
    <w:basedOn w:val="DefaultParagraphFont"/>
    <w:link w:val="NoteHeading"/>
    <w:rsid w:val="00B021C0"/>
    <w:rPr>
      <w:snapToGrid w:val="0"/>
      <w:sz w:val="24"/>
    </w:rPr>
  </w:style>
  <w:style w:type="paragraph" w:styleId="PlainText">
    <w:name w:val="Plain Text"/>
    <w:basedOn w:val="Normal"/>
    <w:link w:val="PlainTextChar"/>
    <w:rsid w:val="00B021C0"/>
    <w:pPr>
      <w:widowControl w:val="0"/>
    </w:pPr>
    <w:rPr>
      <w:rFonts w:ascii="Courier New" w:hAnsi="Courier New" w:cs="Courier New"/>
      <w:snapToGrid w:val="0"/>
      <w:sz w:val="20"/>
    </w:rPr>
  </w:style>
  <w:style w:type="character" w:customStyle="1" w:styleId="PlainTextChar">
    <w:name w:val="Plain Text Char"/>
    <w:basedOn w:val="DefaultParagraphFont"/>
    <w:link w:val="PlainText"/>
    <w:rsid w:val="00B021C0"/>
    <w:rPr>
      <w:rFonts w:ascii="Courier New" w:hAnsi="Courier New" w:cs="Courier New"/>
      <w:snapToGrid w:val="0"/>
    </w:rPr>
  </w:style>
  <w:style w:type="paragraph" w:styleId="Salutation">
    <w:name w:val="Salutation"/>
    <w:basedOn w:val="Normal"/>
    <w:next w:val="Normal"/>
    <w:link w:val="SalutationChar"/>
    <w:rsid w:val="00B021C0"/>
    <w:pPr>
      <w:widowControl w:val="0"/>
    </w:pPr>
    <w:rPr>
      <w:snapToGrid w:val="0"/>
    </w:rPr>
  </w:style>
  <w:style w:type="character" w:customStyle="1" w:styleId="SalutationChar">
    <w:name w:val="Salutation Char"/>
    <w:basedOn w:val="DefaultParagraphFont"/>
    <w:link w:val="Salutation"/>
    <w:rsid w:val="00B021C0"/>
    <w:rPr>
      <w:snapToGrid w:val="0"/>
      <w:sz w:val="24"/>
    </w:rPr>
  </w:style>
  <w:style w:type="paragraph" w:styleId="Signature">
    <w:name w:val="Signature"/>
    <w:basedOn w:val="Normal"/>
    <w:link w:val="SignatureChar"/>
    <w:rsid w:val="00B021C0"/>
    <w:pPr>
      <w:widowControl w:val="0"/>
      <w:ind w:left="4320"/>
    </w:pPr>
    <w:rPr>
      <w:snapToGrid w:val="0"/>
    </w:rPr>
  </w:style>
  <w:style w:type="character" w:customStyle="1" w:styleId="SignatureChar">
    <w:name w:val="Signature Char"/>
    <w:basedOn w:val="DefaultParagraphFont"/>
    <w:link w:val="Signature"/>
    <w:rsid w:val="00B021C0"/>
    <w:rPr>
      <w:snapToGrid w:val="0"/>
      <w:sz w:val="24"/>
    </w:rPr>
  </w:style>
  <w:style w:type="paragraph" w:styleId="Subtitle">
    <w:name w:val="Subtitle"/>
    <w:basedOn w:val="Normal"/>
    <w:link w:val="SubtitleChar"/>
    <w:qFormat/>
    <w:rsid w:val="00B021C0"/>
    <w:pPr>
      <w:widowControl w:val="0"/>
      <w:spacing w:after="60"/>
      <w:jc w:val="center"/>
      <w:outlineLvl w:val="1"/>
    </w:pPr>
    <w:rPr>
      <w:rFonts w:ascii="Arial" w:hAnsi="Arial" w:cs="Arial"/>
      <w:snapToGrid w:val="0"/>
      <w:szCs w:val="24"/>
    </w:rPr>
  </w:style>
  <w:style w:type="character" w:customStyle="1" w:styleId="SubtitleChar">
    <w:name w:val="Subtitle Char"/>
    <w:basedOn w:val="DefaultParagraphFont"/>
    <w:link w:val="Subtitle"/>
    <w:rsid w:val="00B021C0"/>
    <w:rPr>
      <w:rFonts w:ascii="Arial" w:hAnsi="Arial" w:cs="Arial"/>
      <w:snapToGrid w:val="0"/>
      <w:sz w:val="24"/>
      <w:szCs w:val="24"/>
    </w:rPr>
  </w:style>
  <w:style w:type="table" w:styleId="TableGrid">
    <w:name w:val="Table Grid"/>
    <w:basedOn w:val="TableNormal"/>
    <w:uiPriority w:val="59"/>
    <w:rsid w:val="00B021C0"/>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yle">
    <w:name w:val="contentstyle"/>
    <w:basedOn w:val="Normal"/>
    <w:rsid w:val="00B021C0"/>
    <w:pPr>
      <w:spacing w:before="100" w:beforeAutospacing="1" w:after="100" w:afterAutospacing="1" w:line="240" w:lineRule="atLeast"/>
    </w:pPr>
    <w:rPr>
      <w:rFonts w:ascii="Verdana" w:hAnsi="Verdana"/>
      <w:color w:val="000000"/>
      <w:szCs w:val="24"/>
    </w:rPr>
  </w:style>
  <w:style w:type="paragraph" w:customStyle="1" w:styleId="NormalInden">
    <w:name w:val="Normal Inden"/>
    <w:basedOn w:val="Normal"/>
    <w:rsid w:val="00B021C0"/>
    <w:pPr>
      <w:widowControl w:val="0"/>
      <w:tabs>
        <w:tab w:val="left" w:pos="0"/>
        <w:tab w:val="left" w:pos="900"/>
        <w:tab w:val="left" w:pos="990"/>
        <w:tab w:val="left" w:pos="1080"/>
        <w:tab w:val="left" w:pos="1567"/>
        <w:tab w:val="left" w:pos="2288"/>
        <w:tab w:val="left" w:pos="3008"/>
      </w:tabs>
      <w:jc w:val="both"/>
    </w:pPr>
    <w:rPr>
      <w:snapToGrid w:val="0"/>
    </w:rPr>
  </w:style>
  <w:style w:type="character" w:customStyle="1" w:styleId="SP-SglSpPa">
    <w:name w:val="SP-Sgl Sp Pa"/>
    <w:rsid w:val="00B021C0"/>
    <w:rPr>
      <w:rFonts w:ascii="Times New Roman" w:hAnsi="Times New Roman"/>
      <w:sz w:val="22"/>
    </w:rPr>
  </w:style>
  <w:style w:type="character" w:customStyle="1" w:styleId="C1-CtrBoldHdChar">
    <w:name w:val="C1-Ctr BoldHd Char"/>
    <w:basedOn w:val="DefaultParagraphFont"/>
    <w:link w:val="C1-CtrBoldHd"/>
    <w:rsid w:val="00B021C0"/>
    <w:rPr>
      <w:rFonts w:ascii="Franklin Gothic Medium" w:hAnsi="Franklin Gothic Medium"/>
      <w:b/>
      <w:color w:val="00467F"/>
      <w:sz w:val="28"/>
    </w:rPr>
  </w:style>
  <w:style w:type="character" w:styleId="CommentReference">
    <w:name w:val="annotation reference"/>
    <w:basedOn w:val="DefaultParagraphFont"/>
    <w:uiPriority w:val="99"/>
    <w:semiHidden/>
    <w:unhideWhenUsed/>
    <w:rsid w:val="00B021C0"/>
    <w:rPr>
      <w:sz w:val="16"/>
      <w:szCs w:val="16"/>
    </w:rPr>
  </w:style>
  <w:style w:type="paragraph" w:styleId="CommentText">
    <w:name w:val="annotation text"/>
    <w:basedOn w:val="Normal"/>
    <w:link w:val="CommentTextChar"/>
    <w:uiPriority w:val="99"/>
    <w:semiHidden/>
    <w:unhideWhenUsed/>
    <w:rsid w:val="00B021C0"/>
    <w:rPr>
      <w:sz w:val="20"/>
    </w:rPr>
  </w:style>
  <w:style w:type="character" w:customStyle="1" w:styleId="CommentTextChar">
    <w:name w:val="Comment Text Char"/>
    <w:basedOn w:val="DefaultParagraphFont"/>
    <w:link w:val="CommentText"/>
    <w:uiPriority w:val="99"/>
    <w:semiHidden/>
    <w:rsid w:val="00B021C0"/>
  </w:style>
  <w:style w:type="paragraph" w:styleId="CommentSubject">
    <w:name w:val="annotation subject"/>
    <w:basedOn w:val="CommentText"/>
    <w:next w:val="CommentText"/>
    <w:link w:val="CommentSubjectChar"/>
    <w:uiPriority w:val="99"/>
    <w:semiHidden/>
    <w:unhideWhenUsed/>
    <w:rsid w:val="00B021C0"/>
    <w:rPr>
      <w:b/>
      <w:bCs/>
    </w:rPr>
  </w:style>
  <w:style w:type="character" w:customStyle="1" w:styleId="CommentSubjectChar">
    <w:name w:val="Comment Subject Char"/>
    <w:basedOn w:val="CommentTextChar"/>
    <w:link w:val="CommentSubject"/>
    <w:uiPriority w:val="99"/>
    <w:semiHidden/>
    <w:rsid w:val="00B021C0"/>
    <w:rPr>
      <w:b/>
      <w:bCs/>
    </w:rPr>
  </w:style>
  <w:style w:type="paragraph" w:styleId="Revision">
    <w:name w:val="Revision"/>
    <w:hidden/>
    <w:uiPriority w:val="99"/>
    <w:semiHidden/>
    <w:rsid w:val="00B021C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27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onder.cdc.gov/ucd-icd10.html" TargetMode="External"/><Relationship Id="rId7" Type="http://schemas.openxmlformats.org/officeDocument/2006/relationships/endnotes" Target="endnotes.xml"/><Relationship Id="rId12" Type="http://schemas.openxmlformats.org/officeDocument/2006/relationships/hyperlink" Target="http://meps.ahrq.gov/mepsweb/" TargetMode="External"/><Relationship Id="rId17" Type="http://schemas.openxmlformats.org/officeDocument/2006/relationships/hyperlink" Target="http://meps.ahrq.gov/mepsweb/" TargetMode="Externa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meps.ahrq.gov/mepsweb/survey_comp/survey_questionnaires.jsp" TargetMode="External"/><Relationship Id="rId20" Type="http://schemas.openxmlformats.org/officeDocument/2006/relationships/hyperlink" Target="http://meps.ahrq.gov/mepsweb/data_stats/onsite_datacenter.js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ps.ahrq.gov/mepstrends/home/index.html" TargetMode="External"/><Relationship Id="rId24" Type="http://schemas.openxmlformats.org/officeDocument/2006/relationships/hyperlink" Target="https://meps.ahrq.gov/data_files/publications/mr33/mr33.pdf"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meps.ahrq.gov/mepsweb/" TargetMode="External"/><Relationship Id="rId23" Type="http://schemas.openxmlformats.org/officeDocument/2006/relationships/hyperlink" Target="http://meps.ahrq.gov/mepsweb/data_stats/more_info_download_data_files.jsp"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6.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hyperlink" Target="https://meps.ahrq.gov/mepsweb/data_stats/download_data_files.jsp" TargetMode="External"/><Relationship Id="rId27" Type="http://schemas.openxmlformats.org/officeDocument/2006/relationships/footer" Target="footer8.xml"/><Relationship Id="rId30"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TNR_FrnkGoth-12pt-Sing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7778686C4D7C644B7387BE32B4BA6DA" ma:contentTypeVersion="11" ma:contentTypeDescription="Create a new document." ma:contentTypeScope="" ma:versionID="d9851fdfa14031d6c242827fc7b47fc3">
  <xsd:schema xmlns:xsd="http://www.w3.org/2001/XMLSchema" xmlns:xs="http://www.w3.org/2001/XMLSchema" xmlns:p="http://schemas.microsoft.com/office/2006/metadata/properties" xmlns:ns2="4324ff4e-8688-49ef-8996-e187fb3bcaa1" xmlns:ns3="3ac6aaf1-07e4-4be0-8118-fcad676d65d9" targetNamespace="http://schemas.microsoft.com/office/2006/metadata/properties" ma:root="true" ma:fieldsID="d234535f8df606a584717fa9f63bdc26" ns2:_="" ns3:_="">
    <xsd:import namespace="4324ff4e-8688-49ef-8996-e187fb3bcaa1"/>
    <xsd:import namespace="3ac6aaf1-07e4-4be0-8118-fcad676d65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4ff4e-8688-49ef-8996-e187fb3bc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6aaf1-07e4-4be0-8118-fcad676d65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37226A-544D-460C-93E7-F475042C7BEE}">
  <ds:schemaRefs>
    <ds:schemaRef ds:uri="http://schemas.openxmlformats.org/officeDocument/2006/bibliography"/>
  </ds:schemaRefs>
</ds:datastoreItem>
</file>

<file path=customXml/itemProps2.xml><?xml version="1.0" encoding="utf-8"?>
<ds:datastoreItem xmlns:ds="http://schemas.openxmlformats.org/officeDocument/2006/customXml" ds:itemID="{1645289A-3966-4A93-AAD4-E08EAEE177CE}"/>
</file>

<file path=customXml/itemProps3.xml><?xml version="1.0" encoding="utf-8"?>
<ds:datastoreItem xmlns:ds="http://schemas.openxmlformats.org/officeDocument/2006/customXml" ds:itemID="{F8620278-1E75-4531-B6B4-76306457DF6B}"/>
</file>

<file path=customXml/itemProps4.xml><?xml version="1.0" encoding="utf-8"?>
<ds:datastoreItem xmlns:ds="http://schemas.openxmlformats.org/officeDocument/2006/customXml" ds:itemID="{91C4010C-84E4-4196-A1A9-AA3127EB20B4}"/>
</file>

<file path=docProps/app.xml><?xml version="1.0" encoding="utf-8"?>
<Properties xmlns="http://schemas.openxmlformats.org/officeDocument/2006/extended-properties" xmlns:vt="http://schemas.openxmlformats.org/officeDocument/2006/docPropsVTypes">
  <Template>TNR_FrnkGoth-12pt-Single.dotx</Template>
  <TotalTime>138</TotalTime>
  <Pages>37</Pages>
  <Words>12814</Words>
  <Characters>74955</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MEPS HC-213E</vt:lpstr>
    </vt:vector>
  </TitlesOfParts>
  <Company/>
  <LinksUpToDate>false</LinksUpToDate>
  <CharactersWithSpaces>87594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MEPS HC-213E</dc:title>
  <dc:subject>2019 Emergency Room Visits Public Use File</dc:subject>
  <dc:creator>Agency for Healthcare Research and Quality</dc:creator>
  <cp:keywords>MEPS, Emergency Room Visits, Expenditures, Survey, PUF</cp:keywords>
  <dc:description>_x000d_
_x000d_
_x000d_
</dc:description>
  <cp:lastModifiedBy>Camille Jasper</cp:lastModifiedBy>
  <cp:revision>44</cp:revision>
  <cp:lastPrinted>2018-02-21T18:38:00Z</cp:lastPrinted>
  <dcterms:created xsi:type="dcterms:W3CDTF">2021-05-21T18:47:00Z</dcterms:created>
  <dcterms:modified xsi:type="dcterms:W3CDTF">2021-05-25T19:17:00Z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0x01010017778686C4D7C644B7387BE32B4BA6DA</vt:lpwstr>
  </property>
</Properties>
</file>